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ADCF" w14:textId="77777777" w:rsidR="00C747C1" w:rsidRDefault="00C747C1" w:rsidP="00C747C1">
      <w:r>
        <w:t>((15))</w:t>
      </w:r>
    </w:p>
    <w:p w14:paraId="1EE70C57" w14:textId="77777777" w:rsidR="00C747C1" w:rsidRDefault="00C747C1" w:rsidP="00C747C1">
      <w:pPr>
        <w:pStyle w:val="berschrift1"/>
      </w:pPr>
      <w:r>
        <w:t>3 Physik</w:t>
      </w:r>
    </w:p>
    <w:p w14:paraId="20D1163C" w14:textId="77777777" w:rsidR="00C747C1" w:rsidRDefault="00C747C1" w:rsidP="00C747C1">
      <w:pPr>
        <w:pStyle w:val="berschrift2"/>
      </w:pPr>
      <w:r>
        <w:t>3.1 Mechanik</w:t>
      </w:r>
    </w:p>
    <w:p w14:paraId="104ED138" w14:textId="77777777" w:rsidR="00C747C1" w:rsidRPr="004753B6" w:rsidRDefault="00C747C1" w:rsidP="00C747C1"/>
    <w:p w14:paraId="3ABD0784" w14:textId="77777777" w:rsidR="00C747C1" w:rsidRDefault="00C747C1" w:rsidP="00C747C1">
      <w:pPr>
        <w:pStyle w:val="berschrift3"/>
      </w:pPr>
      <w:proofErr w:type="spellStart"/>
      <w:r>
        <w:t>Newton'sche</w:t>
      </w:r>
      <w:proofErr w:type="spellEnd"/>
      <w:r>
        <w:t xml:space="preserve"> Gesetze und Kräfteaddition</w:t>
      </w:r>
    </w:p>
    <w:p w14:paraId="00D6394F" w14:textId="77777777" w:rsidR="00C747C1" w:rsidRDefault="00C747C1" w:rsidP="00C747C1"/>
    <w:p w14:paraId="356143D2" w14:textId="77777777" w:rsidR="00C747C1" w:rsidRDefault="00C747C1" w:rsidP="00C747C1">
      <w:pPr>
        <w:pStyle w:val="berschrift4"/>
      </w:pPr>
      <w:r>
        <w:t xml:space="preserve">1. </w:t>
      </w:r>
      <w:proofErr w:type="spellStart"/>
      <w:r>
        <w:t>Newton'sches</w:t>
      </w:r>
      <w:proofErr w:type="spellEnd"/>
      <w:r>
        <w:t xml:space="preserve"> Gesetz (Trägheitsprinzip, Trägheitsgesetz)</w:t>
      </w:r>
    </w:p>
    <w:p w14:paraId="6F73AB00" w14:textId="237DF624" w:rsidR="00C747C1" w:rsidRDefault="00C747C1" w:rsidP="00C747C1">
      <w:r>
        <w:t xml:space="preserve">Unter der Bedingung </w:t>
      </w:r>
      <w:r>
        <w:br/>
        <w:t>\</w:t>
      </w:r>
      <w:proofErr w:type="spellStart"/>
      <w:r>
        <w:t>vec</w:t>
      </w:r>
      <w:proofErr w:type="spellEnd"/>
      <w:r>
        <w:t>{F_1} +\</w:t>
      </w:r>
      <w:proofErr w:type="spellStart"/>
      <w:r>
        <w:t>vec</w:t>
      </w:r>
      <w:proofErr w:type="spellEnd"/>
      <w:r>
        <w:t>{F_2} +... =\</w:t>
      </w:r>
      <w:proofErr w:type="spellStart"/>
      <w:r>
        <w:t>vec</w:t>
      </w:r>
      <w:proofErr w:type="spellEnd"/>
      <w:r>
        <w:t>{0} gilt:</w:t>
      </w:r>
    </w:p>
    <w:p w14:paraId="437410EE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{v} =konstant</w:t>
      </w:r>
    </w:p>
    <w:p w14:paraId="56BA484F" w14:textId="77777777" w:rsidR="00C747C1" w:rsidRDefault="00C747C1" w:rsidP="00C747C1"/>
    <w:p w14:paraId="78CE67D2" w14:textId="33FC152A" w:rsidR="00C747C1" w:rsidRDefault="00C747C1" w:rsidP="00684AEF">
      <w:r>
        <w:t>\</w:t>
      </w:r>
      <w:proofErr w:type="spellStart"/>
      <w:r>
        <w:t>vec</w:t>
      </w:r>
      <w:proofErr w:type="spellEnd"/>
      <w:r>
        <w:t>{F_1}, \</w:t>
      </w:r>
      <w:proofErr w:type="spellStart"/>
      <w:r>
        <w:t>vec</w:t>
      </w:r>
      <w:proofErr w:type="spellEnd"/>
      <w:r>
        <w:t>{F_2}, ...: äußere Kräfte, die auf einen Körper (ein System) wirken</w:t>
      </w:r>
      <w:r w:rsidR="00684AEF">
        <w:br/>
      </w:r>
      <w:r>
        <w:t>\</w:t>
      </w:r>
      <w:proofErr w:type="spellStart"/>
      <w:r>
        <w:t>vec</w:t>
      </w:r>
      <w:proofErr w:type="spellEnd"/>
      <w:r>
        <w:t>{v}: Geschwindigkeit</w:t>
      </w:r>
    </w:p>
    <w:p w14:paraId="2171E8AA" w14:textId="77777777" w:rsidR="00C747C1" w:rsidRDefault="00C747C1" w:rsidP="00C747C1"/>
    <w:p w14:paraId="29F78186" w14:textId="3258779B" w:rsidR="00C747C1" w:rsidRDefault="00C747C1" w:rsidP="00C747C1">
      <w:pPr>
        <w:pStyle w:val="berschrift4"/>
      </w:pPr>
      <w:r>
        <w:t xml:space="preserve">2. </w:t>
      </w:r>
      <w:proofErr w:type="spellStart"/>
      <w:r>
        <w:t>Newton'sches</w:t>
      </w:r>
      <w:proofErr w:type="spellEnd"/>
      <w:r>
        <w:t xml:space="preserve"> Gesetz (Grundgleichung der Mechanik)</w:t>
      </w:r>
    </w:p>
    <w:p w14:paraId="1730BB43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{F} =m *\</w:t>
      </w:r>
      <w:proofErr w:type="spellStart"/>
      <w:r>
        <w:t>vec</w:t>
      </w:r>
      <w:proofErr w:type="spellEnd"/>
      <w:r>
        <w:t>{a}</w:t>
      </w:r>
    </w:p>
    <w:p w14:paraId="438CBB0D" w14:textId="77777777" w:rsidR="00C747C1" w:rsidRDefault="00C747C1" w:rsidP="00C747C1">
      <w:r>
        <w:t>F *~</w:t>
      </w:r>
      <w:proofErr w:type="spellStart"/>
      <w:r>
        <w:t>Dt</w:t>
      </w:r>
      <w:proofErr w:type="spellEnd"/>
      <w:r>
        <w:t xml:space="preserve"> =m *~</w:t>
      </w:r>
      <w:proofErr w:type="spellStart"/>
      <w:r>
        <w:t>Dv</w:t>
      </w:r>
      <w:proofErr w:type="spellEnd"/>
    </w:p>
    <w:p w14:paraId="08F0C708" w14:textId="77777777" w:rsidR="00C747C1" w:rsidRDefault="00C747C1" w:rsidP="00C747C1"/>
    <w:p w14:paraId="3EF55601" w14:textId="6A04BA33" w:rsidR="00C747C1" w:rsidRDefault="00C747C1" w:rsidP="002D46F2">
      <w:r>
        <w:t>\</w:t>
      </w:r>
      <w:proofErr w:type="spellStart"/>
      <w:r>
        <w:t>vec</w:t>
      </w:r>
      <w:proofErr w:type="spellEnd"/>
      <w:r>
        <w:t>{F}: Kraft</w:t>
      </w:r>
      <w:r w:rsidR="002D46F2">
        <w:br/>
      </w:r>
      <w:r>
        <w:t>m: Masse</w:t>
      </w:r>
      <w:r w:rsidR="002D46F2">
        <w:br/>
      </w:r>
      <w:r>
        <w:t>\</w:t>
      </w:r>
      <w:proofErr w:type="spellStart"/>
      <w:r>
        <w:t>vec</w:t>
      </w:r>
      <w:proofErr w:type="spellEnd"/>
      <w:r>
        <w:t>{a}: Beschleunigung</w:t>
      </w:r>
      <w:r w:rsidR="002D46F2">
        <w:br/>
      </w:r>
      <w:r>
        <w:t>t: Zeit</w:t>
      </w:r>
      <w:r w:rsidR="002D46F2">
        <w:br/>
      </w:r>
      <w:r>
        <w:t>v: Geschwindigkeit</w:t>
      </w:r>
    </w:p>
    <w:p w14:paraId="64F13103" w14:textId="77777777" w:rsidR="00C747C1" w:rsidRDefault="00C747C1" w:rsidP="00C747C1"/>
    <w:p w14:paraId="13F23954" w14:textId="77777777" w:rsidR="00C747C1" w:rsidRDefault="00C747C1" w:rsidP="00C747C1">
      <w:pPr>
        <w:pStyle w:val="berschrift4"/>
      </w:pPr>
      <w:r>
        <w:t xml:space="preserve">3. </w:t>
      </w:r>
      <w:proofErr w:type="spellStart"/>
      <w:r>
        <w:t>Newton'sches</w:t>
      </w:r>
      <w:proofErr w:type="spellEnd"/>
      <w:r>
        <w:t xml:space="preserve"> Gesetz (Reaktionsprinzip, Wechselwirkungsgesetz)</w:t>
      </w:r>
    </w:p>
    <w:p w14:paraId="4E8DFAF2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{F_{12}} =-\</w:t>
      </w:r>
      <w:proofErr w:type="spellStart"/>
      <w:r>
        <w:t>vec</w:t>
      </w:r>
      <w:proofErr w:type="spellEnd"/>
      <w:r>
        <w:t>{F_{21}}</w:t>
      </w:r>
    </w:p>
    <w:p w14:paraId="37E0EEEE" w14:textId="77777777" w:rsidR="00C747C1" w:rsidRDefault="00C747C1" w:rsidP="00C747C1"/>
    <w:p w14:paraId="4B3AF235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{F}: Kraft</w:t>
      </w:r>
    </w:p>
    <w:p w14:paraId="2F6ABB9D" w14:textId="77777777" w:rsidR="00C747C1" w:rsidRDefault="00C747C1" w:rsidP="00C747C1"/>
    <w:p w14:paraId="2CAC4024" w14:textId="77777777" w:rsidR="00C747C1" w:rsidRDefault="00C747C1" w:rsidP="00C747C1">
      <w:pPr>
        <w:pStyle w:val="berschrift4"/>
      </w:pPr>
      <w:r>
        <w:lastRenderedPageBreak/>
        <w:t>Betrag der Gesamtkraft bei der Addition zweier Kräfte</w:t>
      </w:r>
    </w:p>
    <w:p w14:paraId="67257134" w14:textId="77777777" w:rsidR="00C747C1" w:rsidRDefault="00C747C1" w:rsidP="00C747C1">
      <w:r>
        <w:t>F_{</w:t>
      </w:r>
      <w:proofErr w:type="spellStart"/>
      <w:r>
        <w:t>ges</w:t>
      </w:r>
      <w:proofErr w:type="spellEnd"/>
      <w:r>
        <w:t>} =\s{(F_1)^2 +(F_2)^2 +2 *F_1 *F_2 *</w:t>
      </w:r>
      <w:proofErr w:type="spellStart"/>
      <w:r>
        <w:t>cos~a</w:t>
      </w:r>
      <w:proofErr w:type="spellEnd"/>
      <w:r>
        <w:t>}</w:t>
      </w:r>
    </w:p>
    <w:p w14:paraId="2274C6B6" w14:textId="77777777" w:rsidR="00C747C1" w:rsidRDefault="00C747C1" w:rsidP="00C747C1"/>
    <w:p w14:paraId="09E7851B" w14:textId="62B9817A" w:rsidR="00C747C1" w:rsidRDefault="00C747C1" w:rsidP="002D46F2">
      <w:r>
        <w:t>F_{</w:t>
      </w:r>
      <w:proofErr w:type="spellStart"/>
      <w:r>
        <w:t>ges</w:t>
      </w:r>
      <w:proofErr w:type="spellEnd"/>
      <w:r>
        <w:t>}: Betrag der Gesamtkraft</w:t>
      </w:r>
      <w:r w:rsidR="002D46F2">
        <w:br/>
      </w:r>
      <w:r>
        <w:t>F_1, F_2: Beträge der Einzelkräfte</w:t>
      </w:r>
      <w:r w:rsidR="002D46F2">
        <w:br/>
      </w:r>
      <w:r>
        <w:t>~a: Winkel zwischen den Kräften</w:t>
      </w:r>
    </w:p>
    <w:p w14:paraId="11EA148F" w14:textId="77777777" w:rsidR="00C747C1" w:rsidRDefault="00C747C1" w:rsidP="00C747C1"/>
    <w:p w14:paraId="5C236AD2" w14:textId="77777777" w:rsidR="00C747C1" w:rsidRDefault="00C747C1" w:rsidP="00C747C1">
      <w:pPr>
        <w:pStyle w:val="berschrift3"/>
      </w:pPr>
      <w:r>
        <w:t>Kräfte der Mechanik</w:t>
      </w:r>
    </w:p>
    <w:p w14:paraId="55C5CEF5" w14:textId="77777777" w:rsidR="00C747C1" w:rsidRDefault="00C747C1" w:rsidP="00C747C1">
      <w:pPr>
        <w:pStyle w:val="berschrift4"/>
      </w:pPr>
      <w:r>
        <w:t>Gewichtskraft</w:t>
      </w:r>
    </w:p>
    <w:p w14:paraId="20A17096" w14:textId="77777777" w:rsidR="00C747C1" w:rsidRDefault="00C747C1" w:rsidP="00C747C1">
      <w:r>
        <w:t>F_G =m *g</w:t>
      </w:r>
    </w:p>
    <w:p w14:paraId="6C68ED53" w14:textId="77777777" w:rsidR="00C747C1" w:rsidRDefault="00C747C1" w:rsidP="00C747C1"/>
    <w:p w14:paraId="192A6AE2" w14:textId="15771E96" w:rsidR="00C747C1" w:rsidRDefault="00C747C1" w:rsidP="002D46F2">
      <w:r>
        <w:t>F_G : Gewichtskraft</w:t>
      </w:r>
      <w:r w:rsidR="002D46F2">
        <w:br/>
      </w:r>
      <w:r>
        <w:t>m: Masse</w:t>
      </w:r>
      <w:r w:rsidR="002D46F2">
        <w:br/>
      </w:r>
      <w:r>
        <w:t>g: Fallbeschleunigung (Ortsfaktor) am Ort des Körpers</w:t>
      </w:r>
    </w:p>
    <w:p w14:paraId="0B532EB4" w14:textId="77777777" w:rsidR="00C747C1" w:rsidRDefault="00C747C1" w:rsidP="00C747C1"/>
    <w:p w14:paraId="113377A0" w14:textId="77777777" w:rsidR="00C747C1" w:rsidRDefault="00C747C1" w:rsidP="00C747C1">
      <w:pPr>
        <w:pStyle w:val="berschrift4"/>
      </w:pPr>
      <w:r>
        <w:t>Radialkraft, Zentripetalkraft</w:t>
      </w:r>
    </w:p>
    <w:p w14:paraId="7E80EC7E" w14:textId="77777777" w:rsidR="00C747C1" w:rsidRDefault="00C747C1" w:rsidP="00C747C1">
      <w:proofErr w:type="spellStart"/>
      <w:r>
        <w:t>F_r</w:t>
      </w:r>
      <w:proofErr w:type="spellEnd"/>
      <w:r>
        <w:t xml:space="preserve"> =\</w:t>
      </w:r>
      <w:proofErr w:type="spellStart"/>
      <w:r>
        <w:t>frac</w:t>
      </w:r>
      <w:proofErr w:type="spellEnd"/>
      <w:r>
        <w:t>{m *v^2}{r} =m *~w^2 *r</w:t>
      </w:r>
    </w:p>
    <w:p w14:paraId="32FDA6E5" w14:textId="77777777" w:rsidR="00C747C1" w:rsidRDefault="00C747C1" w:rsidP="00C747C1"/>
    <w:p w14:paraId="60E1960D" w14:textId="5941EEE8" w:rsidR="00C747C1" w:rsidRDefault="00C747C1" w:rsidP="00C747C1">
      <w:proofErr w:type="spellStart"/>
      <w:r>
        <w:t>F_r</w:t>
      </w:r>
      <w:proofErr w:type="spellEnd"/>
      <w:r>
        <w:t>: Radialkraft, Zentripetalkraft</w:t>
      </w:r>
      <w:r w:rsidR="002D46F2">
        <w:br/>
      </w:r>
      <w:r>
        <w:t>m: Masse</w:t>
      </w:r>
      <w:r w:rsidR="002D46F2">
        <w:br/>
      </w:r>
      <w:r>
        <w:t>v: Bahngeschwindigkeit</w:t>
      </w:r>
      <w:r w:rsidR="002D46F2">
        <w:br/>
      </w:r>
      <w:r>
        <w:t>r: Radius</w:t>
      </w:r>
      <w:r w:rsidR="002D46F2">
        <w:br/>
      </w:r>
      <w:r>
        <w:t>~w: Winkelgeschwindigkeit</w:t>
      </w:r>
    </w:p>
    <w:p w14:paraId="49466DDA" w14:textId="77777777" w:rsidR="00C747C1" w:rsidRDefault="00C747C1" w:rsidP="00C747C1"/>
    <w:p w14:paraId="2DF12B13" w14:textId="77777777" w:rsidR="00C747C1" w:rsidRDefault="00C747C1" w:rsidP="00C747C1">
      <w:pPr>
        <w:pStyle w:val="berschrift4"/>
      </w:pPr>
      <w:r>
        <w:t>Federspannkraft (</w:t>
      </w:r>
      <w:proofErr w:type="spellStart"/>
      <w:r>
        <w:t>Hooke'sches</w:t>
      </w:r>
      <w:proofErr w:type="spellEnd"/>
      <w:r>
        <w:t xml:space="preserve"> Gesetz)</w:t>
      </w:r>
    </w:p>
    <w:p w14:paraId="180E3A71" w14:textId="77777777" w:rsidR="00C747C1" w:rsidRDefault="00C747C1" w:rsidP="00C747C1">
      <w:r>
        <w:t>F_S =D *s</w:t>
      </w:r>
    </w:p>
    <w:p w14:paraId="74E4BFEA" w14:textId="77777777" w:rsidR="00C747C1" w:rsidRDefault="00C747C1" w:rsidP="00C747C1"/>
    <w:p w14:paraId="604898CC" w14:textId="2E154F05" w:rsidR="00C747C1" w:rsidRDefault="00C747C1" w:rsidP="002D46F2">
      <w:r>
        <w:t>F_S : Federspannkraft</w:t>
      </w:r>
      <w:r w:rsidR="002D46F2">
        <w:br/>
      </w:r>
      <w:r>
        <w:t>D: Federhärte, Richtgröße</w:t>
      </w:r>
      <w:r w:rsidR="002D46F2">
        <w:br/>
      </w:r>
      <w:r>
        <w:t>s: Dehnung der Feder</w:t>
      </w:r>
    </w:p>
    <w:p w14:paraId="5C1AB5C8" w14:textId="77777777" w:rsidR="00C747C1" w:rsidRDefault="00C747C1" w:rsidP="00C747C1"/>
    <w:p w14:paraId="07BC942C" w14:textId="77777777" w:rsidR="00C747C1" w:rsidRDefault="00C747C1" w:rsidP="00C747C1">
      <w:pPr>
        <w:pStyle w:val="berschrift4"/>
      </w:pPr>
      <w:r>
        <w:lastRenderedPageBreak/>
        <w:t>Reibungskraft</w:t>
      </w:r>
    </w:p>
    <w:p w14:paraId="688D1FA4" w14:textId="77777777" w:rsidR="00C747C1" w:rsidRDefault="00C747C1" w:rsidP="00C747C1">
      <w:r>
        <w:t>F_R =~m *F_N</w:t>
      </w:r>
    </w:p>
    <w:p w14:paraId="0903D79C" w14:textId="77777777" w:rsidR="00C747C1" w:rsidRDefault="00C747C1" w:rsidP="00C747C1"/>
    <w:p w14:paraId="0E2C1FBD" w14:textId="341B9D50" w:rsidR="00C747C1" w:rsidRDefault="00C747C1" w:rsidP="002D46F2">
      <w:r>
        <w:t>F_R: Reibungskraft</w:t>
      </w:r>
      <w:r w:rsidR="002D46F2">
        <w:br/>
      </w:r>
      <w:r>
        <w:t>~m: Reibungszahl</w:t>
      </w:r>
      <w:r w:rsidR="002D46F2">
        <w:br/>
      </w:r>
      <w:r>
        <w:t>F_N: Normalkraft</w:t>
      </w:r>
    </w:p>
    <w:p w14:paraId="4DCA610A" w14:textId="77777777" w:rsidR="00C747C1" w:rsidRDefault="00C747C1" w:rsidP="00C747C1"/>
    <w:p w14:paraId="67F98C21" w14:textId="77777777" w:rsidR="00C747C1" w:rsidRDefault="00C747C1" w:rsidP="00C747C1">
      <w:r>
        <w:t>((16))</w:t>
      </w:r>
    </w:p>
    <w:p w14:paraId="6B81C379" w14:textId="77777777" w:rsidR="00C747C1" w:rsidRDefault="00C747C1" w:rsidP="00C747C1">
      <w:pPr>
        <w:pStyle w:val="berschrift4"/>
      </w:pPr>
      <w:proofErr w:type="spellStart"/>
      <w:r>
        <w:t>Newton'scher</w:t>
      </w:r>
      <w:proofErr w:type="spellEnd"/>
      <w:r>
        <w:t xml:space="preserve"> Strömungswiderstand</w:t>
      </w:r>
    </w:p>
    <w:p w14:paraId="6C34F1F7" w14:textId="0F183A8E" w:rsidR="00C747C1" w:rsidRDefault="00C747C1" w:rsidP="00C747C1">
      <w:r>
        <w:t>F_W =1/2 *</w:t>
      </w:r>
      <w:proofErr w:type="spellStart"/>
      <w:r w:rsidR="002D46F2">
        <w:t>c</w:t>
      </w:r>
      <w:r>
        <w:t>_w</w:t>
      </w:r>
      <w:proofErr w:type="spellEnd"/>
      <w:r>
        <w:t xml:space="preserve"> *A *~r *v^2</w:t>
      </w:r>
    </w:p>
    <w:p w14:paraId="4633780E" w14:textId="77777777" w:rsidR="00C747C1" w:rsidRDefault="00C747C1" w:rsidP="00C747C1"/>
    <w:p w14:paraId="0CFCB8B3" w14:textId="1094B919" w:rsidR="00C747C1" w:rsidRDefault="00C747C1" w:rsidP="002D46F2">
      <w:r>
        <w:t>F_W: Widerstandskraft</w:t>
      </w:r>
      <w:r w:rsidR="002D46F2">
        <w:br/>
      </w:r>
      <w:proofErr w:type="spellStart"/>
      <w:r>
        <w:t>c_w</w:t>
      </w:r>
      <w:proofErr w:type="spellEnd"/>
      <w:r>
        <w:t>: Widerstandsbeiwert</w:t>
      </w:r>
      <w:r w:rsidR="002D46F2">
        <w:br/>
      </w:r>
      <w:r>
        <w:t>A: Querschnittsfläche des Körpers senkrecht zur Strömung</w:t>
      </w:r>
      <w:r w:rsidR="002D46F2">
        <w:br/>
      </w:r>
      <w:r>
        <w:t>~r: Dichte des umströmenden Mediums</w:t>
      </w:r>
      <w:r w:rsidR="002D46F2">
        <w:br/>
      </w:r>
      <w:r>
        <w:t>v: Relativgeschwindigkeit zwischen Körper und Medium</w:t>
      </w:r>
    </w:p>
    <w:p w14:paraId="56466F36" w14:textId="77777777" w:rsidR="00C747C1" w:rsidRDefault="00C747C1" w:rsidP="00C747C1"/>
    <w:p w14:paraId="67254FB2" w14:textId="77777777" w:rsidR="00C747C1" w:rsidRDefault="00C747C1" w:rsidP="00C747C1">
      <w:pPr>
        <w:pStyle w:val="berschrift4"/>
      </w:pPr>
      <w:proofErr w:type="spellStart"/>
      <w:r>
        <w:t>Stokes'scher</w:t>
      </w:r>
      <w:proofErr w:type="spellEnd"/>
      <w:r>
        <w:t xml:space="preserve"> Strömungswiderstand</w:t>
      </w:r>
    </w:p>
    <w:p w14:paraId="1D6F3AC8" w14:textId="77777777" w:rsidR="00C747C1" w:rsidRDefault="00C747C1" w:rsidP="00C747C1">
      <w:r>
        <w:t>F_W =6 *~p *~j *r *v</w:t>
      </w:r>
    </w:p>
    <w:p w14:paraId="4F2EB956" w14:textId="77777777" w:rsidR="00C747C1" w:rsidRDefault="00C747C1" w:rsidP="00C747C1"/>
    <w:p w14:paraId="71075ED6" w14:textId="27CDF7D4" w:rsidR="00C747C1" w:rsidRDefault="00C747C1" w:rsidP="002D46F2">
      <w:r>
        <w:t>F_W: Widerstandskraft</w:t>
      </w:r>
      <w:r w:rsidR="002D46F2">
        <w:br/>
      </w:r>
      <w:r>
        <w:t>~j: Viskosität des umströmenden Mediums</w:t>
      </w:r>
      <w:r w:rsidR="002D46F2">
        <w:br/>
      </w:r>
      <w:r>
        <w:t>r: Radius</w:t>
      </w:r>
      <w:r w:rsidR="002D46F2">
        <w:br/>
      </w:r>
      <w:r>
        <w:t>v: Geschwindigkeit</w:t>
      </w:r>
    </w:p>
    <w:p w14:paraId="42CE3878" w14:textId="77777777" w:rsidR="00C747C1" w:rsidRDefault="00C747C1" w:rsidP="00C747C1"/>
    <w:p w14:paraId="7C592FD4" w14:textId="77777777" w:rsidR="00C747C1" w:rsidRDefault="00C747C1" w:rsidP="00C747C1">
      <w:pPr>
        <w:pStyle w:val="berschrift4"/>
      </w:pPr>
      <w:r>
        <w:t>Auftriebskraft</w:t>
      </w:r>
    </w:p>
    <w:p w14:paraId="048CC8DD" w14:textId="0C0714F5" w:rsidR="00C747C1" w:rsidRDefault="00C747C1" w:rsidP="00C747C1">
      <w:r>
        <w:t>F_A =~r *g *</w:t>
      </w:r>
      <w:r w:rsidR="002D46F2">
        <w:t>V</w:t>
      </w:r>
    </w:p>
    <w:p w14:paraId="280268AE" w14:textId="77777777" w:rsidR="00C747C1" w:rsidRDefault="00C747C1" w:rsidP="00C747C1"/>
    <w:p w14:paraId="43FA3BA3" w14:textId="1F2345D4" w:rsidR="00C747C1" w:rsidRDefault="00C747C1" w:rsidP="002D46F2">
      <w:r>
        <w:t>F_A: Auftriebskraft</w:t>
      </w:r>
      <w:r w:rsidR="002D46F2">
        <w:br/>
      </w:r>
      <w:r>
        <w:t>~r: Dichte der Flüssigkeit/des Gases</w:t>
      </w:r>
      <w:r w:rsidR="002D46F2">
        <w:br/>
      </w:r>
      <w:r>
        <w:lastRenderedPageBreak/>
        <w:t>g: Fallbeschleunigung (Ortsfaktor) am Ort des Körpers</w:t>
      </w:r>
      <w:r w:rsidR="002D46F2">
        <w:br/>
      </w:r>
      <w:r>
        <w:t>V: vom Körper verdrängtes Volumen</w:t>
      </w:r>
    </w:p>
    <w:p w14:paraId="71CEB5C0" w14:textId="77777777" w:rsidR="00C747C1" w:rsidRDefault="00C747C1" w:rsidP="00C747C1"/>
    <w:p w14:paraId="221F8947" w14:textId="77777777" w:rsidR="00C747C1" w:rsidRDefault="00C747C1" w:rsidP="00C747C1">
      <w:pPr>
        <w:pStyle w:val="berschrift3"/>
      </w:pPr>
      <w:r>
        <w:t>Bewegungen</w:t>
      </w:r>
    </w:p>
    <w:p w14:paraId="2EE22C74" w14:textId="77777777" w:rsidR="00C747C1" w:rsidRDefault="00C747C1" w:rsidP="00C747C1">
      <w:pPr>
        <w:pStyle w:val="berschrift4"/>
      </w:pPr>
      <w:r>
        <w:t>eindimensionale Bewegungen</w:t>
      </w:r>
    </w:p>
    <w:p w14:paraId="35D038CE" w14:textId="77777777" w:rsidR="00C747C1" w:rsidRDefault="00C747C1" w:rsidP="00C747C1">
      <w:pPr>
        <w:pStyle w:val="Liste"/>
      </w:pPr>
      <w:r>
        <w:t>- mittlere Geschwindigkeit</w:t>
      </w:r>
    </w:p>
    <w:p w14:paraId="10200870" w14:textId="77777777" w:rsidR="00C747C1" w:rsidRDefault="00C747C1" w:rsidP="00C747C1">
      <w:pPr>
        <w:pStyle w:val="Liste2"/>
      </w:pPr>
      <w:r>
        <w:t>\</w:t>
      </w:r>
      <w:proofErr w:type="spellStart"/>
      <w:r>
        <w:t>ol</w:t>
      </w:r>
      <w:proofErr w:type="spellEnd"/>
      <w:r>
        <w:t>{v} =\</w:t>
      </w:r>
      <w:proofErr w:type="spellStart"/>
      <w:r>
        <w:t>frac</w:t>
      </w:r>
      <w:proofErr w:type="spellEnd"/>
      <w:r>
        <w:t>{~</w:t>
      </w:r>
      <w:proofErr w:type="spellStart"/>
      <w:r>
        <w:t>Ds</w:t>
      </w:r>
      <w:proofErr w:type="spellEnd"/>
      <w:r>
        <w:t>}{~</w:t>
      </w:r>
      <w:proofErr w:type="spellStart"/>
      <w:r>
        <w:t>Dt</w:t>
      </w:r>
      <w:proofErr w:type="spellEnd"/>
      <w:r>
        <w:t>}</w:t>
      </w:r>
    </w:p>
    <w:p w14:paraId="37F05CBF" w14:textId="77777777" w:rsidR="00C747C1" w:rsidRDefault="00C747C1" w:rsidP="00F261E6">
      <w:pPr>
        <w:pStyle w:val="Listenfortsetzung"/>
      </w:pPr>
    </w:p>
    <w:p w14:paraId="7C3AFC58" w14:textId="0D7E8F92" w:rsidR="00C747C1" w:rsidRDefault="00C747C1" w:rsidP="00F261E6">
      <w:pPr>
        <w:pStyle w:val="Listenfortsetzung"/>
      </w:pPr>
      <w:r>
        <w:t>\</w:t>
      </w:r>
      <w:proofErr w:type="spellStart"/>
      <w:r>
        <w:t>ol</w:t>
      </w:r>
      <w:proofErr w:type="spellEnd"/>
      <w:r>
        <w:t>{v}: mittlere Geschwindigkeit</w:t>
      </w:r>
      <w:r w:rsidR="00F261E6">
        <w:br/>
      </w:r>
      <w:r>
        <w:t>s: Ort</w:t>
      </w:r>
      <w:r w:rsidR="00F261E6">
        <w:br/>
      </w:r>
      <w:r>
        <w:t>t: Zeit</w:t>
      </w:r>
    </w:p>
    <w:p w14:paraId="7DEFB174" w14:textId="77777777" w:rsidR="00C747C1" w:rsidRDefault="00C747C1" w:rsidP="00C747C1"/>
    <w:p w14:paraId="6F77A826" w14:textId="77777777" w:rsidR="00C747C1" w:rsidRDefault="00C747C1" w:rsidP="00C747C1">
      <w:pPr>
        <w:pStyle w:val="Liste"/>
      </w:pPr>
      <w:r>
        <w:t>- momentane Geschwindigkeit</w:t>
      </w:r>
    </w:p>
    <w:p w14:paraId="5C7AA121" w14:textId="77777777" w:rsidR="00C747C1" w:rsidRDefault="00C747C1" w:rsidP="00C747C1">
      <w:pPr>
        <w:pStyle w:val="Liste2"/>
      </w:pPr>
      <w:r>
        <w:t>v(t)=\</w:t>
      </w:r>
      <w:proofErr w:type="spellStart"/>
      <w:r>
        <w:t>frac</w:t>
      </w:r>
      <w:proofErr w:type="spellEnd"/>
      <w:r>
        <w:t>{</w:t>
      </w:r>
      <w:proofErr w:type="spellStart"/>
      <w:r>
        <w:t>ds</w:t>
      </w:r>
      <w:proofErr w:type="spellEnd"/>
      <w:r>
        <w:t>}{</w:t>
      </w:r>
      <w:proofErr w:type="spellStart"/>
      <w:r>
        <w:t>dt</w:t>
      </w:r>
      <w:proofErr w:type="spellEnd"/>
      <w:r>
        <w:t>} =\</w:t>
      </w:r>
      <w:proofErr w:type="spellStart"/>
      <w:r>
        <w:t>dot</w:t>
      </w:r>
      <w:proofErr w:type="spellEnd"/>
      <w:r>
        <w:t>{s}(t)</w:t>
      </w:r>
    </w:p>
    <w:p w14:paraId="67845B68" w14:textId="77777777" w:rsidR="00C747C1" w:rsidRDefault="00C747C1" w:rsidP="00F261E6">
      <w:pPr>
        <w:pStyle w:val="Listenfortsetzung"/>
      </w:pPr>
    </w:p>
    <w:p w14:paraId="5D51FA06" w14:textId="78A732BB" w:rsidR="00C747C1" w:rsidRDefault="00C747C1" w:rsidP="00F261E6">
      <w:pPr>
        <w:pStyle w:val="Listenfortsetzung"/>
      </w:pPr>
      <w:r>
        <w:t>v: Geschwindigkeit</w:t>
      </w:r>
      <w:r w:rsidR="00F261E6">
        <w:br/>
      </w:r>
      <w:r>
        <w:t>s: Ort</w:t>
      </w:r>
      <w:r w:rsidR="00F261E6">
        <w:br/>
      </w:r>
      <w:r>
        <w:t>t: Zeit</w:t>
      </w:r>
    </w:p>
    <w:p w14:paraId="2CF1B34A" w14:textId="77777777" w:rsidR="00C747C1" w:rsidRDefault="00C747C1" w:rsidP="00C747C1"/>
    <w:p w14:paraId="4F77E211" w14:textId="77777777" w:rsidR="00C747C1" w:rsidRDefault="00C747C1" w:rsidP="00C747C1">
      <w:pPr>
        <w:pStyle w:val="Liste"/>
      </w:pPr>
      <w:r>
        <w:t>- mittlere Beschleunigung</w:t>
      </w:r>
    </w:p>
    <w:p w14:paraId="45288B41" w14:textId="5613CEF1" w:rsidR="00C747C1" w:rsidRDefault="00C747C1" w:rsidP="00C747C1">
      <w:pPr>
        <w:pStyle w:val="Liste2"/>
      </w:pPr>
      <w:r>
        <w:t>\</w:t>
      </w:r>
      <w:proofErr w:type="spellStart"/>
      <w:r>
        <w:t>ol</w:t>
      </w:r>
      <w:proofErr w:type="spellEnd"/>
      <w:r>
        <w:t>{a} =\</w:t>
      </w:r>
      <w:proofErr w:type="spellStart"/>
      <w:r>
        <w:t>frac</w:t>
      </w:r>
      <w:proofErr w:type="spellEnd"/>
      <w:r>
        <w:t>{~</w:t>
      </w:r>
      <w:proofErr w:type="spellStart"/>
      <w:r>
        <w:t>Dv</w:t>
      </w:r>
      <w:proofErr w:type="spellEnd"/>
      <w:r>
        <w:t>}{~</w:t>
      </w:r>
      <w:proofErr w:type="spellStart"/>
      <w:r>
        <w:t>Dt</w:t>
      </w:r>
      <w:proofErr w:type="spellEnd"/>
      <w:r>
        <w:t>}</w:t>
      </w:r>
    </w:p>
    <w:p w14:paraId="3F7317BA" w14:textId="77777777" w:rsidR="00C747C1" w:rsidRDefault="00C747C1" w:rsidP="00F261E6">
      <w:pPr>
        <w:pStyle w:val="Listenfortsetzung"/>
      </w:pPr>
    </w:p>
    <w:p w14:paraId="26A49F51" w14:textId="3EC5100F" w:rsidR="00C747C1" w:rsidRDefault="00C747C1" w:rsidP="00F261E6">
      <w:pPr>
        <w:pStyle w:val="Listenfortsetzung"/>
      </w:pPr>
      <w:r>
        <w:t>\</w:t>
      </w:r>
      <w:proofErr w:type="spellStart"/>
      <w:r>
        <w:t>ol</w:t>
      </w:r>
      <w:proofErr w:type="spellEnd"/>
      <w:r>
        <w:t>{a}: mittlere Beschleunigung</w:t>
      </w:r>
      <w:r w:rsidR="00F261E6">
        <w:br/>
      </w:r>
      <w:r>
        <w:t>v: Geschwindigkeit</w:t>
      </w:r>
      <w:r w:rsidR="00F261E6">
        <w:br/>
      </w:r>
      <w:r>
        <w:t>t: Zeit</w:t>
      </w:r>
    </w:p>
    <w:p w14:paraId="14809CC0" w14:textId="77777777" w:rsidR="00C747C1" w:rsidRDefault="00C747C1" w:rsidP="00C747C1"/>
    <w:p w14:paraId="250A3FAD" w14:textId="77777777" w:rsidR="00C747C1" w:rsidRDefault="00C747C1" w:rsidP="00C747C1">
      <w:pPr>
        <w:pStyle w:val="Liste"/>
      </w:pPr>
      <w:r>
        <w:t>- momentane Beschleunigung</w:t>
      </w:r>
    </w:p>
    <w:p w14:paraId="1539A618" w14:textId="77777777" w:rsidR="00C747C1" w:rsidRDefault="00C747C1" w:rsidP="00C747C1">
      <w:pPr>
        <w:pStyle w:val="Liste2"/>
      </w:pPr>
      <w:r>
        <w:t>a(t) =\</w:t>
      </w:r>
      <w:proofErr w:type="spellStart"/>
      <w:r>
        <w:t>frac</w:t>
      </w:r>
      <w:proofErr w:type="spellEnd"/>
      <w:r>
        <w:t>{dv}{</w:t>
      </w:r>
      <w:proofErr w:type="spellStart"/>
      <w:r>
        <w:t>dt</w:t>
      </w:r>
      <w:proofErr w:type="spellEnd"/>
      <w:r>
        <w:t>} =\</w:t>
      </w:r>
      <w:proofErr w:type="spellStart"/>
      <w:r>
        <w:t>dot</w:t>
      </w:r>
      <w:proofErr w:type="spellEnd"/>
      <w:r>
        <w:t>{v}(t)</w:t>
      </w:r>
    </w:p>
    <w:p w14:paraId="5FA59CD1" w14:textId="77777777" w:rsidR="00C747C1" w:rsidRDefault="00C747C1" w:rsidP="00F261E6">
      <w:pPr>
        <w:pStyle w:val="Listenfortsetzung"/>
      </w:pPr>
    </w:p>
    <w:p w14:paraId="778545AC" w14:textId="1F06FC7B" w:rsidR="00C747C1" w:rsidRDefault="00C747C1" w:rsidP="00F261E6">
      <w:pPr>
        <w:pStyle w:val="Listenfortsetzung"/>
      </w:pPr>
      <w:r>
        <w:lastRenderedPageBreak/>
        <w:t>a: Beschleunigung</w:t>
      </w:r>
      <w:r w:rsidR="00F261E6">
        <w:br/>
      </w:r>
      <w:r>
        <w:t>v: Geschwindigkeit</w:t>
      </w:r>
      <w:r w:rsidR="00F261E6">
        <w:br/>
      </w:r>
      <w:r>
        <w:t>t: Zeit</w:t>
      </w:r>
    </w:p>
    <w:p w14:paraId="4ECEC16F" w14:textId="77777777" w:rsidR="00C747C1" w:rsidRDefault="00C747C1" w:rsidP="00C747C1"/>
    <w:p w14:paraId="6CDF932B" w14:textId="77777777" w:rsidR="00C747C1" w:rsidRDefault="00C747C1" w:rsidP="00C747C1">
      <w:pPr>
        <w:pStyle w:val="Liste"/>
      </w:pPr>
      <w:r>
        <w:t>- gleichförmige Bewegung</w:t>
      </w:r>
    </w:p>
    <w:p w14:paraId="581DBC46" w14:textId="77777777" w:rsidR="00C747C1" w:rsidRDefault="00C747C1" w:rsidP="00C747C1">
      <w:pPr>
        <w:pStyle w:val="Liste2"/>
      </w:pPr>
      <w:r>
        <w:t>s(t) =v *t +s_0</w:t>
      </w:r>
    </w:p>
    <w:p w14:paraId="07CCB9C0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v =</w:t>
      </w:r>
      <w:proofErr w:type="spellStart"/>
      <w:r w:rsidRPr="004E348E">
        <w:rPr>
          <w:lang w:val="fr-FR"/>
        </w:rPr>
        <w:t>konstant</w:t>
      </w:r>
      <w:proofErr w:type="spellEnd"/>
    </w:p>
    <w:p w14:paraId="53FEB8F1" w14:textId="6A10ADDB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a =0</w:t>
      </w:r>
      <w:r w:rsidR="00F261E6" w:rsidRPr="004E348E">
        <w:rPr>
          <w:lang w:val="fr-FR"/>
        </w:rPr>
        <w:t xml:space="preserve"> </w:t>
      </w:r>
      <w:r w:rsidRPr="004E348E">
        <w:rPr>
          <w:lang w:val="fr-FR"/>
        </w:rPr>
        <w:t>\frac{m}{s^2}</w:t>
      </w:r>
    </w:p>
    <w:p w14:paraId="6E09C63F" w14:textId="77777777" w:rsidR="00C747C1" w:rsidRPr="004E348E" w:rsidRDefault="00C747C1" w:rsidP="00F261E6">
      <w:pPr>
        <w:pStyle w:val="Listenfortsetzung"/>
        <w:rPr>
          <w:lang w:val="fr-FR"/>
        </w:rPr>
      </w:pPr>
    </w:p>
    <w:p w14:paraId="49FA81FF" w14:textId="6ED98B11" w:rsidR="00C747C1" w:rsidRDefault="00C747C1" w:rsidP="00F261E6">
      <w:pPr>
        <w:pStyle w:val="Listenfortsetzung"/>
      </w:pPr>
      <w:r>
        <w:t>s: Ort</w:t>
      </w:r>
      <w:r w:rsidR="00F261E6">
        <w:br/>
      </w:r>
      <w:r>
        <w:t>s_0: Anfangsort bei t =0s</w:t>
      </w:r>
      <w:r w:rsidR="00F261E6">
        <w:br/>
      </w:r>
      <w:r>
        <w:t>v: Geschwindigkeit</w:t>
      </w:r>
      <w:r w:rsidR="00F261E6">
        <w:br/>
      </w:r>
      <w:r>
        <w:t>t: Zeit</w:t>
      </w:r>
      <w:r w:rsidR="00F261E6">
        <w:br/>
      </w:r>
      <w:r>
        <w:t>a: Beschleunigung</w:t>
      </w:r>
    </w:p>
    <w:p w14:paraId="2A59F62B" w14:textId="77777777" w:rsidR="00C747C1" w:rsidRDefault="00C747C1" w:rsidP="00C747C1"/>
    <w:p w14:paraId="5845A3FD" w14:textId="77777777" w:rsidR="00C747C1" w:rsidRDefault="00C747C1" w:rsidP="00C747C1">
      <w:pPr>
        <w:pStyle w:val="Liste"/>
      </w:pPr>
      <w:r>
        <w:t>- gleichmäßig beschleunigte Bewegung</w:t>
      </w:r>
    </w:p>
    <w:p w14:paraId="02B10EFC" w14:textId="77777777" w:rsidR="00C747C1" w:rsidRDefault="00C747C1" w:rsidP="00C747C1">
      <w:pPr>
        <w:pStyle w:val="Liste2"/>
      </w:pPr>
      <w:r>
        <w:t>s(t) =1/2 *a *t^2 +v_0 *t +s_0</w:t>
      </w:r>
    </w:p>
    <w:p w14:paraId="5D988681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v(t) =a *t +v_0</w:t>
      </w:r>
    </w:p>
    <w:p w14:paraId="3F6CDC1B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a =</w:t>
      </w:r>
      <w:proofErr w:type="spellStart"/>
      <w:r w:rsidRPr="004E348E">
        <w:rPr>
          <w:lang w:val="fr-FR"/>
        </w:rPr>
        <w:t>konstant</w:t>
      </w:r>
      <w:proofErr w:type="spellEnd"/>
    </w:p>
    <w:p w14:paraId="4E44CF19" w14:textId="77777777" w:rsidR="00C747C1" w:rsidRPr="004E348E" w:rsidRDefault="00C747C1" w:rsidP="00F261E6">
      <w:pPr>
        <w:pStyle w:val="Listenfortsetzung"/>
        <w:rPr>
          <w:lang w:val="fr-FR"/>
        </w:rPr>
      </w:pPr>
    </w:p>
    <w:p w14:paraId="155EDC35" w14:textId="54D7391E" w:rsidR="00C747C1" w:rsidRDefault="00C747C1" w:rsidP="00F261E6">
      <w:pPr>
        <w:pStyle w:val="Listenfortsetzung"/>
      </w:pPr>
      <w:r>
        <w:t>s: Ort</w:t>
      </w:r>
      <w:r w:rsidR="00F261E6">
        <w:br/>
      </w:r>
      <w:r>
        <w:t>s_0: Anfangsort bei t =0s</w:t>
      </w:r>
      <w:r w:rsidR="00F261E6">
        <w:br/>
      </w:r>
      <w:r>
        <w:t>a: Beschleunigung</w:t>
      </w:r>
      <w:r w:rsidR="00F261E6">
        <w:br/>
      </w:r>
      <w:r>
        <w:t>t: Zeit</w:t>
      </w:r>
      <w:r w:rsidR="00F261E6">
        <w:br/>
      </w:r>
      <w:r>
        <w:t>v_0: Anfangsgeschwindigkeit bei t =0_s</w:t>
      </w:r>
      <w:r w:rsidR="00F261E6">
        <w:br/>
      </w:r>
      <w:r>
        <w:t>v: Geschwindigkeit</w:t>
      </w:r>
    </w:p>
    <w:p w14:paraId="7332A2A2" w14:textId="77777777" w:rsidR="00C747C1" w:rsidRDefault="00C747C1" w:rsidP="00C747C1"/>
    <w:p w14:paraId="789628B2" w14:textId="77777777" w:rsidR="00C747C1" w:rsidRDefault="00C747C1" w:rsidP="00C747C1">
      <w:r>
        <w:t>((17))</w:t>
      </w:r>
    </w:p>
    <w:p w14:paraId="33A41AA4" w14:textId="58663723" w:rsidR="00C747C1" w:rsidRDefault="00C747C1" w:rsidP="00C747C1">
      <w:pPr>
        <w:pStyle w:val="Liste"/>
      </w:pPr>
      <w:r>
        <w:t>- beliebig beschleunigte Bewegung</w:t>
      </w:r>
    </w:p>
    <w:p w14:paraId="399EE7A9" w14:textId="77777777" w:rsidR="00C747C1" w:rsidRDefault="00C747C1" w:rsidP="00C747C1">
      <w:pPr>
        <w:pStyle w:val="Liste2"/>
      </w:pPr>
      <w:r>
        <w:t>s(t) =s_0 +\</w:t>
      </w:r>
      <w:proofErr w:type="spellStart"/>
      <w:r>
        <w:t>int</w:t>
      </w:r>
      <w:proofErr w:type="spellEnd"/>
      <w:r>
        <w:t>_{t_0}^t v(t)</w:t>
      </w:r>
      <w:proofErr w:type="spellStart"/>
      <w:r>
        <w:t>dt</w:t>
      </w:r>
      <w:proofErr w:type="spellEnd"/>
    </w:p>
    <w:p w14:paraId="202A0F52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v(t) =v_0 +\</w:t>
      </w:r>
      <w:proofErr w:type="spellStart"/>
      <w:r w:rsidRPr="004E348E">
        <w:rPr>
          <w:lang w:val="fr-FR"/>
        </w:rPr>
        <w:t>int</w:t>
      </w:r>
      <w:proofErr w:type="spellEnd"/>
      <w:r w:rsidRPr="004E348E">
        <w:rPr>
          <w:lang w:val="fr-FR"/>
        </w:rPr>
        <w:t>_{t_0}^t a(t)</w:t>
      </w:r>
      <w:proofErr w:type="spellStart"/>
      <w:r w:rsidRPr="004E348E">
        <w:rPr>
          <w:lang w:val="fr-FR"/>
        </w:rPr>
        <w:t>dt</w:t>
      </w:r>
      <w:proofErr w:type="spellEnd"/>
    </w:p>
    <w:p w14:paraId="089A76DD" w14:textId="77777777" w:rsidR="00C747C1" w:rsidRPr="004E348E" w:rsidRDefault="00C747C1" w:rsidP="00C171AA">
      <w:pPr>
        <w:pStyle w:val="Listenfortsetzung"/>
        <w:rPr>
          <w:lang w:val="fr-FR"/>
        </w:rPr>
      </w:pPr>
    </w:p>
    <w:p w14:paraId="5095637B" w14:textId="76A59B83" w:rsidR="00C747C1" w:rsidRDefault="00C747C1" w:rsidP="00C171AA">
      <w:pPr>
        <w:pStyle w:val="Listenfortsetzung"/>
      </w:pPr>
      <w:r>
        <w:t>s: Ort</w:t>
      </w:r>
      <w:r w:rsidR="00C171AA">
        <w:br/>
      </w:r>
      <w:r>
        <w:t>s_0: Anfangsort bei t =t_0</w:t>
      </w:r>
      <w:r w:rsidR="00C171AA">
        <w:br/>
      </w:r>
      <w:r>
        <w:t>v: Geschwindigkeit</w:t>
      </w:r>
      <w:r w:rsidR="00C171AA">
        <w:br/>
      </w:r>
      <w:r>
        <w:t>t: Zeit</w:t>
      </w:r>
      <w:r w:rsidR="00C171AA">
        <w:br/>
      </w:r>
      <w:r>
        <w:t>v_0: Anfangsgeschwindigkeit bei t =t_0</w:t>
      </w:r>
      <w:r w:rsidR="00C171AA">
        <w:br/>
      </w:r>
      <w:r>
        <w:t>a: Beschleunigung</w:t>
      </w:r>
    </w:p>
    <w:p w14:paraId="0E164884" w14:textId="77777777" w:rsidR="00C747C1" w:rsidRDefault="00C747C1" w:rsidP="00C171AA">
      <w:pPr>
        <w:pStyle w:val="Listenfortsetzung"/>
      </w:pPr>
    </w:p>
    <w:p w14:paraId="07E8B9D6" w14:textId="6E9C42D5" w:rsidR="00C747C1" w:rsidRDefault="00C747C1" w:rsidP="00217F85">
      <w:pPr>
        <w:pStyle w:val="berschrift4"/>
      </w:pPr>
      <w:r>
        <w:t>gleichförmige Kreisbewegung</w:t>
      </w:r>
    </w:p>
    <w:p w14:paraId="062DFDF8" w14:textId="77777777" w:rsidR="00C747C1" w:rsidRDefault="00C747C1" w:rsidP="00C747C1">
      <w:pPr>
        <w:pStyle w:val="Liste2"/>
      </w:pPr>
      <w:r>
        <w:t>~w =\</w:t>
      </w:r>
      <w:proofErr w:type="spellStart"/>
      <w:r>
        <w:t>frac</w:t>
      </w:r>
      <w:proofErr w:type="spellEnd"/>
      <w:r>
        <w:t>{~D(~f)}{~</w:t>
      </w:r>
      <w:proofErr w:type="spellStart"/>
      <w:r>
        <w:t>Dt</w:t>
      </w:r>
      <w:proofErr w:type="spellEnd"/>
      <w:r>
        <w:t xml:space="preserve">} </w:t>
      </w:r>
      <w:r>
        <w:br/>
        <w:t>=\</w:t>
      </w:r>
      <w:proofErr w:type="spellStart"/>
      <w:r>
        <w:t>frac</w:t>
      </w:r>
      <w:proofErr w:type="spellEnd"/>
      <w:r>
        <w:t xml:space="preserve">{2~p}{T} </w:t>
      </w:r>
      <w:r>
        <w:br/>
        <w:t>=2~p *f</w:t>
      </w:r>
    </w:p>
    <w:p w14:paraId="2D74C18D" w14:textId="77777777" w:rsidR="00C747C1" w:rsidRDefault="00C747C1" w:rsidP="00C747C1">
      <w:pPr>
        <w:pStyle w:val="Liste2"/>
      </w:pPr>
      <w:r>
        <w:t>v =~w *r</w:t>
      </w:r>
    </w:p>
    <w:p w14:paraId="7332095F" w14:textId="77777777" w:rsidR="00C747C1" w:rsidRDefault="00C747C1" w:rsidP="00C747C1">
      <w:pPr>
        <w:pStyle w:val="Liste2"/>
      </w:pPr>
      <w:r>
        <w:t>~w =konstant</w:t>
      </w:r>
    </w:p>
    <w:p w14:paraId="619E88D5" w14:textId="5C823846" w:rsidR="00C747C1" w:rsidRDefault="00C747C1" w:rsidP="00C747C1">
      <w:pPr>
        <w:pStyle w:val="Liste2"/>
      </w:pPr>
      <w:proofErr w:type="spellStart"/>
      <w:r>
        <w:t>a_r</w:t>
      </w:r>
      <w:proofErr w:type="spellEnd"/>
      <w:r>
        <w:t xml:space="preserve"> =\</w:t>
      </w:r>
      <w:proofErr w:type="spellStart"/>
      <w:r>
        <w:t>frac</w:t>
      </w:r>
      <w:proofErr w:type="spellEnd"/>
      <w:r>
        <w:t>{v^2}{r} =~w^2 *r</w:t>
      </w:r>
    </w:p>
    <w:p w14:paraId="19F42F05" w14:textId="77777777" w:rsidR="00C747C1" w:rsidRDefault="00C747C1" w:rsidP="00C171AA">
      <w:pPr>
        <w:pStyle w:val="Listenfortsetzung"/>
      </w:pPr>
    </w:p>
    <w:p w14:paraId="0FF2DFAA" w14:textId="698249BB" w:rsidR="00C747C1" w:rsidRDefault="00C747C1" w:rsidP="00C171AA">
      <w:pPr>
        <w:pStyle w:val="Listenfortsetzung"/>
      </w:pPr>
      <w:r>
        <w:t>~w: Winkelgeschwindigkeit</w:t>
      </w:r>
      <w:r w:rsidR="00C171AA">
        <w:br/>
      </w:r>
      <w:r>
        <w:t>~D(~f): überstrichener Winkel</w:t>
      </w:r>
      <w:r w:rsidR="00C171AA">
        <w:br/>
      </w:r>
      <w:r>
        <w:t>~</w:t>
      </w:r>
      <w:proofErr w:type="spellStart"/>
      <w:r>
        <w:t>Dt</w:t>
      </w:r>
      <w:proofErr w:type="spellEnd"/>
      <w:r>
        <w:t>: benötigte Zeit</w:t>
      </w:r>
      <w:r w:rsidR="00C171AA">
        <w:br/>
      </w:r>
      <w:r>
        <w:t>T: Umlaufdauer</w:t>
      </w:r>
      <w:r w:rsidR="00C171AA">
        <w:br/>
      </w:r>
      <w:r>
        <w:t>f: Frequenz</w:t>
      </w:r>
      <w:r w:rsidR="00C171AA">
        <w:br/>
      </w:r>
      <w:r>
        <w:t>v: Bahngeschwindigkeit</w:t>
      </w:r>
      <w:r w:rsidR="00C171AA">
        <w:br/>
      </w:r>
      <w:r>
        <w:t>r: Radius</w:t>
      </w:r>
      <w:r w:rsidR="00C171AA">
        <w:br/>
      </w:r>
      <w:proofErr w:type="spellStart"/>
      <w:r>
        <w:t>a_r</w:t>
      </w:r>
      <w:proofErr w:type="spellEnd"/>
      <w:r>
        <w:t>: Radialbeschleunigung</w:t>
      </w:r>
    </w:p>
    <w:p w14:paraId="5A12A727" w14:textId="77777777" w:rsidR="00C747C1" w:rsidRDefault="00C747C1" w:rsidP="00C747C1"/>
    <w:p w14:paraId="18A37B95" w14:textId="77777777" w:rsidR="00C747C1" w:rsidRDefault="00C747C1" w:rsidP="00C747C1">
      <w:pPr>
        <w:pStyle w:val="berschrift4"/>
      </w:pPr>
      <w:r>
        <w:t>Wurfbewegungen</w:t>
      </w:r>
    </w:p>
    <w:p w14:paraId="52C8B2A2" w14:textId="77777777" w:rsidR="00C747C1" w:rsidRDefault="00C747C1" w:rsidP="00C747C1">
      <w:r>
        <w:t>- senkrechter Wurf</w:t>
      </w:r>
    </w:p>
    <w:p w14:paraId="7879D0D5" w14:textId="77777777" w:rsidR="00C747C1" w:rsidRDefault="00C747C1" w:rsidP="00C747C1">
      <w:pPr>
        <w:pStyle w:val="Liste2"/>
      </w:pPr>
      <w:r>
        <w:t>y(t) =-1/2 *g *t^2 +v_0 *t +y_0</w:t>
      </w:r>
    </w:p>
    <w:p w14:paraId="744D6F5D" w14:textId="46B46D3B" w:rsidR="00C747C1" w:rsidRDefault="00C171AA" w:rsidP="00C747C1">
      <w:pPr>
        <w:pStyle w:val="Liste2"/>
      </w:pPr>
      <w:proofErr w:type="spellStart"/>
      <w:r>
        <w:t>v</w:t>
      </w:r>
      <w:r w:rsidR="00C747C1">
        <w:t>_y</w:t>
      </w:r>
      <w:proofErr w:type="spellEnd"/>
      <w:r w:rsidR="00C747C1">
        <w:t>(t) =-g *t +v_0</w:t>
      </w:r>
    </w:p>
    <w:p w14:paraId="59B649E1" w14:textId="77777777" w:rsidR="00C747C1" w:rsidRDefault="00C747C1" w:rsidP="00C747C1">
      <w:pPr>
        <w:pStyle w:val="Liste2"/>
      </w:pPr>
      <w:proofErr w:type="spellStart"/>
      <w:r>
        <w:t>a_y</w:t>
      </w:r>
      <w:proofErr w:type="spellEnd"/>
      <w:r>
        <w:t xml:space="preserve"> =-g</w:t>
      </w:r>
    </w:p>
    <w:p w14:paraId="413D29C2" w14:textId="77777777" w:rsidR="00C747C1" w:rsidRDefault="00C747C1" w:rsidP="00C171AA">
      <w:pPr>
        <w:pStyle w:val="Listenfortsetzung"/>
      </w:pPr>
    </w:p>
    <w:p w14:paraId="1B979FF0" w14:textId="0DA8F3EB" w:rsidR="00C747C1" w:rsidRDefault="00C747C1" w:rsidP="00C171AA">
      <w:pPr>
        <w:pStyle w:val="Listenfortsetzung"/>
      </w:pPr>
      <w:r>
        <w:lastRenderedPageBreak/>
        <w:t>y: Ort</w:t>
      </w:r>
      <w:r w:rsidR="00C171AA">
        <w:br/>
      </w:r>
      <w:r>
        <w:t>g: Fallbeschleunigung (Ortsfaktor) am Ort des Körpers</w:t>
      </w:r>
      <w:r w:rsidR="00C171AA">
        <w:br/>
      </w:r>
      <w:r>
        <w:t>t: Zeit</w:t>
      </w:r>
      <w:r w:rsidR="00C171AA">
        <w:br/>
      </w:r>
      <w:r>
        <w:t>v_0: Anfangsgeschwindigkeit bei t =0_s</w:t>
      </w:r>
      <w:r w:rsidR="00C171AA">
        <w:br/>
      </w:r>
      <w:r>
        <w:t>y_0: Anfangsort bei t =0s</w:t>
      </w:r>
      <w:r w:rsidR="00C171AA">
        <w:br/>
      </w:r>
      <w:proofErr w:type="spellStart"/>
      <w:r>
        <w:t>v_y</w:t>
      </w:r>
      <w:proofErr w:type="spellEnd"/>
      <w:r>
        <w:t>: vertikale Geschwindigkeit</w:t>
      </w:r>
      <w:r w:rsidR="00C171AA">
        <w:br/>
      </w:r>
      <w:proofErr w:type="spellStart"/>
      <w:r>
        <w:t>a_y</w:t>
      </w:r>
      <w:proofErr w:type="spellEnd"/>
      <w:r>
        <w:t>: vertikale Beschleunigung</w:t>
      </w:r>
    </w:p>
    <w:p w14:paraId="22DF83B2" w14:textId="77777777" w:rsidR="00C747C1" w:rsidRDefault="00C747C1" w:rsidP="00C747C1"/>
    <w:p w14:paraId="73CBFE68" w14:textId="77777777" w:rsidR="00C747C1" w:rsidRDefault="00C747C1" w:rsidP="00C747C1">
      <w:pPr>
        <w:pStyle w:val="Liste"/>
      </w:pPr>
      <w:r>
        <w:t>- waagerechter Wurf</w:t>
      </w:r>
    </w:p>
    <w:p w14:paraId="73EBC534" w14:textId="77777777" w:rsidR="00C747C1" w:rsidRDefault="00C747C1" w:rsidP="00C747C1">
      <w:pPr>
        <w:pStyle w:val="Liste2"/>
      </w:pPr>
      <w:r>
        <w:t>x(t) =v_0 *t</w:t>
      </w:r>
    </w:p>
    <w:p w14:paraId="36F94B9C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y(t) =-1/2 *g *t^2 +y_0</w:t>
      </w:r>
    </w:p>
    <w:p w14:paraId="14D672EC" w14:textId="77777777" w:rsidR="00C747C1" w:rsidRPr="004E348E" w:rsidRDefault="00C747C1" w:rsidP="00C747C1">
      <w:pPr>
        <w:pStyle w:val="Liste2"/>
        <w:rPr>
          <w:lang w:val="fr-FR"/>
        </w:rPr>
      </w:pPr>
      <w:proofErr w:type="spellStart"/>
      <w:r w:rsidRPr="004E348E">
        <w:rPr>
          <w:lang w:val="fr-FR"/>
        </w:rPr>
        <w:t>v_x</w:t>
      </w:r>
      <w:proofErr w:type="spellEnd"/>
      <w:r w:rsidRPr="004E348E">
        <w:rPr>
          <w:lang w:val="fr-FR"/>
        </w:rPr>
        <w:t xml:space="preserve"> =v_0</w:t>
      </w:r>
    </w:p>
    <w:p w14:paraId="020373A5" w14:textId="77777777" w:rsidR="00C747C1" w:rsidRPr="004E348E" w:rsidRDefault="00C747C1" w:rsidP="00C747C1">
      <w:pPr>
        <w:pStyle w:val="Liste2"/>
        <w:rPr>
          <w:lang w:val="fr-FR"/>
        </w:rPr>
      </w:pPr>
      <w:proofErr w:type="spellStart"/>
      <w:r w:rsidRPr="004E348E">
        <w:rPr>
          <w:lang w:val="fr-FR"/>
        </w:rPr>
        <w:t>v_y</w:t>
      </w:r>
      <w:proofErr w:type="spellEnd"/>
      <w:r w:rsidRPr="004E348E">
        <w:rPr>
          <w:lang w:val="fr-FR"/>
        </w:rPr>
        <w:t>(t) =-g *t</w:t>
      </w:r>
    </w:p>
    <w:p w14:paraId="5978455A" w14:textId="77777777" w:rsidR="00C747C1" w:rsidRDefault="00C747C1" w:rsidP="00C747C1">
      <w:pPr>
        <w:pStyle w:val="Liste2"/>
      </w:pPr>
      <w:proofErr w:type="spellStart"/>
      <w:r>
        <w:t>a_x</w:t>
      </w:r>
      <w:proofErr w:type="spellEnd"/>
      <w:r>
        <w:t xml:space="preserve"> =0\</w:t>
      </w:r>
      <w:proofErr w:type="spellStart"/>
      <w:r>
        <w:t>frac</w:t>
      </w:r>
      <w:proofErr w:type="spellEnd"/>
      <w:r>
        <w:t>{m}{s^2}</w:t>
      </w:r>
    </w:p>
    <w:p w14:paraId="76096151" w14:textId="77777777" w:rsidR="00C747C1" w:rsidRDefault="00C747C1" w:rsidP="00C747C1">
      <w:pPr>
        <w:pStyle w:val="Liste2"/>
      </w:pPr>
      <w:proofErr w:type="spellStart"/>
      <w:r>
        <w:t>a_y</w:t>
      </w:r>
      <w:proofErr w:type="spellEnd"/>
      <w:r>
        <w:t xml:space="preserve"> =-g</w:t>
      </w:r>
    </w:p>
    <w:p w14:paraId="60E7462D" w14:textId="77777777" w:rsidR="00C747C1" w:rsidRDefault="00C747C1" w:rsidP="00C171AA">
      <w:pPr>
        <w:pStyle w:val="Listenfortsetzung"/>
      </w:pPr>
    </w:p>
    <w:p w14:paraId="38030477" w14:textId="3FC7CE4A" w:rsidR="00C747C1" w:rsidRDefault="00C747C1" w:rsidP="00C171AA">
      <w:pPr>
        <w:pStyle w:val="Listenfortsetzung"/>
      </w:pPr>
      <w:r>
        <w:t>x: x-Koordinate des Ortes</w:t>
      </w:r>
      <w:r w:rsidR="00C171AA">
        <w:br/>
      </w:r>
      <w:r>
        <w:t>v_0: horizontale Anfangsgeschwindigkeit bei t =0s</w:t>
      </w:r>
      <w:r w:rsidR="00C171AA">
        <w:br/>
      </w:r>
      <w:r>
        <w:t>t: Zeit</w:t>
      </w:r>
      <w:r w:rsidR="00C171AA">
        <w:br/>
      </w:r>
      <w:r>
        <w:t>y: y-Koordinate des Ortes</w:t>
      </w:r>
      <w:r w:rsidR="00C171AA">
        <w:br/>
      </w:r>
      <w:r>
        <w:t>g: Fallbeschleunigung (Ortsfaktor) am Ort des Körpers</w:t>
      </w:r>
      <w:r w:rsidR="00C171AA">
        <w:br/>
      </w:r>
      <w:r>
        <w:t>y_0: y-Koordinate des Ortes bei t =0s</w:t>
      </w:r>
      <w:r w:rsidR="00C171AA">
        <w:br/>
      </w:r>
      <w:proofErr w:type="spellStart"/>
      <w:r>
        <w:t>v_x</w:t>
      </w:r>
      <w:proofErr w:type="spellEnd"/>
      <w:r>
        <w:t xml:space="preserve">, </w:t>
      </w:r>
      <w:proofErr w:type="spellStart"/>
      <w:r>
        <w:t>v_y</w:t>
      </w:r>
      <w:proofErr w:type="spellEnd"/>
      <w:r>
        <w:t>: Geschwindigkeitskomponente</w:t>
      </w:r>
      <w:r w:rsidR="00C171AA">
        <w:br/>
      </w:r>
      <w:proofErr w:type="spellStart"/>
      <w:r>
        <w:t>a_x</w:t>
      </w:r>
      <w:proofErr w:type="spellEnd"/>
      <w:r>
        <w:t xml:space="preserve">, </w:t>
      </w:r>
      <w:proofErr w:type="spellStart"/>
      <w:r>
        <w:t>a_y</w:t>
      </w:r>
      <w:proofErr w:type="spellEnd"/>
      <w:r>
        <w:t>: Beschleunigungskomponente</w:t>
      </w:r>
    </w:p>
    <w:p w14:paraId="66CF0D57" w14:textId="77777777" w:rsidR="00C747C1" w:rsidRDefault="00C747C1" w:rsidP="00C747C1"/>
    <w:p w14:paraId="303FA0B7" w14:textId="77777777" w:rsidR="00C747C1" w:rsidRDefault="00C747C1" w:rsidP="00C747C1">
      <w:pPr>
        <w:pStyle w:val="Liste"/>
      </w:pPr>
      <w:r>
        <w:t>- schräger Wurf</w:t>
      </w:r>
    </w:p>
    <w:p w14:paraId="14056BB8" w14:textId="77777777" w:rsidR="00C747C1" w:rsidRDefault="00C747C1" w:rsidP="00C747C1">
      <w:pPr>
        <w:pStyle w:val="Liste2"/>
      </w:pPr>
      <w:r>
        <w:t>x(t) =v_0 *t *</w:t>
      </w:r>
      <w:proofErr w:type="spellStart"/>
      <w:r>
        <w:t>cos~a</w:t>
      </w:r>
      <w:proofErr w:type="spellEnd"/>
    </w:p>
    <w:p w14:paraId="2F022027" w14:textId="47BC8C89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y(t) =-1/2 *g *t^2 +v_0 *t *</w:t>
      </w:r>
      <w:proofErr w:type="spellStart"/>
      <w:r w:rsidRPr="004E348E">
        <w:rPr>
          <w:lang w:val="fr-FR"/>
        </w:rPr>
        <w:t>sin~a</w:t>
      </w:r>
      <w:proofErr w:type="spellEnd"/>
      <w:r w:rsidRPr="004E348E">
        <w:rPr>
          <w:lang w:val="fr-FR"/>
        </w:rPr>
        <w:t xml:space="preserve"> +y_</w:t>
      </w:r>
      <w:r w:rsidR="00C171AA" w:rsidRPr="004E348E">
        <w:rPr>
          <w:lang w:val="fr-FR"/>
        </w:rPr>
        <w:t>0</w:t>
      </w:r>
    </w:p>
    <w:p w14:paraId="7F983561" w14:textId="77777777" w:rsidR="00C747C1" w:rsidRPr="004E348E" w:rsidRDefault="00C747C1" w:rsidP="00C747C1">
      <w:pPr>
        <w:pStyle w:val="Liste2"/>
        <w:rPr>
          <w:lang w:val="fr-FR"/>
        </w:rPr>
      </w:pPr>
      <w:proofErr w:type="spellStart"/>
      <w:r w:rsidRPr="004E348E">
        <w:rPr>
          <w:lang w:val="fr-FR"/>
        </w:rPr>
        <w:t>v_x</w:t>
      </w:r>
      <w:proofErr w:type="spellEnd"/>
      <w:r w:rsidRPr="004E348E">
        <w:rPr>
          <w:lang w:val="fr-FR"/>
        </w:rPr>
        <w:t xml:space="preserve"> =v_0 *</w:t>
      </w:r>
      <w:proofErr w:type="spellStart"/>
      <w:r w:rsidRPr="004E348E">
        <w:rPr>
          <w:lang w:val="fr-FR"/>
        </w:rPr>
        <w:t>cos~a</w:t>
      </w:r>
      <w:proofErr w:type="spellEnd"/>
    </w:p>
    <w:p w14:paraId="0D44D9CE" w14:textId="77777777" w:rsidR="00C747C1" w:rsidRPr="004E348E" w:rsidRDefault="00C747C1" w:rsidP="00C747C1">
      <w:pPr>
        <w:pStyle w:val="Liste2"/>
        <w:rPr>
          <w:lang w:val="fr-FR"/>
        </w:rPr>
      </w:pPr>
      <w:proofErr w:type="spellStart"/>
      <w:r w:rsidRPr="004E348E">
        <w:rPr>
          <w:lang w:val="fr-FR"/>
        </w:rPr>
        <w:t>v_y</w:t>
      </w:r>
      <w:proofErr w:type="spellEnd"/>
      <w:r w:rsidRPr="004E348E">
        <w:rPr>
          <w:lang w:val="fr-FR"/>
        </w:rPr>
        <w:t>(t) =-g *t +v_0 *</w:t>
      </w:r>
      <w:proofErr w:type="spellStart"/>
      <w:r w:rsidRPr="004E348E">
        <w:rPr>
          <w:lang w:val="fr-FR"/>
        </w:rPr>
        <w:t>sin~a</w:t>
      </w:r>
      <w:proofErr w:type="spellEnd"/>
    </w:p>
    <w:p w14:paraId="25646836" w14:textId="276849E6" w:rsidR="00C747C1" w:rsidRDefault="00C747C1" w:rsidP="00C747C1">
      <w:pPr>
        <w:pStyle w:val="Liste2"/>
      </w:pPr>
      <w:proofErr w:type="spellStart"/>
      <w:r>
        <w:t>a_x</w:t>
      </w:r>
      <w:proofErr w:type="spellEnd"/>
      <w:r>
        <w:t xml:space="preserve"> =0</w:t>
      </w:r>
      <w:r w:rsidR="00C171AA">
        <w:t xml:space="preserve"> </w:t>
      </w:r>
      <w:r>
        <w:t>\</w:t>
      </w:r>
      <w:proofErr w:type="spellStart"/>
      <w:r>
        <w:t>frac</w:t>
      </w:r>
      <w:proofErr w:type="spellEnd"/>
      <w:r>
        <w:t>{m}{s^2}</w:t>
      </w:r>
    </w:p>
    <w:p w14:paraId="17FEB82F" w14:textId="77777777" w:rsidR="00C747C1" w:rsidRDefault="00C747C1" w:rsidP="00C747C1">
      <w:pPr>
        <w:pStyle w:val="Liste2"/>
      </w:pPr>
      <w:proofErr w:type="spellStart"/>
      <w:r>
        <w:lastRenderedPageBreak/>
        <w:t>a_y</w:t>
      </w:r>
      <w:proofErr w:type="spellEnd"/>
      <w:r>
        <w:t xml:space="preserve"> =-g</w:t>
      </w:r>
    </w:p>
    <w:p w14:paraId="21ECB160" w14:textId="77777777" w:rsidR="00C747C1" w:rsidRDefault="00C747C1" w:rsidP="00C171AA">
      <w:pPr>
        <w:pStyle w:val="Listenfortsetzung"/>
      </w:pPr>
    </w:p>
    <w:p w14:paraId="3503079C" w14:textId="6147718C" w:rsidR="00C747C1" w:rsidRDefault="00C747C1" w:rsidP="00C171AA">
      <w:pPr>
        <w:pStyle w:val="Listenfortsetzung"/>
      </w:pPr>
      <w:r>
        <w:t>x: x-Koordinate des Ortes</w:t>
      </w:r>
      <w:r w:rsidR="00C171AA">
        <w:br/>
      </w:r>
      <w:r>
        <w:t>v_0: Anfangsgeschwindigkeit bei t =0s</w:t>
      </w:r>
      <w:r w:rsidR="00C171AA">
        <w:br/>
      </w:r>
      <w:r>
        <w:t>t: Zeit</w:t>
      </w:r>
      <w:r w:rsidR="00C171AA">
        <w:br/>
      </w:r>
      <w:r>
        <w:t>~a: Abwurfwinkel</w:t>
      </w:r>
      <w:r w:rsidR="00C171AA">
        <w:br/>
      </w:r>
      <w:r>
        <w:t>y: y-Koordinate des Ortes</w:t>
      </w:r>
      <w:r w:rsidR="00C171AA">
        <w:br/>
      </w:r>
      <w:r>
        <w:t>g: Fallbeschleunigung (Ortsfaktor) am Ort des Körpers</w:t>
      </w:r>
      <w:r w:rsidR="00C171AA">
        <w:br/>
      </w:r>
      <w:r>
        <w:t>y_0: y-Koordinate des Ortes bei t =0s</w:t>
      </w:r>
      <w:r w:rsidR="00C171AA">
        <w:br/>
      </w:r>
      <w:proofErr w:type="spellStart"/>
      <w:r>
        <w:t>v_x</w:t>
      </w:r>
      <w:proofErr w:type="spellEnd"/>
      <w:r>
        <w:t xml:space="preserve">, </w:t>
      </w:r>
      <w:proofErr w:type="spellStart"/>
      <w:r>
        <w:t>v_y</w:t>
      </w:r>
      <w:proofErr w:type="spellEnd"/>
      <w:r>
        <w:t>: Geschwindigkeitskomponente</w:t>
      </w:r>
      <w:r w:rsidR="00C171AA">
        <w:br/>
      </w:r>
      <w:proofErr w:type="spellStart"/>
      <w:r>
        <w:t>a_x</w:t>
      </w:r>
      <w:proofErr w:type="spellEnd"/>
      <w:r>
        <w:t xml:space="preserve">, </w:t>
      </w:r>
      <w:proofErr w:type="spellStart"/>
      <w:r>
        <w:t>a_y</w:t>
      </w:r>
      <w:proofErr w:type="spellEnd"/>
      <w:r>
        <w:t>: Beschleunigungskomponente</w:t>
      </w:r>
    </w:p>
    <w:p w14:paraId="5047BA1F" w14:textId="77777777" w:rsidR="00C747C1" w:rsidRDefault="00C747C1" w:rsidP="00C747C1"/>
    <w:p w14:paraId="6ABC17EB" w14:textId="77777777" w:rsidR="00C747C1" w:rsidRDefault="00C747C1" w:rsidP="00C747C1">
      <w:r>
        <w:t>((18))</w:t>
      </w:r>
    </w:p>
    <w:p w14:paraId="4CEE7859" w14:textId="77777777" w:rsidR="00C747C1" w:rsidRDefault="00C747C1" w:rsidP="00C747C1">
      <w:pPr>
        <w:pStyle w:val="berschrift3"/>
      </w:pPr>
      <w:r>
        <w:t>Dichte und Druck</w:t>
      </w:r>
    </w:p>
    <w:p w14:paraId="738BD056" w14:textId="77777777" w:rsidR="00C747C1" w:rsidRDefault="00C747C1" w:rsidP="00C747C1">
      <w:pPr>
        <w:pStyle w:val="berschrift4"/>
      </w:pPr>
      <w:r>
        <w:t>Dichte</w:t>
      </w:r>
    </w:p>
    <w:p w14:paraId="55C4638F" w14:textId="77777777" w:rsidR="00C747C1" w:rsidRDefault="00C747C1" w:rsidP="00C747C1">
      <w:r>
        <w:t>~r =m/V</w:t>
      </w:r>
    </w:p>
    <w:p w14:paraId="6A2C4993" w14:textId="77777777" w:rsidR="00C747C1" w:rsidRDefault="00C747C1" w:rsidP="00754AB2"/>
    <w:p w14:paraId="0D8362BF" w14:textId="016CB653" w:rsidR="00C747C1" w:rsidRDefault="00C747C1" w:rsidP="00754AB2">
      <w:r>
        <w:t>~r: Dichte</w:t>
      </w:r>
      <w:r w:rsidR="00754AB2">
        <w:br/>
      </w:r>
      <w:r>
        <w:t>m: Masse</w:t>
      </w:r>
      <w:r w:rsidR="00754AB2">
        <w:br/>
      </w:r>
      <w:r>
        <w:t>V: Volumen</w:t>
      </w:r>
    </w:p>
    <w:p w14:paraId="046FFCC0" w14:textId="77777777" w:rsidR="00C747C1" w:rsidRDefault="00C747C1" w:rsidP="00C747C1"/>
    <w:p w14:paraId="5740108A" w14:textId="77777777" w:rsidR="00C747C1" w:rsidRDefault="00C747C1" w:rsidP="00C747C1">
      <w:pPr>
        <w:pStyle w:val="berschrift4"/>
      </w:pPr>
      <w:r>
        <w:t>Druck</w:t>
      </w:r>
    </w:p>
    <w:p w14:paraId="4FC76037" w14:textId="77777777" w:rsidR="00C747C1" w:rsidRDefault="00C747C1" w:rsidP="00C747C1">
      <w:r>
        <w:t>p =\</w:t>
      </w:r>
      <w:proofErr w:type="spellStart"/>
      <w:r>
        <w:t>frac</w:t>
      </w:r>
      <w:proofErr w:type="spellEnd"/>
      <w:r>
        <w:t>{F_{\</w:t>
      </w:r>
      <w:proofErr w:type="spellStart"/>
      <w:r>
        <w:t>perp</w:t>
      </w:r>
      <w:proofErr w:type="spellEnd"/>
      <w:r>
        <w:t>}}{A}</w:t>
      </w:r>
    </w:p>
    <w:p w14:paraId="2EC2EEE8" w14:textId="77777777" w:rsidR="00C747C1" w:rsidRDefault="00C747C1" w:rsidP="00C747C1"/>
    <w:p w14:paraId="2334DA93" w14:textId="5E9C0781" w:rsidR="00C747C1" w:rsidRDefault="00C747C1" w:rsidP="00754AB2">
      <w:r>
        <w:t>p: Druck</w:t>
      </w:r>
      <w:r w:rsidR="00754AB2">
        <w:br/>
      </w:r>
      <w:r>
        <w:t>F_{\</w:t>
      </w:r>
      <w:proofErr w:type="spellStart"/>
      <w:r>
        <w:t>perp</w:t>
      </w:r>
      <w:proofErr w:type="spellEnd"/>
      <w:r>
        <w:t>}}: Kraftkomponente senkrecht auf A</w:t>
      </w:r>
      <w:r w:rsidR="00754AB2">
        <w:br/>
      </w:r>
      <w:r>
        <w:t>A: Flächeninhalt</w:t>
      </w:r>
    </w:p>
    <w:p w14:paraId="3DB2023C" w14:textId="77777777" w:rsidR="00C747C1" w:rsidRDefault="00C747C1" w:rsidP="00C747C1"/>
    <w:p w14:paraId="710C808D" w14:textId="77777777" w:rsidR="00C747C1" w:rsidRDefault="00C747C1" w:rsidP="00C747C1">
      <w:pPr>
        <w:pStyle w:val="berschrift4"/>
      </w:pPr>
      <w:r>
        <w:t>Schweredruck in Flüssigkeiten</w:t>
      </w:r>
    </w:p>
    <w:p w14:paraId="07AC8960" w14:textId="77777777" w:rsidR="00C747C1" w:rsidRDefault="00C747C1" w:rsidP="00C747C1">
      <w:r>
        <w:t>p =~r *g *h</w:t>
      </w:r>
    </w:p>
    <w:p w14:paraId="011EEDF0" w14:textId="77777777" w:rsidR="00C747C1" w:rsidRDefault="00C747C1" w:rsidP="00C747C1"/>
    <w:p w14:paraId="6A9078CB" w14:textId="286FF26E" w:rsidR="00C747C1" w:rsidRDefault="00C747C1" w:rsidP="00C747C1">
      <w:r>
        <w:lastRenderedPageBreak/>
        <w:t>p: Druck</w:t>
      </w:r>
      <w:r w:rsidR="00754AB2">
        <w:br/>
      </w:r>
      <w:r>
        <w:t>~r: Dichte der Flüssigkeit</w:t>
      </w:r>
      <w:r w:rsidR="00754AB2">
        <w:br/>
      </w:r>
      <w:r>
        <w:t>g: Fallbeschleunigung (Ortsfaktor) am Ort des Körpers</w:t>
      </w:r>
      <w:r w:rsidR="00754AB2">
        <w:br/>
      </w:r>
      <w:r>
        <w:t>h: Höhe der Flüssigkeitssäule</w:t>
      </w:r>
    </w:p>
    <w:p w14:paraId="4376FE67" w14:textId="77777777" w:rsidR="00C747C1" w:rsidRDefault="00C747C1" w:rsidP="00C747C1"/>
    <w:p w14:paraId="470A9C85" w14:textId="77777777" w:rsidR="00C747C1" w:rsidRDefault="00C747C1" w:rsidP="00C747C1">
      <w:pPr>
        <w:pStyle w:val="berschrift3"/>
      </w:pPr>
      <w:r>
        <w:t>Kraftumformende Einrichtungen</w:t>
      </w:r>
    </w:p>
    <w:p w14:paraId="7D2371C1" w14:textId="77777777" w:rsidR="00C747C1" w:rsidRDefault="00C747C1" w:rsidP="00C747C1">
      <w:pPr>
        <w:pStyle w:val="berschrift4"/>
      </w:pPr>
      <w:r>
        <w:t>schiefe Ebene</w:t>
      </w:r>
    </w:p>
    <w:p w14:paraId="53CFF857" w14:textId="77777777" w:rsidR="00C747C1" w:rsidRDefault="00C747C1" w:rsidP="00C747C1">
      <w:r>
        <w:t>F_H =F_G *</w:t>
      </w:r>
      <w:proofErr w:type="spellStart"/>
      <w:r>
        <w:t>sin~a</w:t>
      </w:r>
      <w:proofErr w:type="spellEnd"/>
    </w:p>
    <w:p w14:paraId="6C770BED" w14:textId="77777777" w:rsidR="00C747C1" w:rsidRDefault="00C747C1" w:rsidP="00C747C1">
      <w:r>
        <w:t>F_N =F_G *</w:t>
      </w:r>
      <w:proofErr w:type="spellStart"/>
      <w:r>
        <w:t>cos~a</w:t>
      </w:r>
      <w:proofErr w:type="spellEnd"/>
    </w:p>
    <w:p w14:paraId="2E1179A3" w14:textId="77777777" w:rsidR="00C747C1" w:rsidRDefault="00C747C1" w:rsidP="00C747C1">
      <w:r>
        <w:t>\</w:t>
      </w:r>
      <w:proofErr w:type="spellStart"/>
      <w:r>
        <w:t>frac</w:t>
      </w:r>
      <w:proofErr w:type="spellEnd"/>
      <w:r>
        <w:t>{F_H}{F_G} =h/l</w:t>
      </w:r>
    </w:p>
    <w:p w14:paraId="6F74237A" w14:textId="77777777" w:rsidR="00C747C1" w:rsidRDefault="00C747C1" w:rsidP="00C747C1"/>
    <w:p w14:paraId="11769579" w14:textId="266E7392" w:rsidR="00C747C1" w:rsidRDefault="00C747C1" w:rsidP="00C747C1">
      <w:r>
        <w:t>F_H: Hangabtriebskraft</w:t>
      </w:r>
      <w:r w:rsidR="00754AB2">
        <w:br/>
      </w:r>
      <w:r>
        <w:t>F_G: Gewichtskraft</w:t>
      </w:r>
      <w:r w:rsidR="00754AB2">
        <w:br/>
      </w:r>
      <w:r>
        <w:t>~a: Neigungswinkel der Ebene gegenüber der Horizontalen</w:t>
      </w:r>
      <w:r w:rsidR="00754AB2">
        <w:br/>
      </w:r>
      <w:r>
        <w:t>F_N: Normalkraft</w:t>
      </w:r>
      <w:r w:rsidR="00754AB2">
        <w:br/>
      </w:r>
      <w:r>
        <w:t>h: Höhe der schiefen Ebene</w:t>
      </w:r>
      <w:r w:rsidR="00754AB2">
        <w:br/>
      </w:r>
      <w:r>
        <w:t>l: Länge der schiefen Ebene</w:t>
      </w:r>
    </w:p>
    <w:p w14:paraId="0D510400" w14:textId="77777777" w:rsidR="00C747C1" w:rsidRDefault="00C747C1" w:rsidP="00C747C1"/>
    <w:p w14:paraId="78131A96" w14:textId="77777777" w:rsidR="00C747C1" w:rsidRDefault="00C747C1" w:rsidP="00C747C1">
      <w:pPr>
        <w:pStyle w:val="berschrift4"/>
      </w:pPr>
      <w:r>
        <w:t>Hebelgesetz</w:t>
      </w:r>
    </w:p>
    <w:p w14:paraId="0FEFDB3D" w14:textId="77777777" w:rsidR="00C747C1" w:rsidRDefault="00C747C1" w:rsidP="00C747C1">
      <w:r>
        <w:t>M_1 =M_2</w:t>
      </w:r>
    </w:p>
    <w:p w14:paraId="7FBA789D" w14:textId="77777777" w:rsidR="00C747C1" w:rsidRDefault="00C747C1" w:rsidP="00C747C1">
      <w:r>
        <w:t>F_1 *l_1 =F_2 *l_2</w:t>
      </w:r>
    </w:p>
    <w:p w14:paraId="2FB22DDA" w14:textId="77777777" w:rsidR="00C747C1" w:rsidRDefault="00C747C1" w:rsidP="00C747C1"/>
    <w:p w14:paraId="68046B1C" w14:textId="3429272C" w:rsidR="00C747C1" w:rsidRDefault="00C747C1" w:rsidP="00754AB2">
      <w:r>
        <w:t>M: Drehmoment</w:t>
      </w:r>
      <w:r w:rsidR="00754AB2">
        <w:br/>
      </w:r>
      <w:r>
        <w:t>F: Kraft auf Hebelarm</w:t>
      </w:r>
      <w:r w:rsidR="00754AB2">
        <w:br/>
      </w:r>
      <w:r>
        <w:t>l: Länge des Hebelarms</w:t>
      </w:r>
    </w:p>
    <w:p w14:paraId="0C8E07DD" w14:textId="77777777" w:rsidR="00C747C1" w:rsidRDefault="00C747C1" w:rsidP="00C747C1"/>
    <w:p w14:paraId="3FD051F9" w14:textId="77777777" w:rsidR="00C747C1" w:rsidRDefault="00C747C1" w:rsidP="00C747C1">
      <w:pPr>
        <w:pStyle w:val="berschrift4"/>
      </w:pPr>
      <w:r>
        <w:t xml:space="preserve">Rollen, (lineare) Flaschenzüge </w:t>
      </w:r>
    </w:p>
    <w:p w14:paraId="35E58923" w14:textId="77777777" w:rsidR="00C747C1" w:rsidRDefault="00C747C1" w:rsidP="00C747C1">
      <w:r>
        <w:t>F_Z =1/n *F_L</w:t>
      </w:r>
    </w:p>
    <w:p w14:paraId="41CAC8B9" w14:textId="77777777" w:rsidR="00C747C1" w:rsidRDefault="00C747C1" w:rsidP="00C747C1">
      <w:proofErr w:type="spellStart"/>
      <w:r>
        <w:t>s_Z</w:t>
      </w:r>
      <w:proofErr w:type="spellEnd"/>
      <w:r>
        <w:t xml:space="preserve"> =n *</w:t>
      </w:r>
      <w:proofErr w:type="spellStart"/>
      <w:r>
        <w:t>s_L</w:t>
      </w:r>
      <w:proofErr w:type="spellEnd"/>
    </w:p>
    <w:p w14:paraId="1B834637" w14:textId="77777777" w:rsidR="00C747C1" w:rsidRDefault="00C747C1" w:rsidP="00C747C1"/>
    <w:p w14:paraId="0C2D710D" w14:textId="726D89EF" w:rsidR="00C747C1" w:rsidRDefault="00C747C1" w:rsidP="00754AB2">
      <w:r>
        <w:lastRenderedPageBreak/>
        <w:t>F_Z, F_L: Zug- bzw. Lastkraft</w:t>
      </w:r>
      <w:r w:rsidR="00754AB2">
        <w:br/>
      </w:r>
      <w:proofErr w:type="spellStart"/>
      <w:r>
        <w:t>s_Z</w:t>
      </w:r>
      <w:proofErr w:type="spellEnd"/>
      <w:r>
        <w:t xml:space="preserve">, </w:t>
      </w:r>
      <w:proofErr w:type="spellStart"/>
      <w:r>
        <w:t>s_L</w:t>
      </w:r>
      <w:proofErr w:type="spellEnd"/>
      <w:r>
        <w:t xml:space="preserve">: Zug- bzw. </w:t>
      </w:r>
      <w:proofErr w:type="spellStart"/>
      <w:r>
        <w:t>Lastweg</w:t>
      </w:r>
      <w:proofErr w:type="spellEnd"/>
      <w:r w:rsidR="00754AB2">
        <w:br/>
      </w:r>
      <w:r>
        <w:t>n: Anzahl der tragenden Seile/Seilstücke</w:t>
      </w:r>
    </w:p>
    <w:p w14:paraId="4656B17A" w14:textId="77777777" w:rsidR="00C747C1" w:rsidRDefault="00C747C1" w:rsidP="00C747C1"/>
    <w:p w14:paraId="06E3602D" w14:textId="77777777" w:rsidR="00C747C1" w:rsidRDefault="00C747C1" w:rsidP="00C747C1">
      <w:pPr>
        <w:pStyle w:val="berschrift3"/>
      </w:pPr>
      <w:r>
        <w:t>Mechanische Energie</w:t>
      </w:r>
    </w:p>
    <w:p w14:paraId="5BED636E" w14:textId="77777777" w:rsidR="00C747C1" w:rsidRDefault="00C747C1" w:rsidP="00C747C1">
      <w:pPr>
        <w:pStyle w:val="berschrift4"/>
      </w:pPr>
      <w:r>
        <w:t>kinetische Energie der Translation (Bewegungsenergie)</w:t>
      </w:r>
    </w:p>
    <w:p w14:paraId="3D0C5EEF" w14:textId="77777777" w:rsidR="00C747C1" w:rsidRDefault="00C747C1" w:rsidP="00C747C1">
      <w:r>
        <w:t>E =1/2 *m *v^2</w:t>
      </w:r>
    </w:p>
    <w:p w14:paraId="1EA2C6DA" w14:textId="77777777" w:rsidR="00C747C1" w:rsidRDefault="00C747C1" w:rsidP="00C747C1"/>
    <w:p w14:paraId="6671145B" w14:textId="6B06C392" w:rsidR="00C747C1" w:rsidRDefault="00C747C1" w:rsidP="00754AB2">
      <w:r>
        <w:t>E: Energie</w:t>
      </w:r>
      <w:r w:rsidR="00754AB2">
        <w:br/>
      </w:r>
      <w:r>
        <w:t>m: Masse</w:t>
      </w:r>
      <w:r w:rsidR="00754AB2">
        <w:br/>
      </w:r>
      <w:r>
        <w:t>v: Geschwindigkeit</w:t>
      </w:r>
    </w:p>
    <w:p w14:paraId="1B26DA27" w14:textId="77777777" w:rsidR="00C747C1" w:rsidRDefault="00C747C1" w:rsidP="00C747C1"/>
    <w:p w14:paraId="3C8BBDA5" w14:textId="77777777" w:rsidR="00C747C1" w:rsidRDefault="00C747C1" w:rsidP="00C747C1">
      <w:pPr>
        <w:pStyle w:val="berschrift4"/>
      </w:pPr>
      <w:r>
        <w:t>kinetische Energie der Rotation (Rotationsenergie)</w:t>
      </w:r>
    </w:p>
    <w:p w14:paraId="57F7349D" w14:textId="77777777" w:rsidR="00C747C1" w:rsidRDefault="00C747C1" w:rsidP="00C747C1">
      <w:r>
        <w:t>E =1/2 *J *~w^2</w:t>
      </w:r>
    </w:p>
    <w:p w14:paraId="41AA446D" w14:textId="77777777" w:rsidR="00C747C1" w:rsidRDefault="00C747C1" w:rsidP="00C747C1"/>
    <w:p w14:paraId="5525B2C2" w14:textId="376D60E0" w:rsidR="00C747C1" w:rsidRDefault="00C747C1" w:rsidP="00754AB2">
      <w:r>
        <w:t>E: Energie</w:t>
      </w:r>
      <w:r w:rsidR="00754AB2">
        <w:br/>
      </w:r>
      <w:r>
        <w:t>J: Trägheitsmoment</w:t>
      </w:r>
      <w:r w:rsidR="00754AB2">
        <w:br/>
      </w:r>
      <w:r>
        <w:t>~w: Winkelgeschwindigkeit</w:t>
      </w:r>
    </w:p>
    <w:p w14:paraId="22479D5C" w14:textId="77777777" w:rsidR="00C747C1" w:rsidRDefault="00C747C1" w:rsidP="00C747C1"/>
    <w:p w14:paraId="306CA6F1" w14:textId="77777777" w:rsidR="00C747C1" w:rsidRDefault="00C747C1" w:rsidP="00C747C1">
      <w:pPr>
        <w:pStyle w:val="berschrift4"/>
      </w:pPr>
      <w:r>
        <w:t>potenzielle Energie im homogenen Gravitationsfeld (Lageenergie)</w:t>
      </w:r>
    </w:p>
    <w:p w14:paraId="534D4131" w14:textId="77777777" w:rsidR="00C747C1" w:rsidRDefault="00C747C1" w:rsidP="00C747C1">
      <w:r>
        <w:t>E =F_G *h =m *g *h</w:t>
      </w:r>
    </w:p>
    <w:p w14:paraId="55CAE63E" w14:textId="77777777" w:rsidR="00C747C1" w:rsidRDefault="00C747C1" w:rsidP="00C747C1"/>
    <w:p w14:paraId="672CE63B" w14:textId="68F9C750" w:rsidR="00C747C1" w:rsidRDefault="00C747C1" w:rsidP="00ED00C4">
      <w:r>
        <w:t>E: Energie</w:t>
      </w:r>
      <w:r w:rsidR="00754AB2">
        <w:br/>
      </w:r>
      <w:r>
        <w:t>F_G: Gewichtskraft</w:t>
      </w:r>
      <w:r w:rsidR="00754AB2">
        <w:br/>
      </w:r>
      <w:r>
        <w:t>h: Höhe des Körpers über dem Bezugspunkt</w:t>
      </w:r>
      <w:r w:rsidR="00754AB2">
        <w:br/>
      </w:r>
      <w:r>
        <w:t>m: Masse</w:t>
      </w:r>
      <w:r w:rsidR="00754AB2">
        <w:br/>
      </w:r>
      <w:r>
        <w:t>g: Fallbeschleunigung (Ortsfaktor)</w:t>
      </w:r>
    </w:p>
    <w:p w14:paraId="408950F5" w14:textId="77777777" w:rsidR="00C747C1" w:rsidRDefault="00C747C1" w:rsidP="00C747C1"/>
    <w:p w14:paraId="6EF39394" w14:textId="77777777" w:rsidR="00C747C1" w:rsidRDefault="00C747C1" w:rsidP="00C747C1">
      <w:r>
        <w:t>((19))</w:t>
      </w:r>
    </w:p>
    <w:p w14:paraId="11718709" w14:textId="77777777" w:rsidR="00C747C1" w:rsidRDefault="00C747C1" w:rsidP="00C747C1">
      <w:pPr>
        <w:pStyle w:val="berschrift4"/>
      </w:pPr>
      <w:r>
        <w:t>Energie einer idealen (</w:t>
      </w:r>
      <w:proofErr w:type="spellStart"/>
      <w:r>
        <w:t>Hooke'schen</w:t>
      </w:r>
      <w:proofErr w:type="spellEnd"/>
      <w:r>
        <w:t>) Feder (Spannenergie)</w:t>
      </w:r>
    </w:p>
    <w:p w14:paraId="4B5617E5" w14:textId="77777777" w:rsidR="00C747C1" w:rsidRDefault="00C747C1" w:rsidP="00C747C1">
      <w:r>
        <w:t>E =1/2 *D *s^2</w:t>
      </w:r>
    </w:p>
    <w:p w14:paraId="40DF8BCD" w14:textId="77777777" w:rsidR="00C747C1" w:rsidRDefault="00C747C1" w:rsidP="00C747C1"/>
    <w:p w14:paraId="11CD395F" w14:textId="7482496A" w:rsidR="00C747C1" w:rsidRDefault="00C747C1" w:rsidP="00ED00C4">
      <w:r>
        <w:t>E: Energie</w:t>
      </w:r>
      <w:r w:rsidR="00ED00C4">
        <w:br/>
      </w:r>
      <w:r>
        <w:t>D: Federhärte, Richtgröße</w:t>
      </w:r>
      <w:r w:rsidR="00ED00C4">
        <w:br/>
      </w:r>
      <w:r>
        <w:t>s: Dehnung der Feder</w:t>
      </w:r>
    </w:p>
    <w:p w14:paraId="091EBAA5" w14:textId="77777777" w:rsidR="00C747C1" w:rsidRDefault="00C747C1" w:rsidP="00C747C1"/>
    <w:p w14:paraId="7AEB0A34" w14:textId="77777777" w:rsidR="00C747C1" w:rsidRDefault="00C747C1" w:rsidP="00C747C1">
      <w:pPr>
        <w:pStyle w:val="berschrift3"/>
      </w:pPr>
      <w:r>
        <w:t>Mechanische Arbeit</w:t>
      </w:r>
    </w:p>
    <w:p w14:paraId="25F36AEC" w14:textId="77777777" w:rsidR="00C747C1" w:rsidRDefault="00C747C1" w:rsidP="00C747C1">
      <w:pPr>
        <w:pStyle w:val="berschrift4"/>
      </w:pPr>
      <w:r>
        <w:t>mechanische Arbeit</w:t>
      </w:r>
    </w:p>
    <w:p w14:paraId="0659A74B" w14:textId="77777777" w:rsidR="00C747C1" w:rsidRDefault="00C747C1" w:rsidP="00C747C1">
      <w:r>
        <w:t>W =~DE</w:t>
      </w:r>
    </w:p>
    <w:p w14:paraId="3873ADA1" w14:textId="77777777" w:rsidR="00C747C1" w:rsidRDefault="00C747C1" w:rsidP="00C747C1"/>
    <w:p w14:paraId="425541FF" w14:textId="641A4283" w:rsidR="00C747C1" w:rsidRDefault="00C747C1" w:rsidP="00ED00C4">
      <w:r>
        <w:t>W: Arbeit</w:t>
      </w:r>
      <w:r w:rsidR="00ED00C4">
        <w:br/>
      </w:r>
      <w:r>
        <w:t>~DE: Energiedifferenz</w:t>
      </w:r>
    </w:p>
    <w:p w14:paraId="5BD1AEAC" w14:textId="77777777" w:rsidR="00C747C1" w:rsidRDefault="00C747C1" w:rsidP="00C747C1"/>
    <w:p w14:paraId="1626F0ED" w14:textId="77777777" w:rsidR="00C747C1" w:rsidRDefault="00C747C1" w:rsidP="00C747C1">
      <w:pPr>
        <w:pStyle w:val="berschrift4"/>
      </w:pPr>
      <w:r>
        <w:t>Zusammenhang zwischen Arbeit, Kraft und zurückgelegtem Weg</w:t>
      </w:r>
    </w:p>
    <w:p w14:paraId="6EF571E9" w14:textId="2FA6C632" w:rsidR="00C747C1" w:rsidRDefault="00C747C1" w:rsidP="00C747C1">
      <w:pPr>
        <w:pStyle w:val="Liste"/>
      </w:pPr>
      <w:r>
        <w:t>- Für F =konstant und</w:t>
      </w:r>
      <w:r w:rsidR="00ED00C4">
        <w:br/>
      </w:r>
      <w:r>
        <w:t>\</w:t>
      </w:r>
      <w:proofErr w:type="spellStart"/>
      <w:r>
        <w:t>vec</w:t>
      </w:r>
      <w:proofErr w:type="spellEnd"/>
      <w:r>
        <w:t>{F} \| ~D\</w:t>
      </w:r>
      <w:proofErr w:type="spellStart"/>
      <w:r>
        <w:t>vec</w:t>
      </w:r>
      <w:proofErr w:type="spellEnd"/>
      <w:r>
        <w:t>{s} gilt:</w:t>
      </w:r>
    </w:p>
    <w:p w14:paraId="591FF23A" w14:textId="77777777" w:rsidR="00C747C1" w:rsidRDefault="00C747C1" w:rsidP="00C747C1">
      <w:pPr>
        <w:pStyle w:val="Liste2"/>
      </w:pPr>
      <w:r>
        <w:t>W =~DE =F *~</w:t>
      </w:r>
      <w:proofErr w:type="spellStart"/>
      <w:r>
        <w:t>Ds</w:t>
      </w:r>
      <w:proofErr w:type="spellEnd"/>
    </w:p>
    <w:p w14:paraId="399C7B34" w14:textId="77777777" w:rsidR="00C747C1" w:rsidRDefault="00C747C1" w:rsidP="00ED00C4">
      <w:pPr>
        <w:pStyle w:val="Listenfortsetzung"/>
      </w:pPr>
    </w:p>
    <w:p w14:paraId="32802AEB" w14:textId="07BEFF4A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</w:p>
    <w:p w14:paraId="79FB40D9" w14:textId="77777777" w:rsidR="00C747C1" w:rsidRDefault="00C747C1" w:rsidP="00C747C1"/>
    <w:p w14:paraId="36F3CFFA" w14:textId="54E85D97" w:rsidR="00C747C1" w:rsidRDefault="00C747C1" w:rsidP="00C747C1">
      <w:pPr>
        <w:pStyle w:val="Liste"/>
      </w:pPr>
      <w:r>
        <w:t>- Wenn die Kraft- und Wegvektoren den Winkel ~a einschließen, gilt für F =konstant:</w:t>
      </w:r>
    </w:p>
    <w:p w14:paraId="427E6923" w14:textId="715B4F15" w:rsidR="00C747C1" w:rsidRDefault="00C747C1" w:rsidP="00C747C1">
      <w:pPr>
        <w:pStyle w:val="Liste2"/>
      </w:pPr>
      <w:r>
        <w:t xml:space="preserve">W </w:t>
      </w:r>
      <w:r w:rsidR="00ED00C4">
        <w:t>=</w:t>
      </w:r>
      <w:r>
        <w:t>~DE =F *~</w:t>
      </w:r>
      <w:proofErr w:type="spellStart"/>
      <w:r>
        <w:t>Ds</w:t>
      </w:r>
      <w:proofErr w:type="spellEnd"/>
      <w:r>
        <w:t xml:space="preserve"> *</w:t>
      </w:r>
      <w:proofErr w:type="spellStart"/>
      <w:r>
        <w:t>cos~a</w:t>
      </w:r>
      <w:proofErr w:type="spellEnd"/>
    </w:p>
    <w:p w14:paraId="069429DA" w14:textId="77777777" w:rsidR="00C747C1" w:rsidRDefault="00C747C1" w:rsidP="00ED00C4">
      <w:pPr>
        <w:pStyle w:val="Listenfortsetzung"/>
      </w:pPr>
    </w:p>
    <w:p w14:paraId="31CF50DB" w14:textId="3BF676CD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  <w:r w:rsidR="00ED00C4">
        <w:br/>
      </w:r>
      <w:r>
        <w:t>~a: Winkel zwischen \</w:t>
      </w:r>
      <w:proofErr w:type="spellStart"/>
      <w:r>
        <w:t>vec</w:t>
      </w:r>
      <w:proofErr w:type="spellEnd"/>
      <w:r>
        <w:t xml:space="preserve">{F} und </w:t>
      </w:r>
      <w:r w:rsidR="00ED00C4">
        <w:t>~D</w:t>
      </w:r>
      <w:r>
        <w:t>\</w:t>
      </w:r>
      <w:proofErr w:type="spellStart"/>
      <w:r>
        <w:t>vec</w:t>
      </w:r>
      <w:proofErr w:type="spellEnd"/>
      <w:r>
        <w:t>{s}</w:t>
      </w:r>
    </w:p>
    <w:p w14:paraId="795DA2E5" w14:textId="77777777" w:rsidR="00C747C1" w:rsidRDefault="00C747C1" w:rsidP="00C747C1"/>
    <w:p w14:paraId="183F1405" w14:textId="77777777" w:rsidR="00C747C1" w:rsidRDefault="00C747C1" w:rsidP="00C747C1">
      <w:pPr>
        <w:pStyle w:val="Liste"/>
      </w:pPr>
      <w:r>
        <w:lastRenderedPageBreak/>
        <w:t>- Für eine vom Ort s abhängige Kraft \</w:t>
      </w:r>
      <w:proofErr w:type="spellStart"/>
      <w:r>
        <w:t>vec</w:t>
      </w:r>
      <w:proofErr w:type="spellEnd"/>
      <w:r>
        <w:t>{F}(s) gilt unter der Bedingung</w:t>
      </w:r>
      <w:r>
        <w:br/>
        <w:t>\</w:t>
      </w:r>
      <w:proofErr w:type="spellStart"/>
      <w:r>
        <w:t>vec</w:t>
      </w:r>
      <w:proofErr w:type="spellEnd"/>
      <w:r>
        <w:t>{F} \| d\</w:t>
      </w:r>
      <w:proofErr w:type="spellStart"/>
      <w:r>
        <w:t>vec</w:t>
      </w:r>
      <w:proofErr w:type="spellEnd"/>
      <w:r>
        <w:t>{s}:</w:t>
      </w:r>
    </w:p>
    <w:p w14:paraId="46EFBBCA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W =~DE =\int_{s_1}^{s_2} F(s)ds</w:t>
      </w:r>
    </w:p>
    <w:p w14:paraId="76040228" w14:textId="77777777" w:rsidR="00C747C1" w:rsidRPr="004E348E" w:rsidRDefault="00C747C1" w:rsidP="00ED00C4">
      <w:pPr>
        <w:pStyle w:val="Listenfortsetzung"/>
        <w:rPr>
          <w:lang w:val="en-GB"/>
        </w:rPr>
      </w:pPr>
    </w:p>
    <w:p w14:paraId="1A1BD1B8" w14:textId="282E753E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</w:p>
    <w:p w14:paraId="3849380A" w14:textId="77777777" w:rsidR="00C747C1" w:rsidRDefault="00C747C1" w:rsidP="00C747C1"/>
    <w:p w14:paraId="6BF7BA50" w14:textId="77777777" w:rsidR="00C747C1" w:rsidRDefault="00C747C1" w:rsidP="00C747C1">
      <w:pPr>
        <w:pStyle w:val="berschrift3"/>
      </w:pPr>
      <w:r>
        <w:t>Leistung und Wirkungsgrad</w:t>
      </w:r>
    </w:p>
    <w:p w14:paraId="19B3715F" w14:textId="77777777" w:rsidR="00C747C1" w:rsidRDefault="00C747C1" w:rsidP="00C747C1">
      <w:pPr>
        <w:pStyle w:val="berschrift4"/>
      </w:pPr>
      <w:r>
        <w:t>mittlere Leistung (Energiestromstärke)</w:t>
      </w:r>
    </w:p>
    <w:p w14:paraId="141108FB" w14:textId="77777777" w:rsidR="00C747C1" w:rsidRDefault="00C747C1" w:rsidP="00C747C1">
      <w:r>
        <w:t>\</w:t>
      </w:r>
      <w:proofErr w:type="spellStart"/>
      <w:r>
        <w:t>ol</w:t>
      </w:r>
      <w:proofErr w:type="spellEnd"/>
      <w:r>
        <w:t>{P} =\</w:t>
      </w:r>
      <w:proofErr w:type="spellStart"/>
      <w:r>
        <w:t>frac</w:t>
      </w:r>
      <w:proofErr w:type="spellEnd"/>
      <w:r>
        <w:t>{~DE}{~</w:t>
      </w:r>
      <w:proofErr w:type="spellStart"/>
      <w:r>
        <w:t>Dt</w:t>
      </w:r>
      <w:proofErr w:type="spellEnd"/>
      <w:r>
        <w:t>}</w:t>
      </w:r>
    </w:p>
    <w:p w14:paraId="6C9232E3" w14:textId="77777777" w:rsidR="00C747C1" w:rsidRDefault="00C747C1" w:rsidP="00C747C1"/>
    <w:p w14:paraId="52A61F28" w14:textId="738A98EB" w:rsidR="00C747C1" w:rsidRDefault="00C747C1" w:rsidP="00D148CD">
      <w:r>
        <w:t>\</w:t>
      </w:r>
      <w:proofErr w:type="spellStart"/>
      <w:r>
        <w:t>ol</w:t>
      </w:r>
      <w:proofErr w:type="spellEnd"/>
      <w:r>
        <w:t>{P}: mittlere Leistung (Energiestromstärke)</w:t>
      </w:r>
      <w:r w:rsidR="00D148CD">
        <w:br/>
      </w:r>
      <w:r>
        <w:t>E: Energie</w:t>
      </w:r>
      <w:r w:rsidR="00D148CD">
        <w:br/>
      </w:r>
      <w:r>
        <w:t>t: Zeit</w:t>
      </w:r>
    </w:p>
    <w:p w14:paraId="4A063226" w14:textId="77777777" w:rsidR="00C747C1" w:rsidRDefault="00C747C1" w:rsidP="00C747C1"/>
    <w:p w14:paraId="6ABEB5DE" w14:textId="77777777" w:rsidR="00C747C1" w:rsidRDefault="00C747C1" w:rsidP="00C747C1">
      <w:pPr>
        <w:pStyle w:val="berschrift4"/>
      </w:pPr>
      <w:r>
        <w:t>momentane Leistung (Energiestromstärke)</w:t>
      </w:r>
    </w:p>
    <w:p w14:paraId="3153EC3A" w14:textId="77777777" w:rsidR="00C747C1" w:rsidRDefault="00C747C1" w:rsidP="00C747C1">
      <w:r>
        <w:t>P(t) =\</w:t>
      </w:r>
      <w:proofErr w:type="spellStart"/>
      <w:r>
        <w:t>frac</w:t>
      </w:r>
      <w:proofErr w:type="spellEnd"/>
      <w:r>
        <w:t>{</w:t>
      </w:r>
      <w:proofErr w:type="spellStart"/>
      <w:r>
        <w:t>dE</w:t>
      </w:r>
      <w:proofErr w:type="spellEnd"/>
      <w:r>
        <w:t>}{</w:t>
      </w:r>
      <w:proofErr w:type="spellStart"/>
      <w:r>
        <w:t>dt</w:t>
      </w:r>
      <w:proofErr w:type="spellEnd"/>
      <w:r>
        <w:t>}</w:t>
      </w:r>
    </w:p>
    <w:p w14:paraId="7B9A3A18" w14:textId="77777777" w:rsidR="00C747C1" w:rsidRDefault="00C747C1" w:rsidP="00C747C1">
      <w:r>
        <w:t>P(t) =F *v(t)</w:t>
      </w:r>
    </w:p>
    <w:p w14:paraId="66B3A06E" w14:textId="77777777" w:rsidR="00C747C1" w:rsidRDefault="00C747C1" w:rsidP="00C747C1"/>
    <w:p w14:paraId="6A55A1D3" w14:textId="5D683A29" w:rsidR="00C747C1" w:rsidRDefault="00C747C1" w:rsidP="00D148CD">
      <w:r>
        <w:t>P: Leistung (Energiestromstärke)</w:t>
      </w:r>
      <w:r w:rsidR="00D148CD">
        <w:br/>
      </w:r>
      <w:r>
        <w:t>E: Energie</w:t>
      </w:r>
      <w:r w:rsidR="00D148CD">
        <w:br/>
      </w:r>
      <w:r>
        <w:t>t: Zeit</w:t>
      </w:r>
      <w:r w:rsidR="00D148CD">
        <w:br/>
      </w:r>
      <w:r>
        <w:t>F: Kraft</w:t>
      </w:r>
      <w:r w:rsidR="00D148CD">
        <w:br/>
      </w:r>
      <w:r>
        <w:t>v: Geschwindigkeit</w:t>
      </w:r>
    </w:p>
    <w:p w14:paraId="722E1076" w14:textId="77777777" w:rsidR="00C747C1" w:rsidRDefault="00C747C1" w:rsidP="00C747C1"/>
    <w:p w14:paraId="6C3A85E3" w14:textId="77777777" w:rsidR="00C747C1" w:rsidRDefault="00C747C1" w:rsidP="00C747C1">
      <w:pPr>
        <w:pStyle w:val="berschrift4"/>
      </w:pPr>
      <w:r>
        <w:t>Wirkungsgrad</w:t>
      </w:r>
    </w:p>
    <w:p w14:paraId="1C2F3B98" w14:textId="77777777" w:rsidR="00C747C1" w:rsidRPr="00A72EE0" w:rsidRDefault="00C747C1" w:rsidP="00D148CD">
      <w:pPr>
        <w:pStyle w:val="Liste"/>
      </w:pPr>
      <w:r>
        <w:t>~j =\</w:t>
      </w:r>
      <w:proofErr w:type="spellStart"/>
      <w:r>
        <w:t>frac</w:t>
      </w:r>
      <w:proofErr w:type="spellEnd"/>
      <w:r>
        <w:t xml:space="preserve">{P_{nutz}}{P_{zu}} </w:t>
      </w:r>
      <w:r>
        <w:br/>
        <w:t>=\</w:t>
      </w:r>
      <w:proofErr w:type="spellStart"/>
      <w:r>
        <w:t>frac</w:t>
      </w:r>
      <w:proofErr w:type="spellEnd"/>
      <w:r>
        <w:t>{~DE_{nutz}}{~DE_{zu}}</w:t>
      </w:r>
    </w:p>
    <w:p w14:paraId="5B0DFFDF" w14:textId="77777777" w:rsidR="00C747C1" w:rsidRDefault="00C747C1" w:rsidP="00C747C1">
      <w:pPr>
        <w:pStyle w:val="Liste"/>
      </w:pPr>
    </w:p>
    <w:p w14:paraId="2015631A" w14:textId="25395398" w:rsidR="00C747C1" w:rsidRDefault="00C747C1" w:rsidP="00D148CD">
      <w:r>
        <w:lastRenderedPageBreak/>
        <w:t>~j: Wirkungsgrad</w:t>
      </w:r>
      <w:r w:rsidR="00D148CD">
        <w:br/>
      </w:r>
      <w:r>
        <w:t>P_{nutz}: Betrag der abgegebenen, genutzten Leistung</w:t>
      </w:r>
      <w:r w:rsidR="00D148CD">
        <w:br/>
      </w:r>
      <w:r>
        <w:t>P_{zu}: Betrag der aufgewandten, zugeführten Leistung</w:t>
      </w:r>
      <w:r w:rsidR="00D148CD">
        <w:br/>
      </w:r>
      <w:r>
        <w:t>E_{nutz}: Betrag der abgegebenen, genutzten Energie</w:t>
      </w:r>
      <w:r w:rsidR="00D148CD">
        <w:br/>
      </w:r>
      <w:r>
        <w:t>E_{zu}: Betrag der aufgewandten, zugeführten Energie</w:t>
      </w:r>
    </w:p>
    <w:p w14:paraId="6F87A87F" w14:textId="77777777" w:rsidR="00C747C1" w:rsidRDefault="00C747C1" w:rsidP="00C747C1"/>
    <w:p w14:paraId="4257F7FD" w14:textId="77777777" w:rsidR="00C747C1" w:rsidRDefault="00C747C1" w:rsidP="00C747C1">
      <w:r>
        <w:t>((20))</w:t>
      </w:r>
    </w:p>
    <w:p w14:paraId="43D17575" w14:textId="77777777" w:rsidR="00C747C1" w:rsidRDefault="00C747C1" w:rsidP="00C747C1">
      <w:pPr>
        <w:pStyle w:val="berschrift3"/>
      </w:pPr>
      <w:r>
        <w:t>Energieerhaltungssatz</w:t>
      </w:r>
    </w:p>
    <w:p w14:paraId="5593ED75" w14:textId="77777777" w:rsidR="00C747C1" w:rsidRDefault="00C747C1" w:rsidP="00C747C1">
      <w:r>
        <w:t>E_{</w:t>
      </w:r>
      <w:proofErr w:type="spellStart"/>
      <w:r>
        <w:t>ges</w:t>
      </w:r>
      <w:proofErr w:type="spellEnd"/>
      <w:r>
        <w:t>} =E_1 +E_2 +... =konstant</w:t>
      </w:r>
    </w:p>
    <w:p w14:paraId="2709872F" w14:textId="77777777" w:rsidR="00C747C1" w:rsidRDefault="00C747C1" w:rsidP="00C747C1"/>
    <w:p w14:paraId="4A73B7B1" w14:textId="4A345766" w:rsidR="00C747C1" w:rsidRDefault="00C747C1" w:rsidP="00D148CD">
      <w:r>
        <w:t>E_{</w:t>
      </w:r>
      <w:proofErr w:type="spellStart"/>
      <w:r>
        <w:t>ges</w:t>
      </w:r>
      <w:proofErr w:type="spellEnd"/>
      <w:r>
        <w:t>}: Gesamtenergie eines abgeschlossenen Systems</w:t>
      </w:r>
      <w:r w:rsidR="00D148CD">
        <w:br/>
      </w:r>
      <w:r>
        <w:t>E_1, E_2, ...: Einzelenergien innerhalb des Systems</w:t>
      </w:r>
    </w:p>
    <w:p w14:paraId="545AE45B" w14:textId="77777777" w:rsidR="00C747C1" w:rsidRDefault="00C747C1" w:rsidP="00C747C1"/>
    <w:p w14:paraId="3DF755D8" w14:textId="77777777" w:rsidR="00C747C1" w:rsidRDefault="00C747C1" w:rsidP="00C747C1">
      <w:pPr>
        <w:pStyle w:val="berschrift3"/>
      </w:pPr>
      <w:r>
        <w:t>Gravitation</w:t>
      </w:r>
    </w:p>
    <w:p w14:paraId="54A510B1" w14:textId="77777777" w:rsidR="00C747C1" w:rsidRDefault="00C747C1" w:rsidP="00C747C1">
      <w:pPr>
        <w:pStyle w:val="berschrift4"/>
      </w:pPr>
      <w:proofErr w:type="spellStart"/>
      <w:r>
        <w:t>Newton'sches</w:t>
      </w:r>
      <w:proofErr w:type="spellEnd"/>
      <w:r>
        <w:t xml:space="preserve"> Gravitationsgesetz</w:t>
      </w:r>
    </w:p>
    <w:p w14:paraId="5B7E2C3E" w14:textId="77777777" w:rsidR="00C747C1" w:rsidRDefault="00C747C1" w:rsidP="00C747C1">
      <w:r>
        <w:t>F_G =G *\</w:t>
      </w:r>
      <w:proofErr w:type="spellStart"/>
      <w:r>
        <w:t>frac</w:t>
      </w:r>
      <w:proofErr w:type="spellEnd"/>
      <w:r>
        <w:t>{m_1 *m_2}{r^2}</w:t>
      </w:r>
    </w:p>
    <w:p w14:paraId="12742D7A" w14:textId="77777777" w:rsidR="00C747C1" w:rsidRDefault="00C747C1" w:rsidP="00C747C1"/>
    <w:p w14:paraId="643B5F32" w14:textId="08AB5C89" w:rsidR="00C747C1" w:rsidRDefault="00C747C1" w:rsidP="00D148CD">
      <w:r>
        <w:t>F_G: Gravitationskraft</w:t>
      </w:r>
      <w:r w:rsidR="00D148CD">
        <w:br/>
      </w:r>
      <w:r>
        <w:t>G: Gravitationskonstante</w:t>
      </w:r>
      <w:r w:rsidR="00D148CD">
        <w:br/>
      </w:r>
      <w:r>
        <w:t>m_1, m_2: Massen</w:t>
      </w:r>
      <w:r w:rsidR="00D148CD">
        <w:br/>
      </w:r>
      <w:r>
        <w:t>r: Abstand der Massen</w:t>
      </w:r>
    </w:p>
    <w:p w14:paraId="54BFF3BA" w14:textId="77777777" w:rsidR="00C747C1" w:rsidRDefault="00C747C1" w:rsidP="00C747C1"/>
    <w:p w14:paraId="62F61C5B" w14:textId="77777777" w:rsidR="00C747C1" w:rsidRDefault="00C747C1" w:rsidP="00C747C1">
      <w:pPr>
        <w:pStyle w:val="berschrift4"/>
      </w:pPr>
      <w:r>
        <w:t>potenzielle Energie im Gravitationsfeld</w:t>
      </w:r>
    </w:p>
    <w:p w14:paraId="16AABD95" w14:textId="77777777" w:rsidR="00C747C1" w:rsidRDefault="00C747C1" w:rsidP="00C747C1">
      <w:r>
        <w:t>E=-G *\</w:t>
      </w:r>
      <w:proofErr w:type="spellStart"/>
      <w:r>
        <w:t>frac</w:t>
      </w:r>
      <w:proofErr w:type="spellEnd"/>
      <w:r>
        <w:t>{m_1 *m_2}{r}</w:t>
      </w:r>
    </w:p>
    <w:p w14:paraId="2F37AD89" w14:textId="77777777" w:rsidR="00C747C1" w:rsidRDefault="00C747C1" w:rsidP="00C747C1"/>
    <w:p w14:paraId="6DF75C1C" w14:textId="1D5E121E" w:rsidR="00C747C1" w:rsidRDefault="00C747C1" w:rsidP="00D148CD">
      <w:r>
        <w:t>E: Energie</w:t>
      </w:r>
      <w:r w:rsidR="00D148CD">
        <w:br/>
      </w:r>
      <w:r>
        <w:t>G: Gravitationskonstante</w:t>
      </w:r>
      <w:r w:rsidR="00D148CD">
        <w:br/>
      </w:r>
      <w:r>
        <w:t>m_1, m_2: Massen</w:t>
      </w:r>
      <w:r w:rsidR="00D148CD">
        <w:br/>
      </w:r>
      <w:r>
        <w:t>r: Abstand der Massen</w:t>
      </w:r>
    </w:p>
    <w:p w14:paraId="45959156" w14:textId="77777777" w:rsidR="00C747C1" w:rsidRDefault="00C747C1" w:rsidP="00C747C1"/>
    <w:p w14:paraId="15F57121" w14:textId="77777777" w:rsidR="00C747C1" w:rsidRDefault="00C747C1" w:rsidP="00C747C1">
      <w:pPr>
        <w:pStyle w:val="berschrift4"/>
      </w:pPr>
      <w:r>
        <w:lastRenderedPageBreak/>
        <w:t>Gravitationsfeldstärke</w:t>
      </w:r>
    </w:p>
    <w:p w14:paraId="0401AD26" w14:textId="77777777" w:rsidR="00C747C1" w:rsidRDefault="00C747C1" w:rsidP="00C747C1">
      <w:r>
        <w:t>g =\</w:t>
      </w:r>
      <w:proofErr w:type="spellStart"/>
      <w:r>
        <w:t>frac</w:t>
      </w:r>
      <w:proofErr w:type="spellEnd"/>
      <w:r>
        <w:t>{F_G}{m}</w:t>
      </w:r>
    </w:p>
    <w:p w14:paraId="4F5C3A15" w14:textId="77777777" w:rsidR="00C747C1" w:rsidRDefault="00C747C1" w:rsidP="00C747C1"/>
    <w:p w14:paraId="704927A6" w14:textId="55E4E233" w:rsidR="00C747C1" w:rsidRDefault="00C747C1" w:rsidP="00D148CD">
      <w:r>
        <w:t>g: Gravitationsfeldstärke</w:t>
      </w:r>
      <w:r w:rsidR="00D148CD">
        <w:br/>
      </w:r>
      <w:r>
        <w:t>F_G: Gravitationskraft</w:t>
      </w:r>
      <w:r w:rsidR="00D148CD">
        <w:br/>
      </w:r>
      <w:r>
        <w:t>m: Masse des Probekörpers</w:t>
      </w:r>
    </w:p>
    <w:p w14:paraId="418302D1" w14:textId="77777777" w:rsidR="00C747C1" w:rsidRDefault="00C747C1" w:rsidP="00C747C1"/>
    <w:p w14:paraId="5A0FDAF9" w14:textId="77777777" w:rsidR="00C747C1" w:rsidRDefault="00C747C1" w:rsidP="00C747C1">
      <w:pPr>
        <w:pStyle w:val="berschrift3"/>
      </w:pPr>
      <w:r>
        <w:t>Impuls</w:t>
      </w:r>
    </w:p>
    <w:p w14:paraId="2D507480" w14:textId="77777777" w:rsidR="00C747C1" w:rsidRDefault="00C747C1" w:rsidP="00C747C1">
      <w:pPr>
        <w:pStyle w:val="berschrift4"/>
      </w:pPr>
      <w:r>
        <w:t>Impuls eines Körpers</w:t>
      </w:r>
    </w:p>
    <w:p w14:paraId="02921783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{p} =m *\</w:t>
      </w:r>
      <w:proofErr w:type="spellStart"/>
      <w:r>
        <w:t>vec</w:t>
      </w:r>
      <w:proofErr w:type="spellEnd"/>
      <w:r>
        <w:t>{v}</w:t>
      </w:r>
    </w:p>
    <w:p w14:paraId="399CBB3B" w14:textId="77777777" w:rsidR="00C747C1" w:rsidRDefault="00C747C1" w:rsidP="00C747C1">
      <w:r>
        <w:t>~</w:t>
      </w:r>
      <w:proofErr w:type="spellStart"/>
      <w:r>
        <w:t>Dp</w:t>
      </w:r>
      <w:proofErr w:type="spellEnd"/>
      <w:r>
        <w:t xml:space="preserve"> =F *~</w:t>
      </w:r>
      <w:proofErr w:type="spellStart"/>
      <w:r>
        <w:t>Dt</w:t>
      </w:r>
      <w:proofErr w:type="spellEnd"/>
    </w:p>
    <w:p w14:paraId="4CC79A94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{F}(t) =\</w:t>
      </w:r>
      <w:proofErr w:type="spellStart"/>
      <w:r>
        <w:t>frac</w:t>
      </w:r>
      <w:proofErr w:type="spellEnd"/>
      <w:r>
        <w:t>{d\</w:t>
      </w:r>
      <w:proofErr w:type="spellStart"/>
      <w:r>
        <w:t>vec</w:t>
      </w:r>
      <w:proofErr w:type="spellEnd"/>
      <w:r>
        <w:t>{p}}{</w:t>
      </w:r>
      <w:proofErr w:type="spellStart"/>
      <w:r>
        <w:t>dt</w:t>
      </w:r>
      <w:proofErr w:type="spellEnd"/>
      <w:r>
        <w:t>} =\</w:t>
      </w:r>
      <w:proofErr w:type="spellStart"/>
      <w:r>
        <w:t>dot</w:t>
      </w:r>
      <w:proofErr w:type="spellEnd"/>
      <w:r>
        <w:t>{\</w:t>
      </w:r>
      <w:proofErr w:type="spellStart"/>
      <w:r>
        <w:t>vec</w:t>
      </w:r>
      <w:proofErr w:type="spellEnd"/>
      <w:r>
        <w:t>{p}}(t)</w:t>
      </w:r>
    </w:p>
    <w:p w14:paraId="20820FEF" w14:textId="77777777" w:rsidR="00C747C1" w:rsidRDefault="00C747C1" w:rsidP="00C747C1"/>
    <w:p w14:paraId="32677F5D" w14:textId="2ADDD065" w:rsidR="00C747C1" w:rsidRDefault="00C747C1" w:rsidP="00D148CD">
      <w:r>
        <w:t>\</w:t>
      </w:r>
      <w:proofErr w:type="spellStart"/>
      <w:r>
        <w:t>vec</w:t>
      </w:r>
      <w:proofErr w:type="spellEnd"/>
      <w:r>
        <w:t>{p}: Impuls</w:t>
      </w:r>
      <w:r w:rsidR="00D148CD">
        <w:br/>
      </w:r>
      <w:r>
        <w:t>m: Masse</w:t>
      </w:r>
      <w:r w:rsidR="00D148CD">
        <w:br/>
      </w:r>
      <w:r>
        <w:t>\</w:t>
      </w:r>
      <w:proofErr w:type="spellStart"/>
      <w:r>
        <w:t>vec</w:t>
      </w:r>
      <w:proofErr w:type="spellEnd"/>
      <w:r>
        <w:t>{v}: Geschwindigkeit</w:t>
      </w:r>
      <w:r w:rsidR="00D148CD">
        <w:br/>
      </w:r>
      <w:r>
        <w:t>\</w:t>
      </w:r>
      <w:proofErr w:type="spellStart"/>
      <w:r>
        <w:t>vec</w:t>
      </w:r>
      <w:proofErr w:type="spellEnd"/>
      <w:r>
        <w:t>{F}: Kraft</w:t>
      </w:r>
      <w:r w:rsidR="00D148CD">
        <w:br/>
      </w:r>
      <w:r>
        <w:t>t: Zeit</w:t>
      </w:r>
    </w:p>
    <w:p w14:paraId="478DDA31" w14:textId="77777777" w:rsidR="00C747C1" w:rsidRDefault="00C747C1" w:rsidP="00C747C1"/>
    <w:p w14:paraId="27F8679D" w14:textId="77777777" w:rsidR="00C747C1" w:rsidRDefault="00C747C1" w:rsidP="00C747C1">
      <w:pPr>
        <w:pStyle w:val="berschrift4"/>
      </w:pPr>
      <w:r>
        <w:t>Impulserhaltungssatz</w:t>
      </w:r>
    </w:p>
    <w:p w14:paraId="7FABB564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{p_{</w:t>
      </w:r>
      <w:proofErr w:type="spellStart"/>
      <w:r>
        <w:t>ges</w:t>
      </w:r>
      <w:proofErr w:type="spellEnd"/>
      <w:r>
        <w:t>}} =\</w:t>
      </w:r>
      <w:proofErr w:type="spellStart"/>
      <w:r>
        <w:t>vec</w:t>
      </w:r>
      <w:proofErr w:type="spellEnd"/>
      <w:r>
        <w:t>{p_1} +\</w:t>
      </w:r>
      <w:proofErr w:type="spellStart"/>
      <w:r>
        <w:t>vec</w:t>
      </w:r>
      <w:proofErr w:type="spellEnd"/>
      <w:r>
        <w:t>{p_2} +... =konstant</w:t>
      </w:r>
    </w:p>
    <w:p w14:paraId="795AC8D7" w14:textId="77777777" w:rsidR="00C747C1" w:rsidRDefault="00C747C1" w:rsidP="00C747C1"/>
    <w:p w14:paraId="3806F9F6" w14:textId="29CF710E" w:rsidR="00C747C1" w:rsidRDefault="00C747C1" w:rsidP="00D148CD">
      <w:r>
        <w:t>\</w:t>
      </w:r>
      <w:proofErr w:type="spellStart"/>
      <w:r>
        <w:t>vec</w:t>
      </w:r>
      <w:proofErr w:type="spellEnd"/>
      <w:r>
        <w:t>{p_{</w:t>
      </w:r>
      <w:proofErr w:type="spellStart"/>
      <w:r>
        <w:t>ges</w:t>
      </w:r>
      <w:proofErr w:type="spellEnd"/>
      <w:r>
        <w:t>}}: Gesamtimpuls eines abgeschlossenen Systems</w:t>
      </w:r>
      <w:r w:rsidR="00D148CD">
        <w:br/>
      </w:r>
      <w:r>
        <w:t>\</w:t>
      </w:r>
      <w:proofErr w:type="spellStart"/>
      <w:r>
        <w:t>vec</w:t>
      </w:r>
      <w:proofErr w:type="spellEnd"/>
      <w:r>
        <w:t>{p_1} ,\</w:t>
      </w:r>
      <w:proofErr w:type="spellStart"/>
      <w:r>
        <w:t>vec</w:t>
      </w:r>
      <w:proofErr w:type="spellEnd"/>
      <w:r>
        <w:t>{p_2}, ...: Einzelimpulse des Systems</w:t>
      </w:r>
    </w:p>
    <w:p w14:paraId="7EB03186" w14:textId="04587255" w:rsidR="00C747C1" w:rsidRDefault="00C747C1" w:rsidP="00C747C1"/>
    <w:p w14:paraId="4868D5BE" w14:textId="77777777" w:rsidR="00C747C1" w:rsidRDefault="00C747C1" w:rsidP="00C747C1">
      <w:pPr>
        <w:pStyle w:val="berschrift4"/>
      </w:pPr>
      <w:r>
        <w:t>Drehimpuls eines Körpers</w:t>
      </w:r>
    </w:p>
    <w:p w14:paraId="78DCC1CC" w14:textId="77777777" w:rsidR="00C747C1" w:rsidRDefault="00C747C1" w:rsidP="00C747C1">
      <w:r>
        <w:t>L =J *~w</w:t>
      </w:r>
    </w:p>
    <w:p w14:paraId="48039EE7" w14:textId="77777777" w:rsidR="00C747C1" w:rsidRDefault="00C747C1" w:rsidP="00C747C1"/>
    <w:p w14:paraId="0BDD8BC3" w14:textId="62411E8A" w:rsidR="00C747C1" w:rsidRDefault="00C747C1" w:rsidP="00D148CD">
      <w:r>
        <w:t>L: Drehimpuls</w:t>
      </w:r>
      <w:r w:rsidR="00D148CD">
        <w:br/>
      </w:r>
      <w:r>
        <w:t>J: Trägheitsmoment</w:t>
      </w:r>
      <w:r w:rsidR="00D148CD">
        <w:br/>
      </w:r>
      <w:r>
        <w:t>~w: Winkelgeschwindigkeit</w:t>
      </w:r>
    </w:p>
    <w:p w14:paraId="4D476133" w14:textId="77777777" w:rsidR="00C747C1" w:rsidRDefault="00C747C1" w:rsidP="00C747C1"/>
    <w:p w14:paraId="4668C58E" w14:textId="77777777" w:rsidR="00C747C1" w:rsidRDefault="00C747C1" w:rsidP="00C747C1">
      <w:pPr>
        <w:pStyle w:val="berschrift4"/>
      </w:pPr>
      <w:r>
        <w:t>Drehimpulserhaltungssatz</w:t>
      </w:r>
    </w:p>
    <w:p w14:paraId="3C6FC53C" w14:textId="77777777" w:rsidR="00C747C1" w:rsidRDefault="00C747C1" w:rsidP="00C747C1">
      <w:r>
        <w:t>\</w:t>
      </w:r>
      <w:proofErr w:type="spellStart"/>
      <w:r>
        <w:t>vec</w:t>
      </w:r>
      <w:proofErr w:type="spellEnd"/>
      <w:r>
        <w:t>{L_{</w:t>
      </w:r>
      <w:proofErr w:type="spellStart"/>
      <w:r>
        <w:t>ges</w:t>
      </w:r>
      <w:proofErr w:type="spellEnd"/>
      <w:r>
        <w:t>}} =\</w:t>
      </w:r>
      <w:proofErr w:type="spellStart"/>
      <w:r>
        <w:t>vec</w:t>
      </w:r>
      <w:proofErr w:type="spellEnd"/>
      <w:r>
        <w:t>{L_1} +\</w:t>
      </w:r>
      <w:proofErr w:type="spellStart"/>
      <w:r>
        <w:t>vec</w:t>
      </w:r>
      <w:proofErr w:type="spellEnd"/>
      <w:r>
        <w:t>{L_2} +... =konstant</w:t>
      </w:r>
    </w:p>
    <w:p w14:paraId="26EE50D0" w14:textId="77777777" w:rsidR="00C747C1" w:rsidRDefault="00C747C1" w:rsidP="00C747C1"/>
    <w:p w14:paraId="2F6A82A0" w14:textId="5DE36930" w:rsidR="00C747C1" w:rsidRDefault="00C747C1" w:rsidP="00D148CD">
      <w:r>
        <w:t>\</w:t>
      </w:r>
      <w:proofErr w:type="spellStart"/>
      <w:r>
        <w:t>vec</w:t>
      </w:r>
      <w:proofErr w:type="spellEnd"/>
      <w:r>
        <w:t>{L_{</w:t>
      </w:r>
      <w:proofErr w:type="spellStart"/>
      <w:r>
        <w:t>ges</w:t>
      </w:r>
      <w:proofErr w:type="spellEnd"/>
      <w:r>
        <w:t>}}: Gesamtdrehimpuls eines abgeschlossenen Systems</w:t>
      </w:r>
      <w:r w:rsidR="00D148CD">
        <w:br/>
      </w:r>
      <w:r>
        <w:t>\</w:t>
      </w:r>
      <w:proofErr w:type="spellStart"/>
      <w:r>
        <w:t>vec</w:t>
      </w:r>
      <w:proofErr w:type="spellEnd"/>
      <w:r>
        <w:t>{L_1} ,\</w:t>
      </w:r>
      <w:proofErr w:type="spellStart"/>
      <w:r>
        <w:t>vec</w:t>
      </w:r>
      <w:proofErr w:type="spellEnd"/>
      <w:r>
        <w:t>{L_2} , ...: Einzeldrehimpulse des Systems</w:t>
      </w:r>
    </w:p>
    <w:p w14:paraId="2421FE4E" w14:textId="77777777" w:rsidR="00C747C1" w:rsidRDefault="00C747C1" w:rsidP="00C747C1"/>
    <w:p w14:paraId="4725C96E" w14:textId="77777777" w:rsidR="00C747C1" w:rsidRDefault="00C747C1" w:rsidP="00C747C1">
      <w:r>
        <w:t>((21))</w:t>
      </w:r>
    </w:p>
    <w:p w14:paraId="0FAD6BA9" w14:textId="77777777" w:rsidR="00C747C1" w:rsidRDefault="00C747C1" w:rsidP="00C747C1">
      <w:pPr>
        <w:pStyle w:val="berschrift3"/>
      </w:pPr>
      <w:r>
        <w:t>Rotation starrer Körper</w:t>
      </w:r>
    </w:p>
    <w:p w14:paraId="0B07FF0D" w14:textId="77777777" w:rsidR="00C747C1" w:rsidRDefault="00C747C1" w:rsidP="00C747C1">
      <w:pPr>
        <w:pStyle w:val="berschrift4"/>
      </w:pPr>
      <w:r>
        <w:t>Drehmoment</w:t>
      </w:r>
    </w:p>
    <w:p w14:paraId="4CD0423B" w14:textId="5F327EBC" w:rsidR="00C747C1" w:rsidRDefault="00C747C1" w:rsidP="00C747C1">
      <w:r>
        <w:t>Unter der Bedingung</w:t>
      </w:r>
      <w:r w:rsidR="002277B4">
        <w:t xml:space="preserve"> </w:t>
      </w:r>
      <w:r>
        <w:t>\</w:t>
      </w:r>
      <w:proofErr w:type="spellStart"/>
      <w:r>
        <w:t>vec</w:t>
      </w:r>
      <w:proofErr w:type="spellEnd"/>
      <w:r>
        <w:t>{r} \</w:t>
      </w:r>
      <w:proofErr w:type="spellStart"/>
      <w:r>
        <w:t>perp</w:t>
      </w:r>
      <w:proofErr w:type="spellEnd"/>
      <w:r>
        <w:t xml:space="preserve"> \</w:t>
      </w:r>
      <w:proofErr w:type="spellStart"/>
      <w:r>
        <w:t>vec</w:t>
      </w:r>
      <w:proofErr w:type="spellEnd"/>
      <w:r>
        <w:t>{F} gilt:</w:t>
      </w:r>
    </w:p>
    <w:p w14:paraId="6C89A739" w14:textId="77777777" w:rsidR="00C747C1" w:rsidRDefault="00C747C1" w:rsidP="00C747C1">
      <w:r>
        <w:t>M =r *F</w:t>
      </w:r>
    </w:p>
    <w:p w14:paraId="77E13515" w14:textId="77777777" w:rsidR="00C747C1" w:rsidRDefault="00C747C1" w:rsidP="00C747C1"/>
    <w:p w14:paraId="5677BECA" w14:textId="2FA0A096" w:rsidR="00C747C1" w:rsidRDefault="00C747C1" w:rsidP="00D148CD">
      <w:r>
        <w:t>M: Drehmoment</w:t>
      </w:r>
      <w:r w:rsidR="00D148CD">
        <w:br/>
      </w:r>
      <w:r>
        <w:t>r: Radius</w:t>
      </w:r>
      <w:r w:rsidR="00D148CD">
        <w:br/>
      </w:r>
      <w:r>
        <w:t>F: Kraft</w:t>
      </w:r>
    </w:p>
    <w:p w14:paraId="4ADF39C0" w14:textId="77777777" w:rsidR="00C747C1" w:rsidRDefault="00C747C1" w:rsidP="00C747C1"/>
    <w:p w14:paraId="70B769F1" w14:textId="77777777" w:rsidR="00C747C1" w:rsidRDefault="00C747C1" w:rsidP="00C747C1">
      <w:pPr>
        <w:pStyle w:val="berschrift4"/>
      </w:pPr>
      <w:r>
        <w:t>Trägheitsmoment</w:t>
      </w:r>
    </w:p>
    <w:p w14:paraId="476831AB" w14:textId="2508935B" w:rsidR="00C747C1" w:rsidRDefault="00C747C1" w:rsidP="00C747C1">
      <w:r>
        <w:t>J =\</w:t>
      </w:r>
      <w:proofErr w:type="spellStart"/>
      <w:r>
        <w:t>sum_i</w:t>
      </w:r>
      <w:proofErr w:type="spellEnd"/>
      <w:r w:rsidR="00B86652">
        <w:t>{</w:t>
      </w:r>
      <w:proofErr w:type="spellStart"/>
      <w:r>
        <w:t>m_i</w:t>
      </w:r>
      <w:proofErr w:type="spellEnd"/>
      <w:r w:rsidR="00B86652">
        <w:t>}</w:t>
      </w:r>
      <w:r>
        <w:t xml:space="preserve"> *(</w:t>
      </w:r>
      <w:proofErr w:type="spellStart"/>
      <w:r>
        <w:t>r_i</w:t>
      </w:r>
      <w:proofErr w:type="spellEnd"/>
      <w:r>
        <w:t>)^2</w:t>
      </w:r>
    </w:p>
    <w:p w14:paraId="0346555A" w14:textId="77777777" w:rsidR="00C747C1" w:rsidRDefault="00C747C1" w:rsidP="00C747C1"/>
    <w:p w14:paraId="79B9DCFC" w14:textId="77777777" w:rsidR="00D148CD" w:rsidRDefault="00C747C1" w:rsidP="00C747C1">
      <w:r>
        <w:t>J: Trägheitsmoment</w:t>
      </w:r>
      <w:r w:rsidR="00D148CD">
        <w:br/>
      </w:r>
      <w:proofErr w:type="spellStart"/>
      <w:r>
        <w:t>m_i</w:t>
      </w:r>
      <w:proofErr w:type="spellEnd"/>
      <w:r>
        <w:t>: Masse des i-</w:t>
      </w:r>
      <w:proofErr w:type="spellStart"/>
      <w:r>
        <w:t>ten</w:t>
      </w:r>
      <w:proofErr w:type="spellEnd"/>
      <w:r>
        <w:t xml:space="preserve"> Massenpunkts</w:t>
      </w:r>
      <w:r w:rsidR="00D148CD">
        <w:br/>
      </w:r>
      <w:proofErr w:type="spellStart"/>
      <w:r>
        <w:t>r_i</w:t>
      </w:r>
      <w:proofErr w:type="spellEnd"/>
      <w:r>
        <w:t>: Abstand des i-</w:t>
      </w:r>
      <w:proofErr w:type="spellStart"/>
      <w:r>
        <w:t>ten</w:t>
      </w:r>
      <w:proofErr w:type="spellEnd"/>
      <w:r>
        <w:t xml:space="preserve"> Massenpunkts von der Drehachse</w:t>
      </w:r>
    </w:p>
    <w:p w14:paraId="791536AD" w14:textId="6A5FA961" w:rsidR="00C747C1" w:rsidRDefault="00C747C1" w:rsidP="00C747C1"/>
    <w:p w14:paraId="3DDF7938" w14:textId="77777777" w:rsidR="00C747C1" w:rsidRDefault="00C747C1" w:rsidP="00C747C1">
      <w:pPr>
        <w:pStyle w:val="berschrift3"/>
      </w:pPr>
      <w:r>
        <w:t>Zentrale gerade Stöße</w:t>
      </w:r>
    </w:p>
    <w:p w14:paraId="413A2240" w14:textId="77777777" w:rsidR="00C747C1" w:rsidRDefault="00C747C1" w:rsidP="00C747C1">
      <w:pPr>
        <w:pStyle w:val="berschrift4"/>
      </w:pPr>
      <w:r>
        <w:t>vollkommen unelastischer Stoß</w:t>
      </w:r>
    </w:p>
    <w:p w14:paraId="6E40C0F9" w14:textId="77777777" w:rsidR="00C747C1" w:rsidRDefault="00C747C1" w:rsidP="00C747C1">
      <w:r>
        <w:t>Geschwindigkeit nach dem Stoß:</w:t>
      </w:r>
    </w:p>
    <w:p w14:paraId="4537F47C" w14:textId="77777777" w:rsidR="00C747C1" w:rsidRDefault="00C747C1" w:rsidP="00C747C1">
      <w:r>
        <w:t>u =\</w:t>
      </w:r>
      <w:proofErr w:type="spellStart"/>
      <w:r>
        <w:t>frac</w:t>
      </w:r>
      <w:proofErr w:type="spellEnd"/>
      <w:r>
        <w:t>{m_1 *v_1 +m_2 *v_2}{m_1 +m_2}</w:t>
      </w:r>
    </w:p>
    <w:p w14:paraId="0EAB25C5" w14:textId="77777777" w:rsidR="00C747C1" w:rsidRDefault="00C747C1" w:rsidP="00C747C1"/>
    <w:p w14:paraId="3A7DE522" w14:textId="75441F68" w:rsidR="00C747C1" w:rsidRDefault="00C747C1" w:rsidP="005F315C">
      <w:r>
        <w:lastRenderedPageBreak/>
        <w:t>u: gemeinsame Geschwindigkeit nach dem Stoß</w:t>
      </w:r>
      <w:r w:rsidR="005F315C">
        <w:br/>
      </w:r>
      <w:r>
        <w:t>m_1, m_2: Massen der Stoßpartner</w:t>
      </w:r>
      <w:r w:rsidR="005F315C">
        <w:br/>
      </w:r>
      <w:r>
        <w:t>v_1, v_2: Geschwindigkeiten der Stoßpartner vor dem Stoß</w:t>
      </w:r>
    </w:p>
    <w:p w14:paraId="0ACC1003" w14:textId="77777777" w:rsidR="00C747C1" w:rsidRDefault="00C747C1" w:rsidP="00C747C1"/>
    <w:p w14:paraId="518F0194" w14:textId="77777777" w:rsidR="00C747C1" w:rsidRDefault="00C747C1" w:rsidP="00C747C1">
      <w:pPr>
        <w:pStyle w:val="berschrift4"/>
      </w:pPr>
      <w:r>
        <w:t>vollkommen elastischer Stoß</w:t>
      </w:r>
    </w:p>
    <w:p w14:paraId="763C7755" w14:textId="77777777" w:rsidR="00C747C1" w:rsidRDefault="00C747C1" w:rsidP="00C747C1">
      <w:r>
        <w:t>Geschwindigkeit nach dem Stoß:</w:t>
      </w:r>
    </w:p>
    <w:p w14:paraId="08BAFFA7" w14:textId="77777777" w:rsidR="00C747C1" w:rsidRPr="004E348E" w:rsidRDefault="00C747C1" w:rsidP="00C747C1">
      <w:pPr>
        <w:rPr>
          <w:lang w:val="fr-FR"/>
        </w:rPr>
      </w:pPr>
      <w:r w:rsidRPr="004E348E">
        <w:rPr>
          <w:lang w:val="fr-FR"/>
        </w:rPr>
        <w:t>u_1 =\frac{(m_1 -m_2) *v_1 +2m_2 *v_2}{m_1 +m_2}</w:t>
      </w:r>
    </w:p>
    <w:p w14:paraId="08EE623E" w14:textId="77777777" w:rsidR="00C747C1" w:rsidRPr="004E348E" w:rsidRDefault="00C747C1" w:rsidP="00C747C1">
      <w:pPr>
        <w:rPr>
          <w:lang w:val="fr-FR"/>
        </w:rPr>
      </w:pPr>
      <w:r w:rsidRPr="004E348E">
        <w:rPr>
          <w:lang w:val="fr-FR"/>
        </w:rPr>
        <w:t>u_2 =\frac{(m_2 -m_1) *v_2 +2m_1 *v_1}{m_1 +m_2}</w:t>
      </w:r>
    </w:p>
    <w:p w14:paraId="3C3B9D52" w14:textId="77777777" w:rsidR="00C747C1" w:rsidRPr="004E348E" w:rsidRDefault="00C747C1" w:rsidP="00C747C1">
      <w:pPr>
        <w:rPr>
          <w:lang w:val="fr-FR"/>
        </w:rPr>
      </w:pPr>
    </w:p>
    <w:p w14:paraId="444171FF" w14:textId="3AB5F851" w:rsidR="00C747C1" w:rsidRDefault="00C747C1" w:rsidP="00C747C1">
      <w:r>
        <w:t>u_1, u_2: Geschwindigkeiten der Stoßpartner nach dem Stoß</w:t>
      </w:r>
      <w:r w:rsidR="005F315C">
        <w:br/>
      </w:r>
      <w:r>
        <w:t>m_1, m_2: Massen der Stoßpartner</w:t>
      </w:r>
      <w:r w:rsidR="005F315C">
        <w:br/>
      </w:r>
      <w:r>
        <w:t>v_1, v_2: Geschwindigkeiten der Stoßpartner vor dem Stoß</w:t>
      </w:r>
    </w:p>
    <w:p w14:paraId="1DBF21E6" w14:textId="77777777" w:rsidR="00C747C1" w:rsidRDefault="00C747C1" w:rsidP="00C747C1"/>
    <w:p w14:paraId="48843B5D" w14:textId="77777777" w:rsidR="00C747C1" w:rsidRDefault="00C747C1" w:rsidP="00C747C1">
      <w:pPr>
        <w:pStyle w:val="berschrift3"/>
      </w:pPr>
      <w:r>
        <w:t>Schwingungen</w:t>
      </w:r>
    </w:p>
    <w:p w14:paraId="13E62B37" w14:textId="77777777" w:rsidR="00C747C1" w:rsidRDefault="00C747C1" w:rsidP="00C747C1">
      <w:pPr>
        <w:pStyle w:val="berschrift4"/>
      </w:pPr>
      <w:r>
        <w:t>beschreibende Größen der Schwingung</w:t>
      </w:r>
    </w:p>
    <w:p w14:paraId="00149AF3" w14:textId="77777777" w:rsidR="00C747C1" w:rsidRDefault="00C747C1" w:rsidP="00C747C1">
      <w:r>
        <w:t>T =1/f</w:t>
      </w:r>
    </w:p>
    <w:p w14:paraId="31891812" w14:textId="77777777" w:rsidR="00C747C1" w:rsidRDefault="00C747C1" w:rsidP="00C747C1">
      <w:r>
        <w:t>f =n/t</w:t>
      </w:r>
    </w:p>
    <w:p w14:paraId="736D426E" w14:textId="77777777" w:rsidR="00C747C1" w:rsidRDefault="00C747C1" w:rsidP="00C747C1">
      <w:r>
        <w:t>~w =2~p *f</w:t>
      </w:r>
    </w:p>
    <w:p w14:paraId="419A5FE9" w14:textId="77777777" w:rsidR="00C747C1" w:rsidRDefault="00C747C1" w:rsidP="00C747C1"/>
    <w:p w14:paraId="114F2149" w14:textId="65F1A8CA" w:rsidR="00C747C1" w:rsidRDefault="00C747C1" w:rsidP="005F315C">
      <w:r>
        <w:t>T: Periodendauer</w:t>
      </w:r>
      <w:r w:rsidR="005F315C">
        <w:br/>
      </w:r>
      <w:r>
        <w:t>f: Frequenz</w:t>
      </w:r>
      <w:r w:rsidR="005F315C">
        <w:br/>
      </w:r>
      <w:r>
        <w:t>n: Anzahl der Perioden</w:t>
      </w:r>
      <w:r w:rsidR="005F315C">
        <w:br/>
      </w:r>
      <w:r>
        <w:t>t: Zeit</w:t>
      </w:r>
      <w:r w:rsidR="005F315C">
        <w:br/>
      </w:r>
      <w:r>
        <w:t>~w: Kreisfrequenz</w:t>
      </w:r>
    </w:p>
    <w:p w14:paraId="23BCB42E" w14:textId="77777777" w:rsidR="00C747C1" w:rsidRDefault="00C747C1" w:rsidP="00C747C1"/>
    <w:p w14:paraId="19590734" w14:textId="77777777" w:rsidR="00C747C1" w:rsidRDefault="00C747C1" w:rsidP="00C747C1">
      <w:pPr>
        <w:pStyle w:val="berschrift4"/>
      </w:pPr>
      <w:r>
        <w:t>mechanische harmonische Schwingungen</w:t>
      </w:r>
    </w:p>
    <w:p w14:paraId="07761C1A" w14:textId="77777777" w:rsidR="00C747C1" w:rsidRDefault="00C747C1" w:rsidP="00C747C1">
      <w:pPr>
        <w:pStyle w:val="Liste"/>
      </w:pPr>
      <w:r>
        <w:t>- Kraftgesetz der harmonischen Schwingung</w:t>
      </w:r>
    </w:p>
    <w:p w14:paraId="5920CC7D" w14:textId="77777777" w:rsidR="00C747C1" w:rsidRDefault="00C747C1" w:rsidP="00C747C1">
      <w:pPr>
        <w:pStyle w:val="Liste2"/>
      </w:pPr>
      <w:r>
        <w:t>\</w:t>
      </w:r>
      <w:proofErr w:type="spellStart"/>
      <w:r>
        <w:t>vec</w:t>
      </w:r>
      <w:proofErr w:type="spellEnd"/>
      <w:r>
        <w:t>{F}(\</w:t>
      </w:r>
      <w:proofErr w:type="spellStart"/>
      <w:r>
        <w:t>vec</w:t>
      </w:r>
      <w:proofErr w:type="spellEnd"/>
      <w:r>
        <w:t>{s}) =-D *\</w:t>
      </w:r>
      <w:proofErr w:type="spellStart"/>
      <w:r>
        <w:t>vec</w:t>
      </w:r>
      <w:proofErr w:type="spellEnd"/>
      <w:r>
        <w:t>{s}</w:t>
      </w:r>
    </w:p>
    <w:p w14:paraId="5A51B658" w14:textId="77777777" w:rsidR="00C747C1" w:rsidRDefault="00C747C1" w:rsidP="00C747C1">
      <w:pPr>
        <w:pStyle w:val="Liste2"/>
      </w:pPr>
    </w:p>
    <w:p w14:paraId="6444FFA3" w14:textId="4BED4045" w:rsidR="00C747C1" w:rsidRDefault="00C747C1" w:rsidP="002C05D5">
      <w:pPr>
        <w:pStyle w:val="Listenfortsetzung"/>
      </w:pPr>
      <w:r>
        <w:lastRenderedPageBreak/>
        <w:t>\</w:t>
      </w:r>
      <w:proofErr w:type="spellStart"/>
      <w:r>
        <w:t>vec</w:t>
      </w:r>
      <w:proofErr w:type="spellEnd"/>
      <w:r>
        <w:t>{F}: Kraft</w:t>
      </w:r>
      <w:r w:rsidR="002C05D5">
        <w:br/>
      </w:r>
      <w:r>
        <w:t>D: Richtgröße, z. B. Federhärte</w:t>
      </w:r>
      <w:r w:rsidR="002C05D5">
        <w:br/>
      </w:r>
      <w:r>
        <w:t>\</w:t>
      </w:r>
      <w:proofErr w:type="spellStart"/>
      <w:r>
        <w:t>vec</w:t>
      </w:r>
      <w:proofErr w:type="spellEnd"/>
      <w:r>
        <w:t>{s}: Auslenkung</w:t>
      </w:r>
    </w:p>
    <w:p w14:paraId="460FF90A" w14:textId="77777777" w:rsidR="00C747C1" w:rsidRDefault="00C747C1" w:rsidP="00C747C1"/>
    <w:p w14:paraId="6DD1D2E4" w14:textId="77777777" w:rsidR="00C747C1" w:rsidRDefault="00C747C1" w:rsidP="00C747C1">
      <w:pPr>
        <w:pStyle w:val="Liste"/>
      </w:pPr>
      <w:r>
        <w:t>- Bewegungsgleichungen der ungedämpften harmonischen Schwingung</w:t>
      </w:r>
    </w:p>
    <w:p w14:paraId="25946200" w14:textId="77777777" w:rsidR="00C747C1" w:rsidRDefault="00C747C1" w:rsidP="00C747C1">
      <w:pPr>
        <w:pStyle w:val="Liste2"/>
      </w:pPr>
      <w:r>
        <w:t>s(t) =s_{</w:t>
      </w:r>
      <w:proofErr w:type="spellStart"/>
      <w:r>
        <w:t>max</w:t>
      </w:r>
      <w:proofErr w:type="spellEnd"/>
      <w:r>
        <w:t>} *sin(~w *t)</w:t>
      </w:r>
    </w:p>
    <w:p w14:paraId="48806680" w14:textId="77777777" w:rsidR="00C747C1" w:rsidRDefault="00C747C1" w:rsidP="00C747C1">
      <w:pPr>
        <w:pStyle w:val="Liste2"/>
      </w:pPr>
    </w:p>
    <w:p w14:paraId="00E927CD" w14:textId="77777777" w:rsidR="00C747C1" w:rsidRDefault="00C747C1" w:rsidP="00C747C1">
      <w:pPr>
        <w:pStyle w:val="Liste2"/>
      </w:pPr>
      <w:r>
        <w:t>Bei Vorliegen eines Nullphasenwinkels gilt:</w:t>
      </w:r>
    </w:p>
    <w:p w14:paraId="0BA89B26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s(t) =s_{max} *sin(~w *t +(~f_0)</w:t>
      </w:r>
    </w:p>
    <w:p w14:paraId="5E54B2B5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v(t) =s_{max} *~w *cos(~w *t +~f_0)</w:t>
      </w:r>
    </w:p>
    <w:p w14:paraId="7258AE0B" w14:textId="67C781FD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a(t) =-s</w:t>
      </w:r>
      <w:r w:rsidR="002C05D5" w:rsidRPr="004E348E">
        <w:rPr>
          <w:lang w:val="en-GB"/>
        </w:rPr>
        <w:t>_</w:t>
      </w:r>
      <w:r w:rsidRPr="004E348E">
        <w:rPr>
          <w:lang w:val="en-GB"/>
        </w:rPr>
        <w:t>{max} *~w^2 *sin(~w *t +~f_0)</w:t>
      </w:r>
    </w:p>
    <w:p w14:paraId="4F19CDE3" w14:textId="77777777" w:rsidR="00C747C1" w:rsidRPr="004E348E" w:rsidRDefault="00C747C1" w:rsidP="00C747C1">
      <w:pPr>
        <w:pStyle w:val="Liste2"/>
        <w:rPr>
          <w:lang w:val="en-GB"/>
        </w:rPr>
      </w:pPr>
    </w:p>
    <w:p w14:paraId="19436E94" w14:textId="7761D361" w:rsidR="00C747C1" w:rsidRDefault="00C747C1" w:rsidP="002C05D5">
      <w:pPr>
        <w:pStyle w:val="Listenfortsetzung"/>
      </w:pPr>
      <w:r>
        <w:t>s: Auslenkung, Elongation</w:t>
      </w:r>
      <w:r w:rsidR="002C05D5">
        <w:br/>
      </w:r>
      <w:r>
        <w:t>s_{</w:t>
      </w:r>
      <w:proofErr w:type="spellStart"/>
      <w:r>
        <w:t>max</w:t>
      </w:r>
      <w:proofErr w:type="spellEnd"/>
      <w:r>
        <w:t>}: Amplitude</w:t>
      </w:r>
      <w:r w:rsidR="002C05D5">
        <w:br/>
      </w:r>
      <w:r>
        <w:t>~w: Kreisfrequenz</w:t>
      </w:r>
      <w:r w:rsidR="002C05D5">
        <w:br/>
      </w:r>
      <w:r>
        <w:t>t: Zeit</w:t>
      </w:r>
      <w:r w:rsidR="002C05D5">
        <w:br/>
      </w:r>
      <w:r>
        <w:t>~f_0: Nullphasenwinkel</w:t>
      </w:r>
      <w:r w:rsidR="002C05D5">
        <w:br/>
      </w:r>
      <w:r>
        <w:t>v: Geschwindigkeit</w:t>
      </w:r>
      <w:r w:rsidR="002C05D5">
        <w:br/>
      </w:r>
      <w:r>
        <w:t>a: Beschleunigung</w:t>
      </w:r>
    </w:p>
    <w:p w14:paraId="4AF5D18C" w14:textId="77777777" w:rsidR="00C747C1" w:rsidRDefault="00C747C1" w:rsidP="00C747C1"/>
    <w:p w14:paraId="5374C106" w14:textId="77777777" w:rsidR="00C747C1" w:rsidRDefault="00C747C1" w:rsidP="00C747C1">
      <w:r>
        <w:t>((22))</w:t>
      </w:r>
    </w:p>
    <w:p w14:paraId="411DE2DD" w14:textId="77777777" w:rsidR="00C747C1" w:rsidRDefault="00C747C1" w:rsidP="00C747C1">
      <w:pPr>
        <w:pStyle w:val="Liste"/>
      </w:pPr>
      <w:r>
        <w:t>- Differenzialgleichung der ungedämpften harmonischen Schwingung</w:t>
      </w:r>
    </w:p>
    <w:p w14:paraId="32951067" w14:textId="77777777" w:rsidR="00C747C1" w:rsidRDefault="00C747C1" w:rsidP="00C747C1">
      <w:pPr>
        <w:pStyle w:val="Liste2"/>
      </w:pPr>
      <w:r>
        <w:t>\</w:t>
      </w:r>
      <w:proofErr w:type="spellStart"/>
      <w:r>
        <w:t>ddot</w:t>
      </w:r>
      <w:proofErr w:type="spellEnd"/>
      <w:r>
        <w:t>{s}(t) +D/m *s(t) =0</w:t>
      </w:r>
    </w:p>
    <w:p w14:paraId="1BA30A46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\frac{d^2s}{dt^2} +D/m *s =0</w:t>
      </w:r>
    </w:p>
    <w:p w14:paraId="58CDE483" w14:textId="77777777" w:rsidR="00C747C1" w:rsidRPr="004E348E" w:rsidRDefault="00C747C1" w:rsidP="00C747C1">
      <w:pPr>
        <w:pStyle w:val="Liste2"/>
        <w:rPr>
          <w:lang w:val="en-GB"/>
        </w:rPr>
      </w:pPr>
    </w:p>
    <w:p w14:paraId="1B3D39C9" w14:textId="3A6078B4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D: Richtgröße, z. B. Federhärte</w:t>
      </w:r>
      <w:r w:rsidR="002C05D5">
        <w:br/>
      </w:r>
      <w:r>
        <w:t>m: Masse</w:t>
      </w:r>
    </w:p>
    <w:p w14:paraId="16DE89D2" w14:textId="77777777" w:rsidR="00C747C1" w:rsidRDefault="00C747C1" w:rsidP="00C747C1"/>
    <w:p w14:paraId="725A00CC" w14:textId="77777777" w:rsidR="00C747C1" w:rsidRDefault="00C747C1" w:rsidP="00C747C1">
      <w:pPr>
        <w:pStyle w:val="Liste"/>
      </w:pPr>
      <w:r>
        <w:t>- gedämpfte harmonische Schwingung (geschwindigkeitsproportionale, schwache Dämpfung)</w:t>
      </w:r>
    </w:p>
    <w:p w14:paraId="01DD8534" w14:textId="77777777" w:rsidR="00C747C1" w:rsidRDefault="00C747C1" w:rsidP="00C747C1">
      <w:pPr>
        <w:pStyle w:val="Liste2"/>
      </w:pPr>
      <w:r>
        <w:lastRenderedPageBreak/>
        <w:t>Für einen bei t =0s ausgelenkten Schwinger gilt:</w:t>
      </w:r>
    </w:p>
    <w:p w14:paraId="7583A724" w14:textId="77777777" w:rsidR="002C05D5" w:rsidRDefault="00C747C1" w:rsidP="00C747C1">
      <w:pPr>
        <w:pStyle w:val="Liste2"/>
      </w:pPr>
      <w:r>
        <w:t>s(t) =s_{</w:t>
      </w:r>
      <w:proofErr w:type="spellStart"/>
      <w:r>
        <w:t>max</w:t>
      </w:r>
      <w:proofErr w:type="spellEnd"/>
      <w:r>
        <w:t>} *e^{-~d *t} *cos(~</w:t>
      </w:r>
      <w:proofErr w:type="spellStart"/>
      <w:r>
        <w:t>w_D</w:t>
      </w:r>
      <w:proofErr w:type="spellEnd"/>
      <w:r>
        <w:t xml:space="preserve"> *t)</w:t>
      </w:r>
    </w:p>
    <w:p w14:paraId="2A4BCF5E" w14:textId="56B00770" w:rsidR="00C747C1" w:rsidRDefault="00C747C1" w:rsidP="00C747C1">
      <w:pPr>
        <w:pStyle w:val="Liste2"/>
      </w:pPr>
      <w:r>
        <w:t>mit: ~</w:t>
      </w:r>
      <w:proofErr w:type="spellStart"/>
      <w:r>
        <w:t>w_D</w:t>
      </w:r>
      <w:proofErr w:type="spellEnd"/>
      <w:r>
        <w:t xml:space="preserve"> =\s{~w^2 -~d^2}</w:t>
      </w:r>
    </w:p>
    <w:p w14:paraId="395F1AD3" w14:textId="77777777" w:rsidR="00C747C1" w:rsidRDefault="00C747C1" w:rsidP="00C747C1">
      <w:pPr>
        <w:pStyle w:val="Liste2"/>
      </w:pPr>
    </w:p>
    <w:p w14:paraId="46C86E65" w14:textId="50BB3F4B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s_{</w:t>
      </w:r>
      <w:proofErr w:type="spellStart"/>
      <w:r>
        <w:t>max</w:t>
      </w:r>
      <w:proofErr w:type="spellEnd"/>
      <w:r>
        <w:t>}: Anfangsamplitude</w:t>
      </w:r>
      <w:r w:rsidR="002C05D5">
        <w:br/>
      </w:r>
      <w:r>
        <w:t>~d: Abklingkoeffizient</w:t>
      </w:r>
      <w:r w:rsidR="002C05D5">
        <w:br/>
      </w:r>
      <w:r>
        <w:t>t: Zeit</w:t>
      </w:r>
      <w:r w:rsidR="002C05D5">
        <w:br/>
      </w:r>
      <w:r>
        <w:t>~</w:t>
      </w:r>
      <w:proofErr w:type="spellStart"/>
      <w:r>
        <w:t>w_D</w:t>
      </w:r>
      <w:proofErr w:type="spellEnd"/>
      <w:r>
        <w:t>: Kreisfrequenz der gedämpften Schwingung</w:t>
      </w:r>
      <w:r w:rsidR="002C05D5">
        <w:br/>
      </w:r>
      <w:r>
        <w:t>~w: Kreisfrequenz der ungedämpften Schwingung</w:t>
      </w:r>
    </w:p>
    <w:p w14:paraId="123FEE0A" w14:textId="77777777" w:rsidR="00C747C1" w:rsidRDefault="00C747C1" w:rsidP="00C747C1"/>
    <w:p w14:paraId="399BA4D7" w14:textId="77777777" w:rsidR="00C747C1" w:rsidRDefault="00C747C1" w:rsidP="00C747C1">
      <w:pPr>
        <w:pStyle w:val="Liste"/>
      </w:pPr>
      <w:r>
        <w:t>- Differenzialgleichung der gedämpften harmonischen Schwingung</w:t>
      </w:r>
    </w:p>
    <w:p w14:paraId="230F9038" w14:textId="77777777" w:rsidR="00C747C1" w:rsidRDefault="00C747C1" w:rsidP="00C747C1">
      <w:pPr>
        <w:pStyle w:val="Liste2"/>
      </w:pPr>
      <w:r>
        <w:t>\</w:t>
      </w:r>
      <w:proofErr w:type="spellStart"/>
      <w:r>
        <w:t>ddot</w:t>
      </w:r>
      <w:proofErr w:type="spellEnd"/>
      <w:r>
        <w:t>{s}(t) +2~d *\</w:t>
      </w:r>
      <w:proofErr w:type="spellStart"/>
      <w:r>
        <w:t>dot</w:t>
      </w:r>
      <w:proofErr w:type="spellEnd"/>
      <w:r>
        <w:t>{s}(t) +D/m *s(t) =0</w:t>
      </w:r>
    </w:p>
    <w:p w14:paraId="271C6C18" w14:textId="77777777" w:rsidR="00C747C1" w:rsidRDefault="00C747C1" w:rsidP="00C747C1">
      <w:pPr>
        <w:pStyle w:val="Liste2"/>
      </w:pPr>
      <w:r>
        <w:t>\</w:t>
      </w:r>
      <w:proofErr w:type="spellStart"/>
      <w:r>
        <w:t>frac</w:t>
      </w:r>
      <w:proofErr w:type="spellEnd"/>
      <w:r>
        <w:t>{d^2s}{dt^2} +2~d *\</w:t>
      </w:r>
      <w:proofErr w:type="spellStart"/>
      <w:r>
        <w:t>frac</w:t>
      </w:r>
      <w:proofErr w:type="spellEnd"/>
      <w:r>
        <w:t>{</w:t>
      </w:r>
      <w:proofErr w:type="spellStart"/>
      <w:r>
        <w:t>ds</w:t>
      </w:r>
      <w:proofErr w:type="spellEnd"/>
      <w:r>
        <w:t>}{</w:t>
      </w:r>
      <w:proofErr w:type="spellStart"/>
      <w:r>
        <w:t>dt</w:t>
      </w:r>
      <w:proofErr w:type="spellEnd"/>
      <w:r>
        <w:t>} +D/m *s =0</w:t>
      </w:r>
    </w:p>
    <w:p w14:paraId="086B8D98" w14:textId="77777777" w:rsidR="00C747C1" w:rsidRDefault="00C747C1" w:rsidP="002C05D5">
      <w:pPr>
        <w:pStyle w:val="Listenfortsetzung"/>
      </w:pPr>
    </w:p>
    <w:p w14:paraId="70673015" w14:textId="14BCD8C4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~d: Abklingkoeffizient</w:t>
      </w:r>
      <w:r w:rsidR="002C05D5">
        <w:br/>
      </w:r>
      <w:r>
        <w:t>D: Richtgröße, z. B. Federhärte</w:t>
      </w:r>
      <w:r w:rsidR="002C05D5">
        <w:br/>
      </w:r>
      <w:r>
        <w:t>m: Masse</w:t>
      </w:r>
    </w:p>
    <w:p w14:paraId="41AC948F" w14:textId="77777777" w:rsidR="00C747C1" w:rsidRDefault="00C747C1" w:rsidP="00C747C1"/>
    <w:p w14:paraId="14CC0067" w14:textId="77777777" w:rsidR="00C747C1" w:rsidRDefault="00C747C1" w:rsidP="00C747C1">
      <w:pPr>
        <w:pStyle w:val="berschrift4"/>
      </w:pPr>
      <w:r>
        <w:t>Periodendauer von Pendeln</w:t>
      </w:r>
    </w:p>
    <w:p w14:paraId="713829B6" w14:textId="77777777" w:rsidR="00C747C1" w:rsidRDefault="00C747C1" w:rsidP="00C747C1">
      <w:pPr>
        <w:pStyle w:val="Liste"/>
      </w:pPr>
      <w:r>
        <w:t>- Federpendel</w:t>
      </w:r>
    </w:p>
    <w:p w14:paraId="12A51119" w14:textId="77777777" w:rsidR="00C747C1" w:rsidRDefault="00C747C1" w:rsidP="00C747C1">
      <w:pPr>
        <w:pStyle w:val="Liste2"/>
      </w:pPr>
      <w:r>
        <w:t>T =2~p *\s{m/D}</w:t>
      </w:r>
    </w:p>
    <w:p w14:paraId="618DA7CC" w14:textId="77777777" w:rsidR="00C747C1" w:rsidRDefault="00C747C1" w:rsidP="00325BB2">
      <w:pPr>
        <w:pStyle w:val="Listenfortsetzung"/>
      </w:pPr>
    </w:p>
    <w:p w14:paraId="044087B4" w14:textId="01A8179D" w:rsidR="00C747C1" w:rsidRDefault="00C747C1" w:rsidP="00325BB2">
      <w:pPr>
        <w:pStyle w:val="Listenfortsetzung"/>
      </w:pPr>
      <w:r>
        <w:t>T: Periodendauer</w:t>
      </w:r>
      <w:r w:rsidR="00325BB2">
        <w:br/>
      </w:r>
      <w:r>
        <w:t>m: Masse</w:t>
      </w:r>
      <w:r w:rsidR="00325BB2">
        <w:br/>
      </w:r>
      <w:r>
        <w:t>D: Federhärte, Richtgröße</w:t>
      </w:r>
    </w:p>
    <w:p w14:paraId="3AA2A609" w14:textId="77777777" w:rsidR="00C747C1" w:rsidRDefault="00C747C1" w:rsidP="00C747C1"/>
    <w:p w14:paraId="0CC8701A" w14:textId="77777777" w:rsidR="00C747C1" w:rsidRDefault="00C747C1" w:rsidP="00C747C1">
      <w:pPr>
        <w:pStyle w:val="Liste"/>
      </w:pPr>
      <w:r>
        <w:t>- Fadenpendel (in Kleinwinkelnäherung)</w:t>
      </w:r>
    </w:p>
    <w:p w14:paraId="00815E34" w14:textId="77777777" w:rsidR="00C747C1" w:rsidRDefault="00C747C1" w:rsidP="00C747C1">
      <w:pPr>
        <w:pStyle w:val="Liste2"/>
      </w:pPr>
      <w:r>
        <w:t>T =2~p *\s{l/g}</w:t>
      </w:r>
    </w:p>
    <w:p w14:paraId="7E07B2AD" w14:textId="77777777" w:rsidR="00C747C1" w:rsidRDefault="00C747C1" w:rsidP="00325BB2">
      <w:pPr>
        <w:pStyle w:val="Listenfortsetzung"/>
      </w:pPr>
    </w:p>
    <w:p w14:paraId="1DE4441F" w14:textId="2B9920E5" w:rsidR="00C747C1" w:rsidRDefault="00C747C1" w:rsidP="00325BB2">
      <w:pPr>
        <w:pStyle w:val="Listenfortsetzung"/>
      </w:pPr>
      <w:r>
        <w:lastRenderedPageBreak/>
        <w:t>T: Periodendauer</w:t>
      </w:r>
      <w:r w:rsidR="00325BB2">
        <w:br/>
      </w:r>
      <w:r>
        <w:t>l: Pendellänge</w:t>
      </w:r>
      <w:r w:rsidR="00325BB2">
        <w:br/>
      </w:r>
      <w:r>
        <w:t>g: Fallbeschleunigung (Ortsfaktor) am Ort der Schwingung</w:t>
      </w:r>
    </w:p>
    <w:p w14:paraId="59161DF8" w14:textId="77777777" w:rsidR="00C747C1" w:rsidRDefault="00C747C1" w:rsidP="00C747C1"/>
    <w:p w14:paraId="4088A296" w14:textId="77777777" w:rsidR="00C747C1" w:rsidRDefault="00C747C1" w:rsidP="00C747C1">
      <w:pPr>
        <w:pStyle w:val="berschrift3"/>
      </w:pPr>
      <w:r>
        <w:t>Wellen</w:t>
      </w:r>
    </w:p>
    <w:p w14:paraId="54D2391F" w14:textId="77777777" w:rsidR="00C747C1" w:rsidRDefault="00C747C1" w:rsidP="00C747C1">
      <w:pPr>
        <w:pStyle w:val="berschrift4"/>
      </w:pPr>
      <w:r>
        <w:t>Ausbreitungsgeschwindigkeit</w:t>
      </w:r>
    </w:p>
    <w:p w14:paraId="1FE631EE" w14:textId="221F5295" w:rsidR="00C747C1" w:rsidRDefault="00C747C1" w:rsidP="00C747C1">
      <w:r>
        <w:t>c =</w:t>
      </w:r>
      <w:r w:rsidR="00325BB2">
        <w:t>~</w:t>
      </w:r>
      <w:r>
        <w:t>l *f</w:t>
      </w:r>
    </w:p>
    <w:p w14:paraId="5D163EDE" w14:textId="77777777" w:rsidR="00C747C1" w:rsidRDefault="00C747C1" w:rsidP="00C747C1"/>
    <w:p w14:paraId="0A42E83A" w14:textId="1CA3A4AE" w:rsidR="00C747C1" w:rsidRDefault="00C747C1" w:rsidP="00325BB2">
      <w:r>
        <w:t>c: Ausbreitungsgeschwindigkeit</w:t>
      </w:r>
      <w:r w:rsidR="00325BB2">
        <w:br/>
      </w:r>
      <w:r>
        <w:t>~l: Wellenlänge</w:t>
      </w:r>
      <w:r w:rsidR="00325BB2">
        <w:br/>
      </w:r>
      <w:r>
        <w:t>f: Frequenz</w:t>
      </w:r>
    </w:p>
    <w:p w14:paraId="43D3B4CA" w14:textId="77777777" w:rsidR="00C747C1" w:rsidRDefault="00C747C1" w:rsidP="00C747C1"/>
    <w:p w14:paraId="2BCB7A4F" w14:textId="77777777" w:rsidR="00C747C1" w:rsidRDefault="00C747C1" w:rsidP="00C747C1">
      <w:pPr>
        <w:pStyle w:val="berschrift4"/>
      </w:pPr>
      <w:r>
        <w:t>harmonische Welle</w:t>
      </w:r>
    </w:p>
    <w:p w14:paraId="381FE2C5" w14:textId="77777777" w:rsidR="00C747C1" w:rsidRDefault="00C747C1" w:rsidP="00C747C1">
      <w:pPr>
        <w:pStyle w:val="Liste"/>
      </w:pPr>
      <w:r>
        <w:t>- Wellenfunktion der harmonischen Welle</w:t>
      </w:r>
    </w:p>
    <w:p w14:paraId="3A4B70A4" w14:textId="0A7B9A3C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y(x, t) =y_{max} *sin(2~p *(t/T -</w:t>
      </w:r>
      <w:r w:rsidR="00084163" w:rsidRPr="004E348E">
        <w:rPr>
          <w:lang w:val="fr-FR"/>
        </w:rPr>
        <w:t>\frac{</w:t>
      </w:r>
      <w:r w:rsidRPr="004E348E">
        <w:rPr>
          <w:lang w:val="fr-FR"/>
        </w:rPr>
        <w:t>x</w:t>
      </w:r>
      <w:r w:rsidR="00084163" w:rsidRPr="004E348E">
        <w:rPr>
          <w:lang w:val="fr-FR"/>
        </w:rPr>
        <w:t>}{</w:t>
      </w:r>
      <w:r w:rsidRPr="004E348E">
        <w:rPr>
          <w:lang w:val="fr-FR"/>
        </w:rPr>
        <w:t>~l</w:t>
      </w:r>
      <w:r w:rsidR="00084163" w:rsidRPr="004E348E">
        <w:rPr>
          <w:lang w:val="fr-FR"/>
        </w:rPr>
        <w:t>}</w:t>
      </w:r>
      <w:r w:rsidRPr="004E348E">
        <w:rPr>
          <w:lang w:val="fr-FR"/>
        </w:rPr>
        <w:t>)</w:t>
      </w:r>
    </w:p>
    <w:p w14:paraId="7B2D0B95" w14:textId="77777777" w:rsidR="00C747C1" w:rsidRPr="004E348E" w:rsidRDefault="00C747C1" w:rsidP="00325BB2">
      <w:pPr>
        <w:pStyle w:val="Listenfortsetzung"/>
        <w:rPr>
          <w:lang w:val="fr-FR"/>
        </w:rPr>
      </w:pPr>
    </w:p>
    <w:p w14:paraId="7A6E32EE" w14:textId="57A29514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y_{</w:t>
      </w:r>
      <w:proofErr w:type="spellStart"/>
      <w:r>
        <w:t>max</w:t>
      </w:r>
      <w:proofErr w:type="spellEnd"/>
      <w:r>
        <w:t>}: Amplitude</w:t>
      </w:r>
      <w:r w:rsidR="00325BB2">
        <w:br/>
      </w:r>
      <w:r>
        <w:t>t: Zeit</w:t>
      </w:r>
      <w:r w:rsidR="00325BB2">
        <w:br/>
      </w:r>
      <w:r>
        <w:t>T: Periodendauer</w:t>
      </w:r>
      <w:r w:rsidR="00325BB2">
        <w:br/>
      </w:r>
      <w:r>
        <w:t>x: Ort</w:t>
      </w:r>
      <w:r w:rsidR="00325BB2">
        <w:br/>
      </w:r>
      <w:r>
        <w:t>~l: Wellenlänge</w:t>
      </w:r>
    </w:p>
    <w:p w14:paraId="70A4D87B" w14:textId="77777777" w:rsidR="00C747C1" w:rsidRDefault="00C747C1" w:rsidP="00C747C1"/>
    <w:p w14:paraId="7F11E8FB" w14:textId="77777777" w:rsidR="00C747C1" w:rsidRDefault="00C747C1" w:rsidP="00C747C1">
      <w:r>
        <w:t>((23))</w:t>
      </w:r>
    </w:p>
    <w:p w14:paraId="6D23E097" w14:textId="77777777" w:rsidR="00C747C1" w:rsidRDefault="00C747C1" w:rsidP="00C747C1">
      <w:pPr>
        <w:pStyle w:val="Liste"/>
      </w:pPr>
      <w:r>
        <w:t>- Differenzialgleichung der harmonischen Welle</w:t>
      </w:r>
    </w:p>
    <w:p w14:paraId="146BE0FE" w14:textId="77777777" w:rsidR="00C747C1" w:rsidRDefault="00C747C1" w:rsidP="00C747C1">
      <w:pPr>
        <w:pStyle w:val="Liste2"/>
      </w:pPr>
      <w:r>
        <w:t>\</w:t>
      </w:r>
      <w:proofErr w:type="spellStart"/>
      <w:r>
        <w:t>ddot</w:t>
      </w:r>
      <w:proofErr w:type="spellEnd"/>
      <w:r>
        <w:t>{y}(x, t) -c^2 *y''(x, t) =0</w:t>
      </w:r>
    </w:p>
    <w:p w14:paraId="09A3258D" w14:textId="77777777" w:rsidR="00C747C1" w:rsidRPr="004E348E" w:rsidRDefault="00C747C1" w:rsidP="00C747C1">
      <w:pPr>
        <w:pStyle w:val="Liste2"/>
        <w:rPr>
          <w:lang w:val="fr-FR"/>
        </w:rPr>
      </w:pPr>
      <w:r w:rsidRPr="004E348E">
        <w:rPr>
          <w:lang w:val="fr-FR"/>
        </w:rPr>
        <w:t>\frac{(\partial)^2 y}{(\partial)t^2} -c^2 *\frac{(\partial)^2 y}{(\partial)x^2} =0</w:t>
      </w:r>
    </w:p>
    <w:p w14:paraId="52E44B51" w14:textId="77777777" w:rsidR="00C747C1" w:rsidRPr="004E348E" w:rsidRDefault="00C747C1" w:rsidP="00325BB2">
      <w:pPr>
        <w:pStyle w:val="Listenfortsetzung"/>
        <w:rPr>
          <w:lang w:val="fr-FR"/>
        </w:rPr>
      </w:pPr>
    </w:p>
    <w:p w14:paraId="6DBB5382" w14:textId="50203E0E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x: Ort</w:t>
      </w:r>
      <w:r w:rsidR="00325BB2">
        <w:br/>
      </w:r>
      <w:r>
        <w:lastRenderedPageBreak/>
        <w:t>t: Zeit</w:t>
      </w:r>
      <w:r w:rsidR="00325BB2">
        <w:br/>
      </w:r>
      <w:r>
        <w:t>c: Ausbreitungsgeschwindigkeit</w:t>
      </w:r>
    </w:p>
    <w:p w14:paraId="467F89B4" w14:textId="77777777" w:rsidR="00C747C1" w:rsidRDefault="00C747C1" w:rsidP="00C747C1"/>
    <w:p w14:paraId="25D29263" w14:textId="77777777" w:rsidR="00C747C1" w:rsidRDefault="00C747C1" w:rsidP="00C747C1">
      <w:pPr>
        <w:pStyle w:val="Liste"/>
      </w:pPr>
      <w:r>
        <w:t>- Wellenfunktion einer stehenden harmonischen Welle</w:t>
      </w:r>
    </w:p>
    <w:p w14:paraId="1A46AB32" w14:textId="2A0F7948" w:rsidR="00C747C1" w:rsidRDefault="00C747C1" w:rsidP="00C747C1">
      <w:pPr>
        <w:pStyle w:val="Liste2"/>
      </w:pPr>
      <w:r>
        <w:t>y(x, t) =2y_{</w:t>
      </w:r>
      <w:proofErr w:type="spellStart"/>
      <w:r>
        <w:t>max</w:t>
      </w:r>
      <w:proofErr w:type="spellEnd"/>
      <w:r>
        <w:t>} *cos(2~p *</w:t>
      </w:r>
      <w:r w:rsidR="00325BB2">
        <w:t>\</w:t>
      </w:r>
      <w:proofErr w:type="spellStart"/>
      <w:r w:rsidR="00325BB2">
        <w:t>frac</w:t>
      </w:r>
      <w:proofErr w:type="spellEnd"/>
      <w:r w:rsidR="00325BB2">
        <w:t>{</w:t>
      </w:r>
      <w:r>
        <w:t>x</w:t>
      </w:r>
      <w:r w:rsidR="00325BB2">
        <w:t>}{</w:t>
      </w:r>
      <w:r>
        <w:t>~l</w:t>
      </w:r>
      <w:r w:rsidR="00325BB2">
        <w:t>}</w:t>
      </w:r>
      <w:r>
        <w:t>) *sin(2~p *t/T)</w:t>
      </w:r>
    </w:p>
    <w:p w14:paraId="24225EBA" w14:textId="77777777" w:rsidR="00C747C1" w:rsidRDefault="00C747C1" w:rsidP="00325BB2">
      <w:pPr>
        <w:pStyle w:val="Listenfortsetzung"/>
      </w:pPr>
    </w:p>
    <w:p w14:paraId="0D26252C" w14:textId="192F7F3D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x: Ort</w:t>
      </w:r>
      <w:r w:rsidR="00325BB2">
        <w:br/>
      </w:r>
      <w:r>
        <w:t>t: Zeit</w:t>
      </w:r>
      <w:r w:rsidR="00325BB2">
        <w:br/>
      </w:r>
      <w:r>
        <w:t>y_{</w:t>
      </w:r>
      <w:proofErr w:type="spellStart"/>
      <w:r>
        <w:t>max</w:t>
      </w:r>
      <w:proofErr w:type="spellEnd"/>
      <w:r>
        <w:t>}: Amplitude der einander entgegenlaufenden Wellen</w:t>
      </w:r>
      <w:r w:rsidR="00325BB2">
        <w:br/>
      </w:r>
      <w:r>
        <w:t>~l: Wellenlänge</w:t>
      </w:r>
      <w:r w:rsidR="00325BB2">
        <w:br/>
      </w:r>
      <w:r>
        <w:t>T: Periodendauer</w:t>
      </w:r>
    </w:p>
    <w:p w14:paraId="0B6CCE4C" w14:textId="77777777" w:rsidR="00C747C1" w:rsidRDefault="00C747C1" w:rsidP="00C747C1"/>
    <w:p w14:paraId="6832EDC2" w14:textId="77777777" w:rsidR="00C747C1" w:rsidRDefault="00C747C1" w:rsidP="00C747C1">
      <w:pPr>
        <w:pStyle w:val="Liste"/>
      </w:pPr>
      <w:r>
        <w:t>- stehende Wellen bei zwei festen (zwei losen) Enden</w:t>
      </w:r>
    </w:p>
    <w:p w14:paraId="04D81581" w14:textId="77777777" w:rsidR="00C747C1" w:rsidRDefault="00C747C1" w:rsidP="00C747C1">
      <w:pPr>
        <w:pStyle w:val="Liste2"/>
      </w:pPr>
      <w:r>
        <w:t>~</w:t>
      </w:r>
      <w:proofErr w:type="spellStart"/>
      <w:r>
        <w:t>l_k</w:t>
      </w:r>
      <w:proofErr w:type="spellEnd"/>
      <w:r>
        <w:t xml:space="preserve"> =\</w:t>
      </w:r>
      <w:proofErr w:type="spellStart"/>
      <w:r>
        <w:t>frac</w:t>
      </w:r>
      <w:proofErr w:type="spellEnd"/>
      <w:r>
        <w:t>{2l}{k +1}</w:t>
      </w:r>
    </w:p>
    <w:p w14:paraId="70BDAA29" w14:textId="77777777" w:rsidR="00C747C1" w:rsidRDefault="00C747C1" w:rsidP="00C747C1">
      <w:pPr>
        <w:pStyle w:val="Liste2"/>
      </w:pPr>
      <w:r>
        <w:t>Grundschwingung: k =0</w:t>
      </w:r>
    </w:p>
    <w:p w14:paraId="3735DEDB" w14:textId="77777777" w:rsidR="00C747C1" w:rsidRDefault="00C747C1" w:rsidP="00C747C1">
      <w:pPr>
        <w:pStyle w:val="Liste2"/>
      </w:pPr>
      <w:r>
        <w:t>Oberschwingungen: k =1, 2, 3, ...</w:t>
      </w:r>
    </w:p>
    <w:p w14:paraId="28B34A0E" w14:textId="77777777" w:rsidR="00C747C1" w:rsidRDefault="00C747C1" w:rsidP="00325BB2">
      <w:pPr>
        <w:pStyle w:val="Listenfortsetzung"/>
      </w:pPr>
    </w:p>
    <w:p w14:paraId="2FDD3AAD" w14:textId="07FB36B5" w:rsidR="00C747C1" w:rsidRDefault="00C747C1" w:rsidP="00325BB2">
      <w:pPr>
        <w:pStyle w:val="Listenfortsetzung"/>
      </w:pPr>
      <w:r>
        <w:t>~</w:t>
      </w:r>
      <w:proofErr w:type="spellStart"/>
      <w:r>
        <w:t>l_k</w:t>
      </w:r>
      <w:proofErr w:type="spellEnd"/>
      <w:r>
        <w:t>: Wellenlänge</w:t>
      </w:r>
      <w:r w:rsidR="00325BB2">
        <w:br/>
      </w:r>
      <w:r>
        <w:t>l: Länge des Wellenträgers</w:t>
      </w:r>
    </w:p>
    <w:p w14:paraId="5520CEB9" w14:textId="77777777" w:rsidR="00C747C1" w:rsidRDefault="00C747C1" w:rsidP="00C747C1"/>
    <w:p w14:paraId="66A7664F" w14:textId="77777777" w:rsidR="00C747C1" w:rsidRDefault="00C747C1" w:rsidP="00C747C1">
      <w:pPr>
        <w:pStyle w:val="Liste"/>
      </w:pPr>
      <w:r>
        <w:t>- stehende Wellen bei einem festen und einem losen Ende</w:t>
      </w:r>
    </w:p>
    <w:p w14:paraId="3F0CD7CA" w14:textId="1135CA9E" w:rsidR="00C747C1" w:rsidRDefault="00C747C1" w:rsidP="00C747C1">
      <w:pPr>
        <w:pStyle w:val="Liste2"/>
      </w:pPr>
      <w:r>
        <w:t>~</w:t>
      </w:r>
      <w:proofErr w:type="spellStart"/>
      <w:r>
        <w:t>l_k</w:t>
      </w:r>
      <w:proofErr w:type="spellEnd"/>
      <w:r>
        <w:t xml:space="preserve"> =</w:t>
      </w:r>
      <w:r w:rsidR="00325BB2">
        <w:t>\</w:t>
      </w:r>
      <w:proofErr w:type="spellStart"/>
      <w:r w:rsidR="00325BB2">
        <w:t>frac</w:t>
      </w:r>
      <w:proofErr w:type="spellEnd"/>
      <w:r w:rsidR="00325BB2">
        <w:t>{</w:t>
      </w:r>
      <w:r>
        <w:t>2l</w:t>
      </w:r>
      <w:r w:rsidR="00325BB2">
        <w:t>}{</w:t>
      </w:r>
      <w:r>
        <w:t>k +1</w:t>
      </w:r>
      <w:r w:rsidR="00325BB2">
        <w:t>/</w:t>
      </w:r>
      <w:r>
        <w:t>2}</w:t>
      </w:r>
    </w:p>
    <w:p w14:paraId="6ABF3A38" w14:textId="77777777" w:rsidR="00C747C1" w:rsidRDefault="00C747C1" w:rsidP="00C747C1">
      <w:pPr>
        <w:pStyle w:val="Liste2"/>
      </w:pPr>
      <w:r>
        <w:t>Grundschwingung: k =0</w:t>
      </w:r>
    </w:p>
    <w:p w14:paraId="45296E61" w14:textId="77777777" w:rsidR="00C747C1" w:rsidRDefault="00C747C1" w:rsidP="00C747C1">
      <w:pPr>
        <w:pStyle w:val="Liste2"/>
      </w:pPr>
      <w:r>
        <w:t>Oberschwingungen: k =1, 2, 3, ...</w:t>
      </w:r>
    </w:p>
    <w:p w14:paraId="617C58A0" w14:textId="77777777" w:rsidR="00C747C1" w:rsidRDefault="00C747C1" w:rsidP="00325BB2">
      <w:pPr>
        <w:pStyle w:val="Listenfortsetzung"/>
      </w:pPr>
    </w:p>
    <w:p w14:paraId="727FC63B" w14:textId="06578A94" w:rsidR="00C747C1" w:rsidRDefault="00C747C1" w:rsidP="00325BB2">
      <w:pPr>
        <w:pStyle w:val="Listenfortsetzung"/>
      </w:pPr>
      <w:r>
        <w:t>~</w:t>
      </w:r>
      <w:proofErr w:type="spellStart"/>
      <w:r>
        <w:t>l_k</w:t>
      </w:r>
      <w:proofErr w:type="spellEnd"/>
      <w:r>
        <w:t>: Wellenlänge;</w:t>
      </w:r>
      <w:r w:rsidR="00325BB2">
        <w:br/>
      </w:r>
      <w:r>
        <w:t>l: Länge des Wellenträgers</w:t>
      </w:r>
    </w:p>
    <w:p w14:paraId="2AE4B7DA" w14:textId="77777777" w:rsidR="00C747C1" w:rsidRDefault="00C747C1" w:rsidP="00C747C1"/>
    <w:p w14:paraId="236DE7C2" w14:textId="77777777" w:rsidR="00C747C1" w:rsidRDefault="00C747C1" w:rsidP="00C747C1">
      <w:pPr>
        <w:pStyle w:val="berschrift3"/>
      </w:pPr>
      <w:r>
        <w:lastRenderedPageBreak/>
        <w:t>Akustik</w:t>
      </w:r>
    </w:p>
    <w:p w14:paraId="4A60D4D8" w14:textId="77777777" w:rsidR="00C747C1" w:rsidRDefault="00C747C1" w:rsidP="00C747C1">
      <w:pPr>
        <w:pStyle w:val="berschrift4"/>
      </w:pPr>
      <w:r>
        <w:t>akustischer Dopplereffekt bei bewegtem Sender und bewegtem Empfänger</w:t>
      </w:r>
    </w:p>
    <w:p w14:paraId="3E2FC214" w14:textId="16F08416" w:rsidR="00C747C1" w:rsidRDefault="00C747C1" w:rsidP="00C747C1">
      <w:r>
        <w:t>für Annäherung:</w:t>
      </w:r>
      <w:r w:rsidR="00620A0B">
        <w:br/>
      </w:r>
      <w:proofErr w:type="spellStart"/>
      <w:r>
        <w:t>f_E</w:t>
      </w:r>
      <w:proofErr w:type="spellEnd"/>
      <w:r>
        <w:t xml:space="preserve"> =f_0 *\</w:t>
      </w:r>
      <w:proofErr w:type="spellStart"/>
      <w:r>
        <w:t>frac</w:t>
      </w:r>
      <w:proofErr w:type="spellEnd"/>
      <w:r>
        <w:t>{c +</w:t>
      </w:r>
      <w:proofErr w:type="spellStart"/>
      <w:r>
        <w:t>v_E</w:t>
      </w:r>
      <w:proofErr w:type="spellEnd"/>
      <w:r>
        <w:t>}{c -</w:t>
      </w:r>
      <w:proofErr w:type="spellStart"/>
      <w:r>
        <w:t>v_S</w:t>
      </w:r>
      <w:proofErr w:type="spellEnd"/>
      <w:r>
        <w:t>}</w:t>
      </w:r>
    </w:p>
    <w:p w14:paraId="4935617E" w14:textId="77777777" w:rsidR="00C747C1" w:rsidRDefault="00C747C1" w:rsidP="00C747C1"/>
    <w:p w14:paraId="6C022714" w14:textId="626CD93C" w:rsidR="00C747C1" w:rsidRDefault="00C747C1" w:rsidP="00C747C1">
      <w:r>
        <w:t>für Entfernungszunahme:</w:t>
      </w:r>
      <w:r w:rsidR="00620A0B">
        <w:br/>
      </w:r>
      <w:proofErr w:type="spellStart"/>
      <w:r>
        <w:t>f_E</w:t>
      </w:r>
      <w:proofErr w:type="spellEnd"/>
      <w:r>
        <w:t xml:space="preserve"> =f_0 *\</w:t>
      </w:r>
      <w:proofErr w:type="spellStart"/>
      <w:r>
        <w:t>frac</w:t>
      </w:r>
      <w:proofErr w:type="spellEnd"/>
      <w:r>
        <w:t>{c -</w:t>
      </w:r>
      <w:proofErr w:type="spellStart"/>
      <w:r>
        <w:t>v_E</w:t>
      </w:r>
      <w:proofErr w:type="spellEnd"/>
      <w:r>
        <w:t>}{c +</w:t>
      </w:r>
      <w:proofErr w:type="spellStart"/>
      <w:r>
        <w:t>v_</w:t>
      </w:r>
      <w:r w:rsidR="00325BB2">
        <w:t>S</w:t>
      </w:r>
      <w:proofErr w:type="spellEnd"/>
      <w:r>
        <w:t>}</w:t>
      </w:r>
    </w:p>
    <w:p w14:paraId="29A21A0F" w14:textId="77777777" w:rsidR="00C747C1" w:rsidRDefault="00C747C1" w:rsidP="00C747C1"/>
    <w:p w14:paraId="65C50975" w14:textId="34832162" w:rsidR="00C747C1" w:rsidRDefault="00C747C1" w:rsidP="00325BB2">
      <w:proofErr w:type="spellStart"/>
      <w:r>
        <w:t>f_E</w:t>
      </w:r>
      <w:proofErr w:type="spellEnd"/>
      <w:r>
        <w:t>: vom Empfänger gemessene Frequenz</w:t>
      </w:r>
      <w:r w:rsidR="00325BB2">
        <w:br/>
      </w:r>
      <w:r>
        <w:t>f_0: vom Sender abgestrahlte Frequenz</w:t>
      </w:r>
      <w:r w:rsidR="00325BB2">
        <w:br/>
      </w:r>
      <w:r>
        <w:t>c: Schallgeschwindigkeit</w:t>
      </w:r>
      <w:r w:rsidR="00325BB2">
        <w:br/>
      </w:r>
      <w:proofErr w:type="spellStart"/>
      <w:r>
        <w:t>v_E</w:t>
      </w:r>
      <w:proofErr w:type="spellEnd"/>
      <w:r>
        <w:t>: Geschwindigkeit des Empfängers</w:t>
      </w:r>
      <w:r w:rsidR="00325BB2">
        <w:br/>
      </w:r>
      <w:proofErr w:type="spellStart"/>
      <w:r>
        <w:t>v_S</w:t>
      </w:r>
      <w:proofErr w:type="spellEnd"/>
      <w:r>
        <w:t xml:space="preserve"> : Geschwindigkeit der Schallquelle</w:t>
      </w:r>
    </w:p>
    <w:p w14:paraId="5308B607" w14:textId="77777777" w:rsidR="00C747C1" w:rsidRDefault="00C747C1" w:rsidP="00C747C1"/>
    <w:p w14:paraId="103C134C" w14:textId="77777777" w:rsidR="00C747C1" w:rsidRDefault="00C747C1" w:rsidP="00C747C1">
      <w:pPr>
        <w:pStyle w:val="berschrift4"/>
      </w:pPr>
      <w:r>
        <w:t>Schalldruck</w:t>
      </w:r>
    </w:p>
    <w:p w14:paraId="6BBCFB89" w14:textId="77777777" w:rsidR="00C747C1" w:rsidRDefault="00C747C1" w:rsidP="00C747C1">
      <w:r>
        <w:t>p_{</w:t>
      </w:r>
      <w:proofErr w:type="spellStart"/>
      <w:r>
        <w:t>ges</w:t>
      </w:r>
      <w:proofErr w:type="spellEnd"/>
      <w:r>
        <w:t>} =</w:t>
      </w:r>
      <w:proofErr w:type="spellStart"/>
      <w:r>
        <w:t>p_n</w:t>
      </w:r>
      <w:proofErr w:type="spellEnd"/>
      <w:r>
        <w:t xml:space="preserve"> +p *sin(~w *t)</w:t>
      </w:r>
    </w:p>
    <w:p w14:paraId="4C0AA810" w14:textId="77777777" w:rsidR="00C747C1" w:rsidRDefault="00C747C1" w:rsidP="00C747C1"/>
    <w:p w14:paraId="70663324" w14:textId="4451BB84" w:rsidR="00C747C1" w:rsidRDefault="00C747C1" w:rsidP="00325BB2">
      <w:r>
        <w:t>p_{</w:t>
      </w:r>
      <w:proofErr w:type="spellStart"/>
      <w:r>
        <w:t>ges</w:t>
      </w:r>
      <w:proofErr w:type="spellEnd"/>
      <w:r>
        <w:t>}: Gesamtdruck</w:t>
      </w:r>
      <w:r w:rsidR="00325BB2">
        <w:br/>
      </w:r>
      <w:proofErr w:type="spellStart"/>
      <w:r>
        <w:t>p_n</w:t>
      </w:r>
      <w:proofErr w:type="spellEnd"/>
      <w:r>
        <w:t>: Normaldruck im Medium (konstant)</w:t>
      </w:r>
      <w:r w:rsidR="00325BB2">
        <w:br/>
      </w:r>
      <w:r>
        <w:t>p: Schalldruckamplitude</w:t>
      </w:r>
      <w:r w:rsidR="00325BB2">
        <w:br/>
      </w:r>
      <w:r>
        <w:t>~w: Kreisfrequenz</w:t>
      </w:r>
      <w:r w:rsidR="00325BB2">
        <w:br/>
      </w:r>
      <w:r>
        <w:t>t: Zeit</w:t>
      </w:r>
    </w:p>
    <w:p w14:paraId="1BC4D7D4" w14:textId="77777777" w:rsidR="00C747C1" w:rsidRDefault="00C747C1" w:rsidP="00C747C1"/>
    <w:p w14:paraId="69989B48" w14:textId="77777777" w:rsidR="00C747C1" w:rsidRDefault="00C747C1" w:rsidP="00C747C1">
      <w:pPr>
        <w:pStyle w:val="berschrift4"/>
      </w:pPr>
      <w:r>
        <w:t>Intensität einer Schallwelle in einem verlustfreien akustischen Medium</w:t>
      </w:r>
    </w:p>
    <w:p w14:paraId="1E8A0CFF" w14:textId="77777777" w:rsidR="00C747C1" w:rsidRPr="004E348E" w:rsidRDefault="00C747C1" w:rsidP="00C747C1">
      <w:pPr>
        <w:rPr>
          <w:lang w:val="en-GB"/>
        </w:rPr>
      </w:pPr>
      <w:r w:rsidRPr="004E348E">
        <w:rPr>
          <w:lang w:val="en-GB"/>
        </w:rPr>
        <w:t>I =P/A =\frac{p^2}{2~r *c}</w:t>
      </w:r>
    </w:p>
    <w:p w14:paraId="3121656F" w14:textId="77777777" w:rsidR="00C747C1" w:rsidRPr="004E348E" w:rsidRDefault="00C747C1" w:rsidP="00C747C1">
      <w:pPr>
        <w:rPr>
          <w:lang w:val="en-GB"/>
        </w:rPr>
      </w:pPr>
    </w:p>
    <w:p w14:paraId="01FD31A5" w14:textId="65AB590E" w:rsidR="00C747C1" w:rsidRDefault="00C747C1" w:rsidP="00325BB2">
      <w:r>
        <w:t>I: Schallintensität</w:t>
      </w:r>
      <w:r w:rsidR="00325BB2">
        <w:br/>
      </w:r>
      <w:r>
        <w:t>P: Schallleistung</w:t>
      </w:r>
      <w:r w:rsidR="00325BB2">
        <w:br/>
      </w:r>
      <w:r>
        <w:t>A: Flächeninhalt</w:t>
      </w:r>
      <w:r w:rsidR="00325BB2">
        <w:br/>
      </w:r>
      <w:r>
        <w:t>p: Schalldruck</w:t>
      </w:r>
      <w:r w:rsidR="00325BB2">
        <w:br/>
      </w:r>
      <w:r>
        <w:lastRenderedPageBreak/>
        <w:t>~r: Dichte des Mediums</w:t>
      </w:r>
      <w:r w:rsidR="00325BB2">
        <w:br/>
      </w:r>
      <w:r>
        <w:t>c: Schallgeschwindigkeit im Medium</w:t>
      </w:r>
    </w:p>
    <w:p w14:paraId="69663AA4" w14:textId="04D6C13F" w:rsidR="00C747C1" w:rsidRDefault="00C747C1" w:rsidP="00C747C1"/>
    <w:p w14:paraId="3DC03753" w14:textId="0D2965A2" w:rsidR="00620A0B" w:rsidRDefault="00620A0B" w:rsidP="00C747C1">
      <w:r>
        <w:t>((24))</w:t>
      </w:r>
    </w:p>
    <w:p w14:paraId="11E48C29" w14:textId="77777777" w:rsidR="00C747C1" w:rsidRDefault="00C747C1" w:rsidP="00C747C1">
      <w:pPr>
        <w:pStyle w:val="berschrift4"/>
      </w:pPr>
      <w:r>
        <w:t>Schallintensitätspegel</w:t>
      </w:r>
    </w:p>
    <w:p w14:paraId="07E1BE90" w14:textId="77777777" w:rsidR="00C747C1" w:rsidRDefault="00C747C1" w:rsidP="00C747C1">
      <w:r>
        <w:t>L_I =10dB *</w:t>
      </w:r>
      <w:proofErr w:type="spellStart"/>
      <w:r>
        <w:t>lg</w:t>
      </w:r>
      <w:proofErr w:type="spellEnd"/>
      <w:r>
        <w:t>(\</w:t>
      </w:r>
      <w:proofErr w:type="spellStart"/>
      <w:r>
        <w:t>frac</w:t>
      </w:r>
      <w:proofErr w:type="spellEnd"/>
      <w:r>
        <w:t>{l}{l_0})</w:t>
      </w:r>
    </w:p>
    <w:p w14:paraId="7A586098" w14:textId="77777777" w:rsidR="00C747C1" w:rsidRDefault="00C747C1" w:rsidP="00C747C1">
      <w:r>
        <w:t>mit: I_0 =10^{-12}\</w:t>
      </w:r>
      <w:proofErr w:type="spellStart"/>
      <w:r>
        <w:t>frac</w:t>
      </w:r>
      <w:proofErr w:type="spellEnd"/>
      <w:r>
        <w:t>{W}{m^2}</w:t>
      </w:r>
    </w:p>
    <w:p w14:paraId="2B7E8F98" w14:textId="77777777" w:rsidR="00C747C1" w:rsidRDefault="00C747C1" w:rsidP="00C747C1"/>
    <w:p w14:paraId="05F1AA20" w14:textId="5AF43637" w:rsidR="00C747C1" w:rsidRDefault="00C747C1" w:rsidP="00325BB2">
      <w:r>
        <w:t>L_I : Schallintensitätspegel</w:t>
      </w:r>
      <w:r w:rsidR="00325BB2">
        <w:br/>
      </w:r>
      <w:r>
        <w:t>I: Schallintensität</w:t>
      </w:r>
      <w:r w:rsidR="00325BB2">
        <w:br/>
      </w:r>
      <w:r>
        <w:t>I_0: Bezugswert der Schallintensität</w:t>
      </w:r>
    </w:p>
    <w:p w14:paraId="23183ABC" w14:textId="77777777" w:rsidR="00C747C1" w:rsidRDefault="00C747C1" w:rsidP="00C747C1"/>
    <w:p w14:paraId="7391FF1B" w14:textId="77777777" w:rsidR="00C747C1" w:rsidRDefault="00C747C1" w:rsidP="00C747C1">
      <w:pPr>
        <w:pStyle w:val="berschrift4"/>
      </w:pPr>
      <w:r>
        <w:t>Schalldruckpegel</w:t>
      </w:r>
    </w:p>
    <w:p w14:paraId="42F4B395" w14:textId="77777777" w:rsidR="00C747C1" w:rsidRDefault="00C747C1" w:rsidP="00C747C1">
      <w:proofErr w:type="spellStart"/>
      <w:r>
        <w:t>L_p</w:t>
      </w:r>
      <w:proofErr w:type="spellEnd"/>
      <w:r>
        <w:t xml:space="preserve"> =20dB *</w:t>
      </w:r>
      <w:proofErr w:type="spellStart"/>
      <w:r>
        <w:t>lg</w:t>
      </w:r>
      <w:proofErr w:type="spellEnd"/>
      <w:r>
        <w:t>(\</w:t>
      </w:r>
      <w:proofErr w:type="spellStart"/>
      <w:r>
        <w:t>frac</w:t>
      </w:r>
      <w:proofErr w:type="spellEnd"/>
      <w:r>
        <w:t>{p_{</w:t>
      </w:r>
      <w:proofErr w:type="spellStart"/>
      <w:r>
        <w:t>eff</w:t>
      </w:r>
      <w:proofErr w:type="spellEnd"/>
      <w:r>
        <w:t>}}{p_0})</w:t>
      </w:r>
    </w:p>
    <w:p w14:paraId="409A2FE0" w14:textId="77777777" w:rsidR="00C747C1" w:rsidRDefault="00C747C1" w:rsidP="00C747C1">
      <w:r>
        <w:t>mit: p_0 =20~mPa</w:t>
      </w:r>
    </w:p>
    <w:p w14:paraId="762B688F" w14:textId="77777777" w:rsidR="00C747C1" w:rsidRDefault="00C747C1" w:rsidP="00C747C1"/>
    <w:p w14:paraId="01D30006" w14:textId="0FA58090" w:rsidR="00C747C1" w:rsidRDefault="00C747C1" w:rsidP="00325BB2">
      <w:proofErr w:type="spellStart"/>
      <w:r>
        <w:t>L_p</w:t>
      </w:r>
      <w:proofErr w:type="spellEnd"/>
      <w:r>
        <w:t>: Schalldruckpegel</w:t>
      </w:r>
      <w:r w:rsidR="00325BB2">
        <w:br/>
      </w:r>
      <w:r>
        <w:t>p_0: Bezugswert des Schalldrucks</w:t>
      </w:r>
      <w:r w:rsidR="00325BB2">
        <w:br/>
      </w:r>
      <w:r>
        <w:t>p_{</w:t>
      </w:r>
      <w:proofErr w:type="spellStart"/>
      <w:r>
        <w:t>eff</w:t>
      </w:r>
      <w:proofErr w:type="spellEnd"/>
      <w:r>
        <w:t>}: Effektivwert des Schalldrucks</w:t>
      </w:r>
    </w:p>
    <w:p w14:paraId="16B4A2CD" w14:textId="77777777" w:rsidR="00C747C1" w:rsidRDefault="00C747C1" w:rsidP="00C747C1"/>
    <w:p w14:paraId="2AD643EE" w14:textId="77777777" w:rsidR="00C747C1" w:rsidRDefault="00C747C1" w:rsidP="00C747C1">
      <w:pPr>
        <w:pStyle w:val="berschrift2"/>
      </w:pPr>
      <w:r>
        <w:t>3.2 Elektrizitätslehre und Magnetismus</w:t>
      </w:r>
    </w:p>
    <w:p w14:paraId="78F8C771" w14:textId="77777777" w:rsidR="00C747C1" w:rsidRDefault="00C747C1" w:rsidP="00C747C1">
      <w:pPr>
        <w:pStyle w:val="berschrift3"/>
      </w:pPr>
      <w:r>
        <w:t>Stromstärke, Spannung, Widerstand, Ladung</w:t>
      </w:r>
    </w:p>
    <w:p w14:paraId="7B082CEA" w14:textId="77777777" w:rsidR="00C747C1" w:rsidRDefault="00C747C1" w:rsidP="00C747C1"/>
    <w:p w14:paraId="03AFF862" w14:textId="77777777" w:rsidR="00C747C1" w:rsidRDefault="00C747C1" w:rsidP="00C747C1">
      <w:pPr>
        <w:pStyle w:val="berschrift4"/>
      </w:pPr>
      <w:r>
        <w:t>mittlere elektrische Stromstärke</w:t>
      </w:r>
    </w:p>
    <w:p w14:paraId="10D88652" w14:textId="77777777" w:rsidR="00C747C1" w:rsidRDefault="00C747C1" w:rsidP="00C747C1">
      <w:r>
        <w:t>\</w:t>
      </w:r>
      <w:proofErr w:type="spellStart"/>
      <w:r>
        <w:t>ol</w:t>
      </w:r>
      <w:proofErr w:type="spellEnd"/>
      <w:r>
        <w:t>{I} =\</w:t>
      </w:r>
      <w:proofErr w:type="spellStart"/>
      <w:r>
        <w:t>frac</w:t>
      </w:r>
      <w:proofErr w:type="spellEnd"/>
      <w:r>
        <w:t>{~DQ}{~</w:t>
      </w:r>
      <w:proofErr w:type="spellStart"/>
      <w:r>
        <w:t>Dt</w:t>
      </w:r>
      <w:proofErr w:type="spellEnd"/>
      <w:r>
        <w:t>}</w:t>
      </w:r>
    </w:p>
    <w:p w14:paraId="5DA5AC89" w14:textId="77777777" w:rsidR="00C747C1" w:rsidRDefault="00C747C1" w:rsidP="00C747C1"/>
    <w:p w14:paraId="29540761" w14:textId="1ABB8BBD" w:rsidR="00C747C1" w:rsidRDefault="00C747C1" w:rsidP="00A55CCA">
      <w:r>
        <w:t>\</w:t>
      </w:r>
      <w:proofErr w:type="spellStart"/>
      <w:r>
        <w:t>ol</w:t>
      </w:r>
      <w:proofErr w:type="spellEnd"/>
      <w:r>
        <w:t>{I}: mittlere elektrische Stromstärke</w:t>
      </w:r>
      <w:r w:rsidR="00A55CCA">
        <w:br/>
      </w:r>
      <w:r>
        <w:t>Q: elektrische Ladung</w:t>
      </w:r>
      <w:r w:rsidR="00A55CCA">
        <w:br/>
      </w:r>
      <w:r>
        <w:t>t: Zeit</w:t>
      </w:r>
    </w:p>
    <w:p w14:paraId="17ABCA7D" w14:textId="77777777" w:rsidR="00C747C1" w:rsidRDefault="00C747C1" w:rsidP="00C747C1"/>
    <w:p w14:paraId="3483E45E" w14:textId="77777777" w:rsidR="00C747C1" w:rsidRDefault="00C747C1" w:rsidP="00C747C1">
      <w:pPr>
        <w:pStyle w:val="berschrift4"/>
      </w:pPr>
      <w:r>
        <w:lastRenderedPageBreak/>
        <w:t>momentane elektrische Stromstärke und elektrische Ladung</w:t>
      </w:r>
    </w:p>
    <w:p w14:paraId="42DCC483" w14:textId="77777777" w:rsidR="00C747C1" w:rsidRDefault="00C747C1" w:rsidP="00C747C1">
      <w:r>
        <w:t>I(t) =\</w:t>
      </w:r>
      <w:proofErr w:type="spellStart"/>
      <w:r>
        <w:t>frac</w:t>
      </w:r>
      <w:proofErr w:type="spellEnd"/>
      <w:r>
        <w:t>{</w:t>
      </w:r>
      <w:proofErr w:type="spellStart"/>
      <w:r>
        <w:t>dQ</w:t>
      </w:r>
      <w:proofErr w:type="spellEnd"/>
      <w:r>
        <w:t>}{</w:t>
      </w:r>
      <w:proofErr w:type="spellStart"/>
      <w:r>
        <w:t>dt</w:t>
      </w:r>
      <w:proofErr w:type="spellEnd"/>
      <w:r>
        <w:t>} =\</w:t>
      </w:r>
      <w:proofErr w:type="spellStart"/>
      <w:r>
        <w:t>dot</w:t>
      </w:r>
      <w:proofErr w:type="spellEnd"/>
      <w:r>
        <w:t>{Q}(t)</w:t>
      </w:r>
    </w:p>
    <w:p w14:paraId="2A6BB1AE" w14:textId="77777777" w:rsidR="00C747C1" w:rsidRDefault="00C747C1" w:rsidP="00C747C1">
      <w:r>
        <w:t>Q =\</w:t>
      </w:r>
      <w:proofErr w:type="spellStart"/>
      <w:r>
        <w:t>int</w:t>
      </w:r>
      <w:proofErr w:type="spellEnd"/>
      <w:r>
        <w:t>_{t_1}^{t_2}I(t)</w:t>
      </w:r>
      <w:proofErr w:type="spellStart"/>
      <w:r>
        <w:t>dt</w:t>
      </w:r>
      <w:proofErr w:type="spellEnd"/>
    </w:p>
    <w:p w14:paraId="008C1CC2" w14:textId="77777777" w:rsidR="00C747C1" w:rsidRDefault="00C747C1" w:rsidP="00C747C1"/>
    <w:p w14:paraId="516D1213" w14:textId="2A8B0FD6" w:rsidR="00C747C1" w:rsidRDefault="00C747C1" w:rsidP="00A55CCA">
      <w:r>
        <w:t>I: elektrische Stromstärke</w:t>
      </w:r>
      <w:r w:rsidR="00A55CCA">
        <w:br/>
      </w:r>
      <w:r>
        <w:t>Q: elektrische Ladung</w:t>
      </w:r>
      <w:r w:rsidR="00A55CCA">
        <w:br/>
      </w:r>
      <w:r>
        <w:t>t: Zeit</w:t>
      </w:r>
    </w:p>
    <w:p w14:paraId="605B394B" w14:textId="77777777" w:rsidR="00C747C1" w:rsidRDefault="00C747C1" w:rsidP="00C747C1"/>
    <w:p w14:paraId="26B1DCA5" w14:textId="77777777" w:rsidR="00C747C1" w:rsidRDefault="00C747C1" w:rsidP="00C747C1">
      <w:pPr>
        <w:pStyle w:val="berschrift4"/>
      </w:pPr>
      <w:r>
        <w:t>elektrischer Widerstand</w:t>
      </w:r>
    </w:p>
    <w:p w14:paraId="106A7D16" w14:textId="36CF0F01" w:rsidR="00C747C1" w:rsidRDefault="00C747C1" w:rsidP="00C747C1">
      <w:r>
        <w:t>R =U</w:t>
      </w:r>
      <w:r w:rsidR="00620A0B">
        <w:t>/</w:t>
      </w:r>
      <w:r>
        <w:t>I</w:t>
      </w:r>
    </w:p>
    <w:p w14:paraId="604D71FB" w14:textId="77777777" w:rsidR="00C747C1" w:rsidRDefault="00C747C1" w:rsidP="00C747C1"/>
    <w:p w14:paraId="0F11CFB3" w14:textId="6DE9501F" w:rsidR="00C747C1" w:rsidRDefault="00C747C1" w:rsidP="00A55CCA">
      <w:r>
        <w:t>R: elektrischer Widerstand</w:t>
      </w:r>
      <w:r w:rsidR="00A55CCA">
        <w:br/>
      </w:r>
      <w:r>
        <w:t>U: elektrische Spannung</w:t>
      </w:r>
      <w:r w:rsidR="00A55CCA">
        <w:br/>
      </w:r>
      <w:r>
        <w:t>I: elektrische Stromstärke</w:t>
      </w:r>
    </w:p>
    <w:p w14:paraId="3959B888" w14:textId="77777777" w:rsidR="00C747C1" w:rsidRDefault="00C747C1" w:rsidP="00C747C1"/>
    <w:p w14:paraId="4208FD37" w14:textId="77777777" w:rsidR="00C747C1" w:rsidRDefault="00C747C1" w:rsidP="00C747C1">
      <w:pPr>
        <w:pStyle w:val="berschrift4"/>
      </w:pPr>
      <w:r>
        <w:t>Widerstand eines elektrischen Leiters</w:t>
      </w:r>
    </w:p>
    <w:p w14:paraId="6DE70F94" w14:textId="77777777" w:rsidR="00C747C1" w:rsidRDefault="00C747C1" w:rsidP="00C747C1">
      <w:r>
        <w:t>R =~r *l/A</w:t>
      </w:r>
    </w:p>
    <w:p w14:paraId="544D907C" w14:textId="77777777" w:rsidR="00C747C1" w:rsidRDefault="00C747C1" w:rsidP="00C747C1"/>
    <w:p w14:paraId="5B8BBC31" w14:textId="5FD7ED44" w:rsidR="00C747C1" w:rsidRDefault="00C747C1" w:rsidP="00A55CCA">
      <w:r>
        <w:t>R: elektrischer Widerstand</w:t>
      </w:r>
      <w:r w:rsidR="00A55CCA">
        <w:br/>
      </w:r>
      <w:r>
        <w:t>~r: spezifischer Widerstand</w:t>
      </w:r>
      <w:r w:rsidR="00A55CCA">
        <w:br/>
      </w:r>
      <w:r>
        <w:t>l: Länge des Leiters</w:t>
      </w:r>
      <w:r w:rsidR="00A55CCA">
        <w:br/>
      </w:r>
      <w:r>
        <w:t>A: Querschnittsfläche des Leiters</w:t>
      </w:r>
    </w:p>
    <w:p w14:paraId="1ABF898C" w14:textId="77777777" w:rsidR="00C747C1" w:rsidRDefault="00C747C1" w:rsidP="00C747C1"/>
    <w:p w14:paraId="410C7DAD" w14:textId="77777777" w:rsidR="00C747C1" w:rsidRDefault="00C747C1" w:rsidP="00C747C1">
      <w:pPr>
        <w:pStyle w:val="berschrift3"/>
      </w:pPr>
      <w:r>
        <w:t>Reihen- und Parallelschaltung von Widerständen</w:t>
      </w:r>
    </w:p>
    <w:p w14:paraId="173E2A12" w14:textId="77777777" w:rsidR="00C747C1" w:rsidRDefault="00C747C1" w:rsidP="00C747C1">
      <w:pPr>
        <w:pStyle w:val="berschrift4"/>
      </w:pPr>
      <w:r>
        <w:t>Reihenschaltung</w:t>
      </w:r>
    </w:p>
    <w:p w14:paraId="46E0AE4F" w14:textId="77777777" w:rsidR="00C747C1" w:rsidRPr="004E348E" w:rsidRDefault="00C747C1" w:rsidP="00C747C1">
      <w:pPr>
        <w:rPr>
          <w:lang w:val="en-GB"/>
        </w:rPr>
      </w:pPr>
      <w:r w:rsidRPr="004E348E">
        <w:rPr>
          <w:lang w:val="en-GB"/>
        </w:rPr>
        <w:t>I_{</w:t>
      </w:r>
      <w:proofErr w:type="spellStart"/>
      <w:r w:rsidRPr="004E348E">
        <w:rPr>
          <w:lang w:val="en-GB"/>
        </w:rPr>
        <w:t>ges</w:t>
      </w:r>
      <w:proofErr w:type="spellEnd"/>
      <w:r w:rsidRPr="004E348E">
        <w:rPr>
          <w:lang w:val="en-GB"/>
        </w:rPr>
        <w:t>} =I_1 =I_2 =... =</w:t>
      </w:r>
      <w:proofErr w:type="spellStart"/>
      <w:r w:rsidRPr="004E348E">
        <w:rPr>
          <w:lang w:val="en-GB"/>
        </w:rPr>
        <w:t>I_n</w:t>
      </w:r>
      <w:proofErr w:type="spellEnd"/>
    </w:p>
    <w:p w14:paraId="348BE843" w14:textId="77777777" w:rsidR="00C747C1" w:rsidRDefault="00C747C1" w:rsidP="00C747C1">
      <w:r w:rsidRPr="004E348E">
        <w:rPr>
          <w:lang w:val="en-GB"/>
        </w:rPr>
        <w:t>U_{</w:t>
      </w:r>
      <w:proofErr w:type="spellStart"/>
      <w:r w:rsidRPr="004E348E">
        <w:rPr>
          <w:lang w:val="en-GB"/>
        </w:rPr>
        <w:t>ges</w:t>
      </w:r>
      <w:proofErr w:type="spellEnd"/>
      <w:r w:rsidRPr="004E348E">
        <w:rPr>
          <w:lang w:val="en-GB"/>
        </w:rPr>
        <w:t xml:space="preserve">} =U_1 +U_2 +... </w:t>
      </w:r>
      <w:r>
        <w:t>+</w:t>
      </w:r>
      <w:proofErr w:type="spellStart"/>
      <w:r>
        <w:t>U_n</w:t>
      </w:r>
      <w:proofErr w:type="spellEnd"/>
    </w:p>
    <w:p w14:paraId="765A2AD4" w14:textId="77777777" w:rsidR="00C747C1" w:rsidRDefault="00C747C1" w:rsidP="00C747C1">
      <w:r>
        <w:t>R_{</w:t>
      </w:r>
      <w:proofErr w:type="spellStart"/>
      <w:r>
        <w:t>ges</w:t>
      </w:r>
      <w:proofErr w:type="spellEnd"/>
      <w:r>
        <w:t>} =R_1 +R_2 +... +</w:t>
      </w:r>
      <w:proofErr w:type="spellStart"/>
      <w:r>
        <w:t>R_n</w:t>
      </w:r>
      <w:proofErr w:type="spellEnd"/>
    </w:p>
    <w:p w14:paraId="7C29F4B5" w14:textId="77777777" w:rsidR="00C747C1" w:rsidRDefault="00C747C1" w:rsidP="00C747C1"/>
    <w:p w14:paraId="091447E6" w14:textId="593375B5" w:rsidR="00C747C1" w:rsidRDefault="00C747C1" w:rsidP="00A55CCA">
      <w:r>
        <w:t>I_{</w:t>
      </w:r>
      <w:proofErr w:type="spellStart"/>
      <w:r>
        <w:t>ges</w:t>
      </w:r>
      <w:proofErr w:type="spellEnd"/>
      <w:r>
        <w:t>}: Gesamtstromstärke</w:t>
      </w:r>
      <w:r w:rsidR="00A55CCA">
        <w:br/>
      </w:r>
      <w:r>
        <w:t>I_1, I_2, ...: Einzelstromstärken</w:t>
      </w:r>
      <w:r w:rsidR="00A55CCA">
        <w:br/>
      </w:r>
      <w:r>
        <w:lastRenderedPageBreak/>
        <w:t>U_{</w:t>
      </w:r>
      <w:proofErr w:type="spellStart"/>
      <w:r>
        <w:t>ges</w:t>
      </w:r>
      <w:proofErr w:type="spellEnd"/>
      <w:r>
        <w:t>}: Gesamtspannung</w:t>
      </w:r>
      <w:r w:rsidR="00A55CCA">
        <w:br/>
      </w:r>
      <w:r>
        <w:t>U_1, U_2, ...: Einzelspannungen</w:t>
      </w:r>
      <w:r w:rsidR="00A55CCA">
        <w:br/>
      </w:r>
      <w:r>
        <w:t>R_{</w:t>
      </w:r>
      <w:proofErr w:type="spellStart"/>
      <w:r>
        <w:t>ges</w:t>
      </w:r>
      <w:proofErr w:type="spellEnd"/>
      <w:r>
        <w:t>}: Gesamtwiderstand</w:t>
      </w:r>
      <w:r w:rsidR="00A55CCA">
        <w:br/>
      </w:r>
      <w:r>
        <w:t>R_1, R_2, ...: Einzelwiderstände</w:t>
      </w:r>
    </w:p>
    <w:p w14:paraId="6A17095C" w14:textId="77777777" w:rsidR="00C747C1" w:rsidRDefault="00C747C1" w:rsidP="00C747C1">
      <w:pPr>
        <w:pStyle w:val="Liste"/>
      </w:pPr>
    </w:p>
    <w:p w14:paraId="10CF0137" w14:textId="77777777" w:rsidR="00C747C1" w:rsidRPr="004E348E" w:rsidRDefault="00C747C1" w:rsidP="00C747C1">
      <w:pPr>
        <w:pStyle w:val="Liste"/>
        <w:rPr>
          <w:lang w:val="en-GB"/>
        </w:rPr>
      </w:pPr>
      <w:r w:rsidRPr="004E348E">
        <w:rPr>
          <w:lang w:val="en-GB"/>
        </w:rPr>
        <w:t>((25))</w:t>
      </w:r>
    </w:p>
    <w:p w14:paraId="706E58F2" w14:textId="77777777" w:rsidR="00C747C1" w:rsidRPr="004E348E" w:rsidRDefault="00C747C1" w:rsidP="00C747C1">
      <w:pPr>
        <w:pStyle w:val="berschrift4"/>
        <w:rPr>
          <w:lang w:val="en-GB"/>
        </w:rPr>
      </w:pPr>
      <w:proofErr w:type="spellStart"/>
      <w:r w:rsidRPr="004E348E">
        <w:rPr>
          <w:lang w:val="en-GB"/>
        </w:rPr>
        <w:t>Parallelschaltung</w:t>
      </w:r>
      <w:proofErr w:type="spellEnd"/>
    </w:p>
    <w:p w14:paraId="54571E12" w14:textId="77777777" w:rsidR="00C747C1" w:rsidRPr="004E348E" w:rsidRDefault="00C747C1" w:rsidP="00C747C1">
      <w:pPr>
        <w:rPr>
          <w:lang w:val="en-GB"/>
        </w:rPr>
      </w:pPr>
      <w:proofErr w:type="spellStart"/>
      <w:r w:rsidRPr="004E348E">
        <w:rPr>
          <w:lang w:val="en-GB"/>
        </w:rPr>
        <w:t>I_ges</w:t>
      </w:r>
      <w:proofErr w:type="spellEnd"/>
      <w:r w:rsidRPr="004E348E">
        <w:rPr>
          <w:lang w:val="en-GB"/>
        </w:rPr>
        <w:t xml:space="preserve"> =I_1 +I_2 +... +</w:t>
      </w:r>
      <w:proofErr w:type="spellStart"/>
      <w:r w:rsidRPr="004E348E">
        <w:rPr>
          <w:lang w:val="en-GB"/>
        </w:rPr>
        <w:t>I_n</w:t>
      </w:r>
      <w:proofErr w:type="spellEnd"/>
    </w:p>
    <w:p w14:paraId="2D297095" w14:textId="77777777" w:rsidR="00C747C1" w:rsidRPr="004E348E" w:rsidRDefault="00C747C1" w:rsidP="00C747C1">
      <w:pPr>
        <w:rPr>
          <w:lang w:val="en-GB"/>
        </w:rPr>
      </w:pPr>
      <w:proofErr w:type="spellStart"/>
      <w:r w:rsidRPr="004E348E">
        <w:rPr>
          <w:lang w:val="en-GB"/>
        </w:rPr>
        <w:t>U_ges</w:t>
      </w:r>
      <w:proofErr w:type="spellEnd"/>
      <w:r w:rsidRPr="004E348E">
        <w:rPr>
          <w:lang w:val="en-GB"/>
        </w:rPr>
        <w:t xml:space="preserve"> =U_1 =U_2 =... =</w:t>
      </w:r>
      <w:proofErr w:type="spellStart"/>
      <w:r w:rsidRPr="004E348E">
        <w:rPr>
          <w:lang w:val="en-GB"/>
        </w:rPr>
        <w:t>U_n</w:t>
      </w:r>
      <w:proofErr w:type="spellEnd"/>
    </w:p>
    <w:p w14:paraId="29D0C804" w14:textId="77777777" w:rsidR="00C747C1" w:rsidRDefault="00C747C1" w:rsidP="00C747C1">
      <w:r w:rsidRPr="004E348E">
        <w:rPr>
          <w:lang w:val="en-GB"/>
        </w:rPr>
        <w:t>\frac{1}{R_{</w:t>
      </w:r>
      <w:proofErr w:type="spellStart"/>
      <w:r w:rsidRPr="004E348E">
        <w:rPr>
          <w:lang w:val="en-GB"/>
        </w:rPr>
        <w:t>ges</w:t>
      </w:r>
      <w:proofErr w:type="spellEnd"/>
      <w:r w:rsidRPr="004E348E">
        <w:rPr>
          <w:lang w:val="en-GB"/>
        </w:rPr>
        <w:t xml:space="preserve">}} =\frac{1}{R_1} +\frac{1}{R_2} +... </w:t>
      </w:r>
      <w:r>
        <w:t>+\</w:t>
      </w:r>
      <w:proofErr w:type="spellStart"/>
      <w:r>
        <w:t>frac</w:t>
      </w:r>
      <w:proofErr w:type="spellEnd"/>
      <w:r>
        <w:t>{1}{</w:t>
      </w:r>
      <w:proofErr w:type="spellStart"/>
      <w:r>
        <w:t>R_n</w:t>
      </w:r>
      <w:proofErr w:type="spellEnd"/>
      <w:r>
        <w:t>}</w:t>
      </w:r>
    </w:p>
    <w:p w14:paraId="49960AA8" w14:textId="77777777" w:rsidR="00C747C1" w:rsidRDefault="00C747C1" w:rsidP="00C747C1"/>
    <w:p w14:paraId="07A10049" w14:textId="2EBD495C" w:rsidR="00C747C1" w:rsidRDefault="00C747C1" w:rsidP="00A55CCA">
      <w:r>
        <w:t>I_{</w:t>
      </w:r>
      <w:proofErr w:type="spellStart"/>
      <w:r>
        <w:t>ges</w:t>
      </w:r>
      <w:proofErr w:type="spellEnd"/>
      <w:r>
        <w:t>}: Gesamtstromstärke</w:t>
      </w:r>
      <w:r w:rsidR="00A55CCA">
        <w:br/>
      </w:r>
      <w:r>
        <w:t>I_1, I_2, ...: Einzelstromstärken</w:t>
      </w:r>
      <w:r w:rsidR="00A55CCA">
        <w:br/>
      </w:r>
      <w:r>
        <w:t>U_{</w:t>
      </w:r>
      <w:proofErr w:type="spellStart"/>
      <w:r>
        <w:t>ges</w:t>
      </w:r>
      <w:proofErr w:type="spellEnd"/>
      <w:r>
        <w:t>}: Gesamtspannung</w:t>
      </w:r>
      <w:r w:rsidR="00A55CCA">
        <w:br/>
      </w:r>
      <w:r>
        <w:t>U_1, U_2, ...: Einzelspannungen</w:t>
      </w:r>
      <w:r w:rsidR="00A55CCA">
        <w:br/>
      </w:r>
      <w:r>
        <w:t>R_{</w:t>
      </w:r>
      <w:proofErr w:type="spellStart"/>
      <w:r>
        <w:t>ges</w:t>
      </w:r>
      <w:proofErr w:type="spellEnd"/>
      <w:r>
        <w:t>}: Gesamtwiderstand</w:t>
      </w:r>
      <w:r w:rsidR="00A55CCA">
        <w:br/>
      </w:r>
      <w:r>
        <w:t>R_1, R_2, ...: Einzelwiderstände</w:t>
      </w:r>
    </w:p>
    <w:p w14:paraId="46949AA1" w14:textId="77777777" w:rsidR="00C747C1" w:rsidRDefault="00C747C1" w:rsidP="00C747C1"/>
    <w:p w14:paraId="4DFCEF79" w14:textId="77777777" w:rsidR="00C747C1" w:rsidRDefault="00C747C1" w:rsidP="00C747C1">
      <w:pPr>
        <w:pStyle w:val="berschrift3"/>
      </w:pPr>
      <w:proofErr w:type="spellStart"/>
      <w:r>
        <w:t>Kirchhoff'sche</w:t>
      </w:r>
      <w:proofErr w:type="spellEnd"/>
      <w:r>
        <w:t xml:space="preserve"> Gesetze</w:t>
      </w:r>
    </w:p>
    <w:p w14:paraId="7B7BDEC1" w14:textId="77777777" w:rsidR="00C747C1" w:rsidRDefault="00C747C1" w:rsidP="00C747C1">
      <w:pPr>
        <w:pStyle w:val="berschrift4"/>
      </w:pPr>
      <w:r>
        <w:t xml:space="preserve">1. </w:t>
      </w:r>
      <w:proofErr w:type="spellStart"/>
      <w:r>
        <w:t>Kirchhoff'sches</w:t>
      </w:r>
      <w:proofErr w:type="spellEnd"/>
      <w:r>
        <w:t xml:space="preserve"> Gesetz (Knotenregel)</w:t>
      </w:r>
    </w:p>
    <w:p w14:paraId="5A1D7E3C" w14:textId="222D1DE9" w:rsidR="00C747C1" w:rsidRDefault="00C747C1" w:rsidP="00C747C1">
      <w:r>
        <w:t>\</w:t>
      </w:r>
      <w:proofErr w:type="spellStart"/>
      <w:r>
        <w:t>sum</w:t>
      </w:r>
      <w:proofErr w:type="spellEnd"/>
      <w:r>
        <w:t>{I_{zu}} =\</w:t>
      </w:r>
      <w:proofErr w:type="spellStart"/>
      <w:r>
        <w:t>sum</w:t>
      </w:r>
      <w:proofErr w:type="spellEnd"/>
      <w:r>
        <w:t>{I_{ab}}</w:t>
      </w:r>
    </w:p>
    <w:p w14:paraId="3880A1D5" w14:textId="77777777" w:rsidR="00C747C1" w:rsidRDefault="00C747C1" w:rsidP="00C747C1"/>
    <w:p w14:paraId="1235D2BC" w14:textId="6B884A75" w:rsidR="00C747C1" w:rsidRDefault="00C747C1" w:rsidP="005402B5">
      <w:r>
        <w:t>I_{zu}: Stärken der in den Knoten zufließenden Ströme</w:t>
      </w:r>
      <w:r w:rsidR="005402B5">
        <w:br/>
      </w:r>
      <w:r>
        <w:t>I_{ab}: Stärken der aus dem Knoten abfließenden Ströme</w:t>
      </w:r>
    </w:p>
    <w:p w14:paraId="35E23324" w14:textId="77777777" w:rsidR="00C747C1" w:rsidRDefault="00C747C1" w:rsidP="00C747C1"/>
    <w:p w14:paraId="41D0B270" w14:textId="77777777" w:rsidR="00C747C1" w:rsidRDefault="00C747C1" w:rsidP="00C747C1">
      <w:pPr>
        <w:pStyle w:val="berschrift4"/>
      </w:pPr>
      <w:r>
        <w:t xml:space="preserve">2. </w:t>
      </w:r>
      <w:proofErr w:type="spellStart"/>
      <w:r>
        <w:t>Kirchhoff'sches</w:t>
      </w:r>
      <w:proofErr w:type="spellEnd"/>
      <w:r>
        <w:t xml:space="preserve"> Gesetz (Maschenregel)</w:t>
      </w:r>
    </w:p>
    <w:p w14:paraId="7E5A3BAA" w14:textId="77777777" w:rsidR="00C747C1" w:rsidRDefault="00C747C1" w:rsidP="00C747C1">
      <w:r>
        <w:t>\</w:t>
      </w:r>
      <w:proofErr w:type="spellStart"/>
      <w:r>
        <w:t>sum</w:t>
      </w:r>
      <w:proofErr w:type="spellEnd"/>
      <w:r>
        <w:t>{</w:t>
      </w:r>
      <w:proofErr w:type="spellStart"/>
      <w:r>
        <w:t>U_i</w:t>
      </w:r>
      <w:proofErr w:type="spellEnd"/>
      <w:r>
        <w:t>} =0</w:t>
      </w:r>
    </w:p>
    <w:p w14:paraId="66AFE5D0" w14:textId="77777777" w:rsidR="00C747C1" w:rsidRDefault="00C747C1" w:rsidP="00C747C1"/>
    <w:p w14:paraId="05103C8D" w14:textId="77777777" w:rsidR="00C747C1" w:rsidRDefault="00C747C1" w:rsidP="005402B5">
      <w:proofErr w:type="spellStart"/>
      <w:r>
        <w:t>U_i</w:t>
      </w:r>
      <w:proofErr w:type="spellEnd"/>
      <w:r>
        <w:t>: Einzelspannungen in einer Masche</w:t>
      </w:r>
    </w:p>
    <w:p w14:paraId="5AEF947C" w14:textId="77777777" w:rsidR="00C747C1" w:rsidRDefault="00C747C1" w:rsidP="00C747C1"/>
    <w:p w14:paraId="342039C8" w14:textId="77777777" w:rsidR="00C747C1" w:rsidRDefault="00C747C1" w:rsidP="00C747C1">
      <w:pPr>
        <w:pStyle w:val="berschrift3"/>
      </w:pPr>
      <w:r>
        <w:lastRenderedPageBreak/>
        <w:t>Elektrische Leistung und Energie</w:t>
      </w:r>
    </w:p>
    <w:p w14:paraId="5355743D" w14:textId="77777777" w:rsidR="00C747C1" w:rsidRDefault="00C747C1" w:rsidP="00C747C1">
      <w:pPr>
        <w:pStyle w:val="berschrift4"/>
      </w:pPr>
      <w:r>
        <w:t>elektrische Leistung</w:t>
      </w:r>
    </w:p>
    <w:p w14:paraId="1059260C" w14:textId="77777777" w:rsidR="00C747C1" w:rsidRDefault="00C747C1" w:rsidP="00C747C1">
      <w:r>
        <w:t>P =U *I</w:t>
      </w:r>
    </w:p>
    <w:p w14:paraId="471564B0" w14:textId="77777777" w:rsidR="00C747C1" w:rsidRDefault="00C747C1" w:rsidP="00C747C1"/>
    <w:p w14:paraId="7BB47E9F" w14:textId="7BB497A8" w:rsidR="00C747C1" w:rsidRDefault="00C747C1" w:rsidP="005402B5">
      <w:r>
        <w:t>P: elektrische Leistung</w:t>
      </w:r>
      <w:r w:rsidR="005402B5">
        <w:br/>
      </w:r>
      <w:r>
        <w:t>U: elektrische Spannung</w:t>
      </w:r>
      <w:r w:rsidR="005402B5">
        <w:br/>
      </w:r>
      <w:r>
        <w:t>I: elektrische Stromstärke</w:t>
      </w:r>
    </w:p>
    <w:p w14:paraId="566A8BF4" w14:textId="77777777" w:rsidR="00C747C1" w:rsidRDefault="00C747C1" w:rsidP="00C747C1"/>
    <w:p w14:paraId="5087F9AA" w14:textId="77777777" w:rsidR="00C747C1" w:rsidRDefault="00C747C1" w:rsidP="00C747C1">
      <w:pPr>
        <w:pStyle w:val="berschrift4"/>
      </w:pPr>
      <w:r>
        <w:t>elektrisch übertragene Energie</w:t>
      </w:r>
    </w:p>
    <w:p w14:paraId="0B81C96D" w14:textId="77777777" w:rsidR="00C747C1" w:rsidRDefault="00C747C1" w:rsidP="00C747C1">
      <w:r>
        <w:t>~DE =P *~</w:t>
      </w:r>
      <w:proofErr w:type="spellStart"/>
      <w:r>
        <w:t>Dt</w:t>
      </w:r>
      <w:proofErr w:type="spellEnd"/>
    </w:p>
    <w:p w14:paraId="0D1905D6" w14:textId="77777777" w:rsidR="00C747C1" w:rsidRDefault="00C747C1" w:rsidP="00C747C1"/>
    <w:p w14:paraId="3D87E3AB" w14:textId="03469C13" w:rsidR="00C747C1" w:rsidRDefault="00C747C1" w:rsidP="00C747C1">
      <w:r>
        <w:t>E: Energie</w:t>
      </w:r>
      <w:r w:rsidR="005402B5">
        <w:br/>
      </w:r>
      <w:r>
        <w:t>P: elektrische Leistung</w:t>
      </w:r>
      <w:r w:rsidR="005402B5">
        <w:br/>
      </w:r>
      <w:r>
        <w:t>t: Zeit</w:t>
      </w:r>
    </w:p>
    <w:p w14:paraId="2135E69F" w14:textId="77777777" w:rsidR="00C747C1" w:rsidRDefault="00C747C1" w:rsidP="00C747C1"/>
    <w:p w14:paraId="2BDD30E3" w14:textId="77777777" w:rsidR="00C747C1" w:rsidRDefault="00C747C1" w:rsidP="00C747C1">
      <w:pPr>
        <w:pStyle w:val="berschrift4"/>
      </w:pPr>
      <w:r>
        <w:t>Energiedifferenz eines geladenen Teilchens beim Durchlaufen einer elektrischen Spannung</w:t>
      </w:r>
    </w:p>
    <w:p w14:paraId="5FA9471C" w14:textId="77777777" w:rsidR="00C747C1" w:rsidRDefault="00C747C1" w:rsidP="00C747C1">
      <w:r>
        <w:t>~DE =q *U</w:t>
      </w:r>
    </w:p>
    <w:p w14:paraId="7C19E46B" w14:textId="77777777" w:rsidR="00C747C1" w:rsidRDefault="00C747C1" w:rsidP="00C747C1"/>
    <w:p w14:paraId="1C80BAD4" w14:textId="1DF4245C" w:rsidR="00C747C1" w:rsidRDefault="00C747C1" w:rsidP="005402B5">
      <w:r>
        <w:t>E: Energie</w:t>
      </w:r>
      <w:r w:rsidR="005402B5">
        <w:br/>
      </w:r>
      <w:r>
        <w:t>q: Ladung des Teilchens</w:t>
      </w:r>
      <w:r w:rsidR="005402B5">
        <w:br/>
      </w:r>
      <w:r>
        <w:t>U: elektrische Spannung</w:t>
      </w:r>
    </w:p>
    <w:p w14:paraId="118C0E17" w14:textId="77777777" w:rsidR="00C747C1" w:rsidRDefault="00C747C1" w:rsidP="00C747C1"/>
    <w:p w14:paraId="45054F3D" w14:textId="77777777" w:rsidR="00C747C1" w:rsidRDefault="00C747C1" w:rsidP="00C747C1">
      <w:pPr>
        <w:pStyle w:val="berschrift3"/>
      </w:pPr>
      <w:r>
        <w:t>Elektrisches Feld</w:t>
      </w:r>
    </w:p>
    <w:p w14:paraId="77BDAA8D" w14:textId="77777777" w:rsidR="00C747C1" w:rsidRDefault="00C747C1" w:rsidP="00C747C1">
      <w:pPr>
        <w:pStyle w:val="berschrift4"/>
      </w:pPr>
      <w:r>
        <w:t>Kraft zwischen Punktladungen (</w:t>
      </w:r>
      <w:proofErr w:type="spellStart"/>
      <w:r>
        <w:t>Coulomb'sches</w:t>
      </w:r>
      <w:proofErr w:type="spellEnd"/>
      <w:r>
        <w:t xml:space="preserve"> Gesetz)</w:t>
      </w:r>
    </w:p>
    <w:p w14:paraId="4244E9CB" w14:textId="77777777" w:rsidR="00C747C1" w:rsidRDefault="00C747C1" w:rsidP="00C747C1">
      <w:r>
        <w:t>F_C =\</w:t>
      </w:r>
      <w:proofErr w:type="spellStart"/>
      <w:r>
        <w:t>frac</w:t>
      </w:r>
      <w:proofErr w:type="spellEnd"/>
      <w:r>
        <w:t>{1}{4~p *~e_0 *~</w:t>
      </w:r>
      <w:proofErr w:type="spellStart"/>
      <w:r>
        <w:t>e_r</w:t>
      </w:r>
      <w:proofErr w:type="spellEnd"/>
      <w:r>
        <w:t>} *\</w:t>
      </w:r>
      <w:proofErr w:type="spellStart"/>
      <w:r>
        <w:t>frac</w:t>
      </w:r>
      <w:proofErr w:type="spellEnd"/>
      <w:r>
        <w:t>{Q_1 *Q_2}{r^2}</w:t>
      </w:r>
    </w:p>
    <w:p w14:paraId="68C9F346" w14:textId="77777777" w:rsidR="00C747C1" w:rsidRDefault="00C747C1" w:rsidP="00C747C1"/>
    <w:p w14:paraId="7EDA9B04" w14:textId="7AADB001" w:rsidR="00C747C1" w:rsidRDefault="00C747C1" w:rsidP="005402B5">
      <w:r>
        <w:t>F_C: Coulomb-Kraft</w:t>
      </w:r>
      <w:r w:rsidR="005402B5">
        <w:br/>
      </w:r>
      <w:r>
        <w:t>~e_0: elektrische Feldkonstante</w:t>
      </w:r>
      <w:r w:rsidR="005402B5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5402B5">
        <w:br/>
      </w:r>
      <w:r>
        <w:lastRenderedPageBreak/>
        <w:t>Q_1, Q_2 :Ladungen</w:t>
      </w:r>
      <w:r w:rsidR="005402B5">
        <w:br/>
      </w:r>
      <w:r>
        <w:t>r: Abstand der Ladungen voneinander</w:t>
      </w:r>
    </w:p>
    <w:p w14:paraId="2379EE51" w14:textId="0A5F4299" w:rsidR="00C747C1" w:rsidRDefault="00C747C1" w:rsidP="00C747C1"/>
    <w:p w14:paraId="038AB07E" w14:textId="299E5918" w:rsidR="00E07179" w:rsidRDefault="00E07179" w:rsidP="00C747C1">
      <w:r>
        <w:t>((26))</w:t>
      </w:r>
    </w:p>
    <w:p w14:paraId="17B84D0E" w14:textId="77777777" w:rsidR="00C747C1" w:rsidRDefault="00C747C1" w:rsidP="00C747C1">
      <w:pPr>
        <w:pStyle w:val="berschrift4"/>
      </w:pPr>
      <w:r>
        <w:t>elektrische Feldstärke</w:t>
      </w:r>
    </w:p>
    <w:p w14:paraId="1470CB56" w14:textId="77777777" w:rsidR="00C747C1" w:rsidRDefault="00C747C1" w:rsidP="00C747C1">
      <w:pPr>
        <w:pStyle w:val="Liste"/>
      </w:pPr>
      <w:r>
        <w:t>- allgemein:</w:t>
      </w:r>
      <w:r>
        <w:br/>
        <w:t>E =\</w:t>
      </w:r>
      <w:proofErr w:type="spellStart"/>
      <w:r>
        <w:t>frac</w:t>
      </w:r>
      <w:proofErr w:type="spellEnd"/>
      <w:r>
        <w:t>{F_{</w:t>
      </w:r>
      <w:proofErr w:type="spellStart"/>
      <w:r>
        <w:t>el</w:t>
      </w:r>
      <w:proofErr w:type="spellEnd"/>
      <w:r>
        <w:t>}}{q}</w:t>
      </w:r>
    </w:p>
    <w:p w14:paraId="46354D07" w14:textId="77777777" w:rsidR="00C747C1" w:rsidRDefault="00C747C1" w:rsidP="00C747C1">
      <w:pPr>
        <w:pStyle w:val="Liste"/>
      </w:pPr>
      <w:r>
        <w:t>- Im homogenen Feld eines Plattenkondensators gilt:</w:t>
      </w:r>
      <w:r>
        <w:br/>
        <w:t>E =U/d</w:t>
      </w:r>
    </w:p>
    <w:p w14:paraId="05D8D485" w14:textId="57E6461C" w:rsidR="00C747C1" w:rsidRDefault="00C747C1" w:rsidP="00C747C1">
      <w:pPr>
        <w:pStyle w:val="Liste"/>
      </w:pPr>
      <w:r>
        <w:t>- Im Radialfeld einer Punktladung gilt:</w:t>
      </w:r>
      <w:r>
        <w:br/>
        <w:t>E =\</w:t>
      </w:r>
      <w:proofErr w:type="spellStart"/>
      <w:r>
        <w:t>frac</w:t>
      </w:r>
      <w:proofErr w:type="spellEnd"/>
      <w:r>
        <w:t xml:space="preserve">{1}{4~p </w:t>
      </w:r>
      <w:r w:rsidR="00E07179">
        <w:t>*</w:t>
      </w:r>
      <w:r>
        <w:t>~e_0 *~</w:t>
      </w:r>
      <w:proofErr w:type="spellStart"/>
      <w:r>
        <w:t>e_r</w:t>
      </w:r>
      <w:proofErr w:type="spellEnd"/>
      <w:r>
        <w:t>} *\</w:t>
      </w:r>
      <w:proofErr w:type="spellStart"/>
      <w:r>
        <w:t>frac</w:t>
      </w:r>
      <w:proofErr w:type="spellEnd"/>
      <w:r>
        <w:t>{Q}{r^2}</w:t>
      </w:r>
    </w:p>
    <w:p w14:paraId="6A5DB706" w14:textId="77777777" w:rsidR="00C747C1" w:rsidRDefault="00C747C1" w:rsidP="00C747C1"/>
    <w:p w14:paraId="1ABB8625" w14:textId="49254834" w:rsidR="00C747C1" w:rsidRDefault="00C747C1" w:rsidP="00CC1C4D">
      <w:r>
        <w:t>E: elektrische Feldstärke</w:t>
      </w:r>
      <w:r w:rsidR="00CC1C4D">
        <w:br/>
      </w:r>
      <w:r>
        <w:t>F_{</w:t>
      </w:r>
      <w:proofErr w:type="spellStart"/>
      <w:r>
        <w:t>el</w:t>
      </w:r>
      <w:proofErr w:type="spellEnd"/>
      <w:r>
        <w:t>}: elektrische Kraft</w:t>
      </w:r>
      <w:r w:rsidR="00CC1C4D">
        <w:br/>
      </w:r>
      <w:r>
        <w:t>q: Probeladung</w:t>
      </w:r>
      <w:r w:rsidR="00CC1C4D">
        <w:br/>
      </w:r>
      <w:r>
        <w:t>U: elektrische Spannung</w:t>
      </w:r>
      <w:r w:rsidR="00CC1C4D">
        <w:br/>
      </w:r>
      <w:r>
        <w:t>d: Abstand der Kondensatorplatten</w:t>
      </w:r>
      <w:r w:rsidR="00CC1C4D">
        <w:br/>
      </w:r>
      <w:r>
        <w:t>~e_0: elektrische Feldkonstante</w:t>
      </w:r>
      <w:r w:rsidR="00CC1C4D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CC1C4D">
        <w:br/>
      </w:r>
      <w:r>
        <w:t>Q: felderzeugende Ladung</w:t>
      </w:r>
      <w:r w:rsidR="00CC1C4D">
        <w:br/>
      </w:r>
      <w:r>
        <w:t>r: Abstand von der Ladung Q</w:t>
      </w:r>
    </w:p>
    <w:p w14:paraId="2715F383" w14:textId="77777777" w:rsidR="00C747C1" w:rsidRDefault="00C747C1" w:rsidP="00C747C1"/>
    <w:p w14:paraId="102BB9AA" w14:textId="77777777" w:rsidR="00C747C1" w:rsidRDefault="00C747C1" w:rsidP="00C747C1">
      <w:pPr>
        <w:pStyle w:val="berschrift4"/>
      </w:pPr>
      <w:r>
        <w:t>elektrische Flussdichte</w:t>
      </w:r>
    </w:p>
    <w:p w14:paraId="787E76C3" w14:textId="77777777" w:rsidR="00C747C1" w:rsidRDefault="00C747C1" w:rsidP="00C747C1">
      <w:r>
        <w:t>D =~e_0 *~</w:t>
      </w:r>
      <w:proofErr w:type="spellStart"/>
      <w:r>
        <w:t>e_r</w:t>
      </w:r>
      <w:proofErr w:type="spellEnd"/>
      <w:r>
        <w:t xml:space="preserve"> *E</w:t>
      </w:r>
    </w:p>
    <w:p w14:paraId="269F0609" w14:textId="77777777" w:rsidR="00C747C1" w:rsidRDefault="00C747C1" w:rsidP="00C747C1"/>
    <w:p w14:paraId="38BC92EB" w14:textId="0B8A286F" w:rsidR="00C747C1" w:rsidRDefault="00C747C1" w:rsidP="00CC1C4D">
      <w:r>
        <w:t>D: elektrische Flussdichte</w:t>
      </w:r>
      <w:r w:rsidR="00CC1C4D">
        <w:br/>
      </w:r>
      <w:r>
        <w:t>~e_0: elektrische Feldkonstante</w:t>
      </w:r>
      <w:r w:rsidR="00CC1C4D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CC1C4D">
        <w:br/>
      </w:r>
      <w:r>
        <w:t>E: elektrische Feldstärke im Vakuum</w:t>
      </w:r>
    </w:p>
    <w:p w14:paraId="355D0A6D" w14:textId="77777777" w:rsidR="00C747C1" w:rsidRDefault="00C747C1" w:rsidP="00C747C1"/>
    <w:p w14:paraId="4D65D542" w14:textId="77777777" w:rsidR="00C747C1" w:rsidRDefault="00C747C1" w:rsidP="00C747C1">
      <w:pPr>
        <w:pStyle w:val="berschrift4"/>
      </w:pPr>
      <w:r>
        <w:lastRenderedPageBreak/>
        <w:t>Flächenladungsdichte</w:t>
      </w:r>
    </w:p>
    <w:p w14:paraId="56B320C3" w14:textId="77777777" w:rsidR="00C747C1" w:rsidRDefault="00C747C1" w:rsidP="00C747C1">
      <w:r>
        <w:t>~s =Q/A</w:t>
      </w:r>
    </w:p>
    <w:p w14:paraId="30FCC63D" w14:textId="77777777" w:rsidR="00C747C1" w:rsidRDefault="00C747C1" w:rsidP="00C747C1">
      <w:r>
        <w:t>~s =~e_0 *~</w:t>
      </w:r>
      <w:proofErr w:type="spellStart"/>
      <w:r>
        <w:t>e_r</w:t>
      </w:r>
      <w:proofErr w:type="spellEnd"/>
      <w:r>
        <w:t xml:space="preserve"> *E</w:t>
      </w:r>
    </w:p>
    <w:p w14:paraId="6C4DCD20" w14:textId="77777777" w:rsidR="00C747C1" w:rsidRDefault="00C747C1" w:rsidP="00C747C1"/>
    <w:p w14:paraId="28110FB3" w14:textId="49DAA243" w:rsidR="00C747C1" w:rsidRDefault="00C747C1" w:rsidP="00CC1C4D">
      <w:r>
        <w:t>~s: Flächenladungsdichte</w:t>
      </w:r>
      <w:r w:rsidR="00CC1C4D">
        <w:br/>
      </w:r>
      <w:r>
        <w:t>Q: Ladung</w:t>
      </w:r>
      <w:r w:rsidR="00CC1C4D">
        <w:br/>
      </w:r>
      <w:r>
        <w:t>A: Fläche</w:t>
      </w:r>
      <w:r w:rsidR="00CC1C4D">
        <w:br/>
      </w:r>
      <w:r>
        <w:t>~e_0: elektrische Feldkonstante</w:t>
      </w:r>
      <w:r w:rsidR="00CC1C4D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CC1C4D">
        <w:br/>
      </w:r>
      <w:r>
        <w:t>E: elektrische Feldstärke im Vakuum</w:t>
      </w:r>
    </w:p>
    <w:p w14:paraId="3194187D" w14:textId="77777777" w:rsidR="00C747C1" w:rsidRDefault="00C747C1" w:rsidP="00C747C1"/>
    <w:p w14:paraId="197C3610" w14:textId="77777777" w:rsidR="00C747C1" w:rsidRDefault="00C747C1" w:rsidP="00C747C1">
      <w:pPr>
        <w:pStyle w:val="berschrift4"/>
      </w:pPr>
      <w:r>
        <w:t>Potenzial im elektrischen Feld</w:t>
      </w:r>
    </w:p>
    <w:p w14:paraId="4D32B9F3" w14:textId="77777777" w:rsidR="00C747C1" w:rsidRDefault="00C747C1" w:rsidP="00C747C1">
      <w:pPr>
        <w:pStyle w:val="Liste"/>
      </w:pPr>
      <w:r>
        <w:t>- allgemein:</w:t>
      </w:r>
      <w:r>
        <w:br/>
        <w:t>~f =E/q</w:t>
      </w:r>
    </w:p>
    <w:p w14:paraId="2E146EF7" w14:textId="77777777" w:rsidR="00C747C1" w:rsidRDefault="00C747C1" w:rsidP="00C747C1">
      <w:pPr>
        <w:pStyle w:val="Liste"/>
      </w:pPr>
      <w:r>
        <w:t>- Im homogenen Feld eines Plattenkondensators gilt:</w:t>
      </w:r>
      <w:r>
        <w:br/>
        <w:t>~f =U/d *s</w:t>
      </w:r>
    </w:p>
    <w:p w14:paraId="60F1C70E" w14:textId="77777777" w:rsidR="00C747C1" w:rsidRDefault="00C747C1" w:rsidP="00C747C1">
      <w:pPr>
        <w:pStyle w:val="Liste"/>
      </w:pPr>
      <w:r>
        <w:t>- Im Radialfeld einer punktförmigen Ladung gilt:</w:t>
      </w:r>
      <w:r>
        <w:br/>
        <w:t>~f =-\</w:t>
      </w:r>
      <w:proofErr w:type="spellStart"/>
      <w:r>
        <w:t>frac</w:t>
      </w:r>
      <w:proofErr w:type="spellEnd"/>
      <w:r>
        <w:t>{1}{4~p *~e_0 *~</w:t>
      </w:r>
      <w:proofErr w:type="spellStart"/>
      <w:r>
        <w:t>e_r</w:t>
      </w:r>
      <w:proofErr w:type="spellEnd"/>
      <w:r>
        <w:t>} *Q/r</w:t>
      </w:r>
    </w:p>
    <w:p w14:paraId="366E4F4F" w14:textId="77777777" w:rsidR="00C747C1" w:rsidRDefault="00C747C1" w:rsidP="00C747C1"/>
    <w:p w14:paraId="0AE3519F" w14:textId="621F785A" w:rsidR="00C747C1" w:rsidRDefault="00C747C1" w:rsidP="00CC1C4D">
      <w:r>
        <w:t>~f: elektrisches Potenzial</w:t>
      </w:r>
      <w:r w:rsidR="00CC1C4D">
        <w:br/>
      </w:r>
      <w:r>
        <w:t>E: Energie</w:t>
      </w:r>
      <w:r w:rsidR="00CC1C4D">
        <w:br/>
      </w:r>
      <w:r>
        <w:t>q: Probeladung</w:t>
      </w:r>
      <w:r w:rsidR="00CC1C4D">
        <w:br/>
      </w:r>
      <w:r>
        <w:t>~e_0: elektrische Feldkonstante</w:t>
      </w:r>
      <w:r w:rsidR="00CC1C4D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CC1C4D">
        <w:br/>
      </w:r>
      <w:r>
        <w:t>U: elektrische Spannung</w:t>
      </w:r>
      <w:r w:rsidR="00CC1C4D">
        <w:br/>
      </w:r>
      <w:r>
        <w:t>d: Abstand der Kondensatorplatten</w:t>
      </w:r>
      <w:r w:rsidR="00CC1C4D">
        <w:br/>
      </w:r>
      <w:r>
        <w:t>s: Abstand von der negativen Platte</w:t>
      </w:r>
      <w:r w:rsidR="00CC1C4D">
        <w:br/>
      </w:r>
      <w:r>
        <w:t>Q: felderzeugende Ladung</w:t>
      </w:r>
      <w:r w:rsidR="00CC1C4D">
        <w:br/>
      </w:r>
      <w:r>
        <w:t>r: Abstand von der Ladung Q</w:t>
      </w:r>
    </w:p>
    <w:p w14:paraId="4DBEFEF4" w14:textId="77777777" w:rsidR="00C747C1" w:rsidRDefault="00C747C1" w:rsidP="00C747C1"/>
    <w:p w14:paraId="3347A757" w14:textId="77777777" w:rsidR="00C747C1" w:rsidRDefault="00C747C1" w:rsidP="00C747C1">
      <w:pPr>
        <w:pStyle w:val="berschrift4"/>
      </w:pPr>
      <w:r>
        <w:lastRenderedPageBreak/>
        <w:t>elektrische Spannung als Potenzialdifferenz</w:t>
      </w:r>
    </w:p>
    <w:p w14:paraId="5EEB8022" w14:textId="77777777" w:rsidR="00C747C1" w:rsidRDefault="00C747C1" w:rsidP="00C747C1">
      <w:r>
        <w:t>U =~f_2 -~f_1 =~</w:t>
      </w:r>
      <w:proofErr w:type="spellStart"/>
      <w:r>
        <w:t>D~f</w:t>
      </w:r>
      <w:proofErr w:type="spellEnd"/>
    </w:p>
    <w:p w14:paraId="0B9F75CA" w14:textId="77777777" w:rsidR="00C747C1" w:rsidRDefault="00C747C1" w:rsidP="00C747C1"/>
    <w:p w14:paraId="02163D1A" w14:textId="4E6EE788" w:rsidR="00C747C1" w:rsidRDefault="00C747C1" w:rsidP="00CC1C4D">
      <w:r>
        <w:t>U: elektrische Spannung zwischen den Orten P_1 und P_2</w:t>
      </w:r>
      <w:r w:rsidR="00CC1C4D">
        <w:br/>
      </w:r>
      <w:r>
        <w:t>~f_1, ~f_2: elektrisches Potenzial am Ort 1 bzw. 2</w:t>
      </w:r>
    </w:p>
    <w:p w14:paraId="2A32C85E" w14:textId="77777777" w:rsidR="00C747C1" w:rsidRDefault="00C747C1" w:rsidP="00C747C1"/>
    <w:p w14:paraId="793D8149" w14:textId="77777777" w:rsidR="00C747C1" w:rsidRDefault="00C747C1" w:rsidP="00C747C1">
      <w:pPr>
        <w:pStyle w:val="berschrift3"/>
      </w:pPr>
      <w:r>
        <w:t>Wechselstromkreis</w:t>
      </w:r>
    </w:p>
    <w:p w14:paraId="4795B4C5" w14:textId="77777777" w:rsidR="00C747C1" w:rsidRDefault="00C747C1" w:rsidP="00C747C1">
      <w:pPr>
        <w:pStyle w:val="berschrift4"/>
      </w:pPr>
      <w:r>
        <w:t>Spannung im Wechselstromkreis</w:t>
      </w:r>
    </w:p>
    <w:p w14:paraId="5544CF18" w14:textId="77777777" w:rsidR="00C747C1" w:rsidRDefault="00C747C1" w:rsidP="00C747C1">
      <w:pPr>
        <w:pStyle w:val="Liste"/>
      </w:pPr>
      <w:r>
        <w:t>- Für eine sinusförmige Wechselspannung gilt:</w:t>
      </w:r>
    </w:p>
    <w:p w14:paraId="4BC9AA47" w14:textId="77777777" w:rsidR="00C747C1" w:rsidRDefault="00C747C1" w:rsidP="00C747C1">
      <w:pPr>
        <w:pStyle w:val="Liste2"/>
      </w:pPr>
      <w:r>
        <w:t>U(t) =U_{</w:t>
      </w:r>
      <w:proofErr w:type="spellStart"/>
      <w:r>
        <w:t>max</w:t>
      </w:r>
      <w:proofErr w:type="spellEnd"/>
      <w:r>
        <w:t>} *sin(~w *t)</w:t>
      </w:r>
    </w:p>
    <w:p w14:paraId="1296487A" w14:textId="4A9C099C" w:rsidR="00C747C1" w:rsidRDefault="00C747C1" w:rsidP="00C747C1">
      <w:pPr>
        <w:pStyle w:val="Liste2"/>
      </w:pPr>
      <w:r>
        <w:t>U_{</w:t>
      </w:r>
      <w:proofErr w:type="spellStart"/>
      <w:r>
        <w:t>eff</w:t>
      </w:r>
      <w:proofErr w:type="spellEnd"/>
      <w:r>
        <w:t>} =\</w:t>
      </w:r>
      <w:proofErr w:type="spellStart"/>
      <w:r>
        <w:t>frac</w:t>
      </w:r>
      <w:proofErr w:type="spellEnd"/>
      <w:r>
        <w:t>{U_{</w:t>
      </w:r>
      <w:proofErr w:type="spellStart"/>
      <w:r>
        <w:t>max</w:t>
      </w:r>
      <w:proofErr w:type="spellEnd"/>
      <w:r>
        <w:t>}}{\s{</w:t>
      </w:r>
      <w:r w:rsidR="00F33E50">
        <w:t>2</w:t>
      </w:r>
      <w:r>
        <w:t>}}</w:t>
      </w:r>
    </w:p>
    <w:p w14:paraId="2A672C44" w14:textId="77777777" w:rsidR="00C747C1" w:rsidRDefault="00C747C1" w:rsidP="00C747C1"/>
    <w:p w14:paraId="72ED714A" w14:textId="50D61632" w:rsidR="00C747C1" w:rsidRDefault="00C747C1" w:rsidP="00F33E50">
      <w:r>
        <w:t>U: Momentanwert der elektrischen Spannung</w:t>
      </w:r>
      <w:r w:rsidR="00F33E50">
        <w:br/>
      </w:r>
      <w:r>
        <w:t>U_{</w:t>
      </w:r>
      <w:proofErr w:type="spellStart"/>
      <w:r>
        <w:t>max</w:t>
      </w:r>
      <w:proofErr w:type="spellEnd"/>
      <w:r>
        <w:t>}: Scheitelwert der elektrischen Spannung</w:t>
      </w:r>
      <w:r w:rsidR="00F33E50">
        <w:br/>
      </w:r>
      <w:r>
        <w:t>~w: Kreisfrequenz</w:t>
      </w:r>
      <w:r w:rsidR="00F33E50">
        <w:br/>
      </w:r>
      <w:r>
        <w:t>t: Zeit</w:t>
      </w:r>
      <w:r w:rsidR="00F33E50">
        <w:br/>
      </w:r>
      <w:r>
        <w:t>U_{</w:t>
      </w:r>
      <w:proofErr w:type="spellStart"/>
      <w:r>
        <w:t>eff</w:t>
      </w:r>
      <w:proofErr w:type="spellEnd"/>
      <w:r>
        <w:t>}: Effektivwert der elektrischen Spannung</w:t>
      </w:r>
    </w:p>
    <w:p w14:paraId="1A2018A0" w14:textId="77777777" w:rsidR="00C747C1" w:rsidRDefault="00C747C1" w:rsidP="00C747C1"/>
    <w:p w14:paraId="5C5D6599" w14:textId="77777777" w:rsidR="00C747C1" w:rsidRDefault="00C747C1" w:rsidP="00C747C1">
      <w:r>
        <w:t>((27))</w:t>
      </w:r>
    </w:p>
    <w:p w14:paraId="060F969F" w14:textId="77777777" w:rsidR="00C747C1" w:rsidRDefault="00C747C1" w:rsidP="00C747C1">
      <w:pPr>
        <w:pStyle w:val="berschrift4"/>
      </w:pPr>
      <w:r>
        <w:t>Stromstärke im Wechselstromkreis</w:t>
      </w:r>
    </w:p>
    <w:p w14:paraId="114E879C" w14:textId="298B5801" w:rsidR="00C747C1" w:rsidRDefault="00C747C1" w:rsidP="00BE3C3A">
      <w:pPr>
        <w:pStyle w:val="Liste"/>
      </w:pPr>
      <w:r>
        <w:t>- Für einen sinusförmigen Wechselstrom bei der Wechselspannung</w:t>
      </w:r>
      <w:r w:rsidR="00BE3C3A">
        <w:br/>
      </w:r>
      <w:r>
        <w:t>U(t) =U_{</w:t>
      </w:r>
      <w:proofErr w:type="spellStart"/>
      <w:r>
        <w:t>max</w:t>
      </w:r>
      <w:proofErr w:type="spellEnd"/>
      <w:r>
        <w:t>} *sin(~w *t)</w:t>
      </w:r>
      <w:r w:rsidR="00BE3C3A">
        <w:t xml:space="preserve"> gilt:</w:t>
      </w:r>
    </w:p>
    <w:p w14:paraId="0CB5376E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>I(t) =I_{max} *sin(~w *t +~</w:t>
      </w:r>
      <w:proofErr w:type="spellStart"/>
      <w:r w:rsidRPr="004E348E">
        <w:rPr>
          <w:lang w:val="en-GB"/>
        </w:rPr>
        <w:t>D~f</w:t>
      </w:r>
      <w:proofErr w:type="spellEnd"/>
      <w:r w:rsidRPr="004E348E">
        <w:rPr>
          <w:lang w:val="en-GB"/>
        </w:rPr>
        <w:t>)</w:t>
      </w:r>
    </w:p>
    <w:p w14:paraId="1F1C1C94" w14:textId="77777777" w:rsidR="00C747C1" w:rsidRPr="004E348E" w:rsidRDefault="00C747C1" w:rsidP="00C747C1">
      <w:pPr>
        <w:pStyle w:val="Liste2"/>
        <w:rPr>
          <w:lang w:val="en-GB"/>
        </w:rPr>
      </w:pPr>
      <w:r w:rsidRPr="004E348E">
        <w:rPr>
          <w:lang w:val="en-GB"/>
        </w:rPr>
        <w:t xml:space="preserve">I_{eff} =\frac{I_{max}}{\s{2}} </w:t>
      </w:r>
    </w:p>
    <w:p w14:paraId="1481144A" w14:textId="77777777" w:rsidR="00C747C1" w:rsidRPr="004E348E" w:rsidRDefault="00C747C1" w:rsidP="00C747C1">
      <w:pPr>
        <w:rPr>
          <w:lang w:val="en-GB"/>
        </w:rPr>
      </w:pPr>
    </w:p>
    <w:p w14:paraId="450DA949" w14:textId="3B1579DF" w:rsidR="00C747C1" w:rsidRDefault="00C747C1" w:rsidP="00BE3C3A">
      <w:r>
        <w:t>U: Momentanwert der elektrischen Spannung</w:t>
      </w:r>
      <w:r w:rsidR="00BE3C3A">
        <w:br/>
      </w:r>
      <w:r>
        <w:t>U_{</w:t>
      </w:r>
      <w:proofErr w:type="spellStart"/>
      <w:r>
        <w:t>max</w:t>
      </w:r>
      <w:proofErr w:type="spellEnd"/>
      <w:r>
        <w:t>}: Scheitelwert der elektrischen Spannung</w:t>
      </w:r>
      <w:r w:rsidR="00BE3C3A">
        <w:br/>
      </w:r>
      <w:r>
        <w:t>I: Momentanwert der elektrischen Stromstärke</w:t>
      </w:r>
      <w:r w:rsidR="00BE3C3A">
        <w:br/>
      </w:r>
      <w:r>
        <w:t>I_{</w:t>
      </w:r>
      <w:proofErr w:type="spellStart"/>
      <w:r>
        <w:t>max</w:t>
      </w:r>
      <w:proofErr w:type="spellEnd"/>
      <w:r>
        <w:t>}: Scheitelwert der elektrischen Stromstärke</w:t>
      </w:r>
      <w:r w:rsidR="00BE3C3A">
        <w:br/>
      </w:r>
      <w:r>
        <w:t>~w: Kreisfrequenz</w:t>
      </w:r>
      <w:r w:rsidR="00BE3C3A">
        <w:br/>
      </w:r>
      <w:r>
        <w:t>t: Zeit</w:t>
      </w:r>
      <w:r w:rsidR="00BE3C3A">
        <w:br/>
      </w:r>
      <w:r>
        <w:lastRenderedPageBreak/>
        <w:t>~</w:t>
      </w:r>
      <w:proofErr w:type="spellStart"/>
      <w:r>
        <w:t>D~f</w:t>
      </w:r>
      <w:proofErr w:type="spellEnd"/>
      <w:r>
        <w:t>: Phasenverschiebung zwischen U und I</w:t>
      </w:r>
      <w:r w:rsidR="00BE3C3A">
        <w:br/>
      </w:r>
      <w:r>
        <w:t>I_{</w:t>
      </w:r>
      <w:proofErr w:type="spellStart"/>
      <w:r>
        <w:t>eff</w:t>
      </w:r>
      <w:proofErr w:type="spellEnd"/>
      <w:r>
        <w:t>}: Effektivwert der elektrischen Stromstärke</w:t>
      </w:r>
    </w:p>
    <w:p w14:paraId="3824319B" w14:textId="77777777" w:rsidR="00C747C1" w:rsidRDefault="00C747C1" w:rsidP="00C747C1"/>
    <w:p w14:paraId="5F8FEA36" w14:textId="77777777" w:rsidR="00C747C1" w:rsidRDefault="00C747C1" w:rsidP="00C747C1">
      <w:pPr>
        <w:pStyle w:val="berschrift4"/>
      </w:pPr>
      <w:r>
        <w:t>Widerstände im Wechselstromkreis</w:t>
      </w:r>
    </w:p>
    <w:p w14:paraId="2F1910D4" w14:textId="77777777" w:rsidR="00C747C1" w:rsidRDefault="00C747C1" w:rsidP="00C747C1">
      <w:pPr>
        <w:pStyle w:val="Liste"/>
      </w:pPr>
      <w:r>
        <w:t>- kapazitiver und induktiver Widerstand im Wechselstromkreis</w:t>
      </w:r>
    </w:p>
    <w:p w14:paraId="6FA76E7A" w14:textId="77777777" w:rsidR="00C747C1" w:rsidRDefault="00C747C1" w:rsidP="00C747C1">
      <w:pPr>
        <w:pStyle w:val="Liste2"/>
      </w:pPr>
      <w:r>
        <w:t>Für eine sinusförmige Wechselspannung gilt:</w:t>
      </w:r>
    </w:p>
    <w:p w14:paraId="054639E2" w14:textId="77777777" w:rsidR="00C747C1" w:rsidRDefault="00C747C1" w:rsidP="00C747C1">
      <w:pPr>
        <w:pStyle w:val="Liste2"/>
      </w:pPr>
      <w:r>
        <w:t>X_C =\</w:t>
      </w:r>
      <w:proofErr w:type="spellStart"/>
      <w:r>
        <w:t>frac</w:t>
      </w:r>
      <w:proofErr w:type="spellEnd"/>
      <w:r>
        <w:t>{1}{~w *C}</w:t>
      </w:r>
    </w:p>
    <w:p w14:paraId="72273471" w14:textId="77777777" w:rsidR="00C747C1" w:rsidRDefault="00C747C1" w:rsidP="00C747C1">
      <w:pPr>
        <w:pStyle w:val="Liste2"/>
      </w:pPr>
      <w:r>
        <w:t>X_L =~w *L</w:t>
      </w:r>
    </w:p>
    <w:p w14:paraId="6513CCBB" w14:textId="77777777" w:rsidR="00C747C1" w:rsidRDefault="00C747C1" w:rsidP="00C747C1">
      <w:pPr>
        <w:pStyle w:val="Liste2"/>
      </w:pPr>
      <w:r>
        <w:t>mit: ~</w:t>
      </w:r>
      <w:proofErr w:type="spellStart"/>
      <w:r>
        <w:t>D~f</w:t>
      </w:r>
      <w:proofErr w:type="spellEnd"/>
      <w:r>
        <w:t xml:space="preserve"> =\</w:t>
      </w:r>
      <w:proofErr w:type="spellStart"/>
      <w:r>
        <w:t>pm</w:t>
      </w:r>
      <w:proofErr w:type="spellEnd"/>
      <w:r>
        <w:t xml:space="preserve"> 1/2 *~p</w:t>
      </w:r>
    </w:p>
    <w:p w14:paraId="3DED6B6C" w14:textId="77777777" w:rsidR="00C747C1" w:rsidRDefault="00C747C1" w:rsidP="00C747C1">
      <w:pPr>
        <w:pStyle w:val="Liste2"/>
      </w:pPr>
      <w:r>
        <w:t>Am Kondensator eilt der Strom der Spannung voraus.</w:t>
      </w:r>
    </w:p>
    <w:p w14:paraId="583EE23A" w14:textId="77777777" w:rsidR="00C747C1" w:rsidRDefault="00C747C1" w:rsidP="00C747C1">
      <w:pPr>
        <w:pStyle w:val="Liste2"/>
      </w:pPr>
      <w:r>
        <w:t>An der Spule läuft der Strom der Spannung nach.</w:t>
      </w:r>
    </w:p>
    <w:p w14:paraId="7F79BCA8" w14:textId="77777777" w:rsidR="00C747C1" w:rsidRDefault="00C747C1" w:rsidP="00EF7996">
      <w:pPr>
        <w:pStyle w:val="Listenfortsetzung"/>
      </w:pPr>
    </w:p>
    <w:p w14:paraId="405D8B89" w14:textId="459047DD" w:rsidR="00C747C1" w:rsidRDefault="00C747C1" w:rsidP="00EF7996">
      <w:pPr>
        <w:pStyle w:val="Listenfortsetzung"/>
      </w:pPr>
      <w:r>
        <w:t>X_C: kapazitiver Widerstand</w:t>
      </w:r>
      <w:r w:rsidR="00EF7996">
        <w:br/>
      </w:r>
      <w:r>
        <w:t>~w: Kreisfrequenz</w:t>
      </w:r>
      <w:r w:rsidR="00EF7996">
        <w:br/>
      </w:r>
      <w:r>
        <w:t>C: Kapazität</w:t>
      </w:r>
      <w:r w:rsidR="00EF7996">
        <w:br/>
      </w:r>
      <w:r>
        <w:t>X_L: induktiver Widerstand</w:t>
      </w:r>
      <w:r w:rsidR="00EF7996">
        <w:br/>
      </w:r>
      <w:r>
        <w:t>L: Induktivität</w:t>
      </w:r>
      <w:r w:rsidR="00EF7996">
        <w:br/>
      </w:r>
      <w:r>
        <w:t>~</w:t>
      </w:r>
      <w:proofErr w:type="spellStart"/>
      <w:r>
        <w:t>D~f</w:t>
      </w:r>
      <w:proofErr w:type="spellEnd"/>
      <w:r>
        <w:t>: Phasenverschiebung zwischen U und I</w:t>
      </w:r>
    </w:p>
    <w:p w14:paraId="5FBED66B" w14:textId="77777777" w:rsidR="00C747C1" w:rsidRDefault="00C747C1" w:rsidP="00C747C1"/>
    <w:p w14:paraId="3734A3EF" w14:textId="77777777" w:rsidR="00C747C1" w:rsidRDefault="00C747C1" w:rsidP="00C747C1">
      <w:pPr>
        <w:pStyle w:val="Liste"/>
      </w:pPr>
      <w:r>
        <w:t>- Reihenschaltung aus kapazitivem, induktiven und Ohm'schen Widerstand</w:t>
      </w:r>
    </w:p>
    <w:p w14:paraId="7981D23A" w14:textId="77777777" w:rsidR="00C747C1" w:rsidRDefault="00C747C1" w:rsidP="00C747C1">
      <w:pPr>
        <w:pStyle w:val="Liste2"/>
      </w:pPr>
      <w:r>
        <w:t>Z =\s{R^2 +(X_L -X_C)^2}</w:t>
      </w:r>
    </w:p>
    <w:p w14:paraId="046AE313" w14:textId="77777777" w:rsidR="00C747C1" w:rsidRDefault="00C747C1" w:rsidP="00EF7996">
      <w:pPr>
        <w:pStyle w:val="Listenfortsetzung"/>
      </w:pPr>
    </w:p>
    <w:p w14:paraId="0594E0BD" w14:textId="351F67CC" w:rsidR="00C747C1" w:rsidRDefault="00C747C1" w:rsidP="00EF7996">
      <w:pPr>
        <w:pStyle w:val="Listenfortsetzung"/>
      </w:pPr>
      <w:r>
        <w:t>Z: Impedanz (Scheinwiderstand)</w:t>
      </w:r>
      <w:r w:rsidR="00EF7996">
        <w:br/>
      </w:r>
      <w:r>
        <w:t>R: Ohm'scher Widerstand</w:t>
      </w:r>
      <w:r w:rsidR="00EF7996">
        <w:br/>
      </w:r>
      <w:r>
        <w:t>X_L: induktiver Widerstand</w:t>
      </w:r>
      <w:r w:rsidR="00EF7996">
        <w:br/>
      </w:r>
      <w:r>
        <w:t>X_C: kapazitiver Widerstand</w:t>
      </w:r>
    </w:p>
    <w:p w14:paraId="3B7E71E6" w14:textId="77777777" w:rsidR="00C747C1" w:rsidRDefault="00C747C1" w:rsidP="00C747C1">
      <w:pPr>
        <w:pStyle w:val="Liste2"/>
      </w:pPr>
    </w:p>
    <w:p w14:paraId="7CE46A14" w14:textId="77777777" w:rsidR="00C747C1" w:rsidRDefault="00C747C1" w:rsidP="00C747C1">
      <w:pPr>
        <w:pStyle w:val="berschrift4"/>
      </w:pPr>
      <w:r>
        <w:t>Leistung im Wechselstromkreis</w:t>
      </w:r>
    </w:p>
    <w:p w14:paraId="61C68630" w14:textId="77777777" w:rsidR="00C747C1" w:rsidRDefault="00C747C1" w:rsidP="00C747C1">
      <w:r>
        <w:t>P_S =U_{</w:t>
      </w:r>
      <w:proofErr w:type="spellStart"/>
      <w:r>
        <w:t>eff</w:t>
      </w:r>
      <w:proofErr w:type="spellEnd"/>
      <w:r>
        <w:t>} *I_{</w:t>
      </w:r>
      <w:proofErr w:type="spellStart"/>
      <w:r>
        <w:t>eff</w:t>
      </w:r>
      <w:proofErr w:type="spellEnd"/>
      <w:r>
        <w:t>}</w:t>
      </w:r>
    </w:p>
    <w:p w14:paraId="1816C245" w14:textId="77777777" w:rsidR="00C747C1" w:rsidRDefault="00C747C1" w:rsidP="00C747C1">
      <w:r>
        <w:t>P_W =U_{</w:t>
      </w:r>
      <w:proofErr w:type="spellStart"/>
      <w:r>
        <w:t>eff</w:t>
      </w:r>
      <w:proofErr w:type="spellEnd"/>
      <w:r>
        <w:t>} *I_{</w:t>
      </w:r>
      <w:proofErr w:type="spellStart"/>
      <w:r>
        <w:t>eff</w:t>
      </w:r>
      <w:proofErr w:type="spellEnd"/>
      <w:r>
        <w:t>} *cos(~</w:t>
      </w:r>
      <w:proofErr w:type="spellStart"/>
      <w:r>
        <w:t>D~f</w:t>
      </w:r>
      <w:proofErr w:type="spellEnd"/>
      <w:r>
        <w:t>)</w:t>
      </w:r>
    </w:p>
    <w:p w14:paraId="3C279AF2" w14:textId="77777777" w:rsidR="00C747C1" w:rsidRDefault="00C747C1" w:rsidP="00C747C1">
      <w:r>
        <w:t>P_B =U_{</w:t>
      </w:r>
      <w:proofErr w:type="spellStart"/>
      <w:r>
        <w:t>eff</w:t>
      </w:r>
      <w:proofErr w:type="spellEnd"/>
      <w:r>
        <w:t>} *I_{</w:t>
      </w:r>
      <w:proofErr w:type="spellStart"/>
      <w:r>
        <w:t>eff</w:t>
      </w:r>
      <w:proofErr w:type="spellEnd"/>
      <w:r>
        <w:t>} *sin(~</w:t>
      </w:r>
      <w:proofErr w:type="spellStart"/>
      <w:r>
        <w:t>D~f</w:t>
      </w:r>
      <w:proofErr w:type="spellEnd"/>
      <w:r>
        <w:t>)</w:t>
      </w:r>
    </w:p>
    <w:p w14:paraId="56701380" w14:textId="77777777" w:rsidR="00C747C1" w:rsidRDefault="00C747C1" w:rsidP="00C747C1"/>
    <w:p w14:paraId="0B70BD9A" w14:textId="5BBA8A30" w:rsidR="00C747C1" w:rsidRDefault="00C747C1" w:rsidP="00A54FED">
      <w:r>
        <w:t>P_S: Scheinleistung</w:t>
      </w:r>
      <w:r w:rsidR="00A54FED">
        <w:br/>
      </w:r>
      <w:r>
        <w:t>U_{</w:t>
      </w:r>
      <w:proofErr w:type="spellStart"/>
      <w:r>
        <w:t>eff</w:t>
      </w:r>
      <w:proofErr w:type="spellEnd"/>
      <w:r>
        <w:t>}: Effektivwert der elektrischen Spannung</w:t>
      </w:r>
      <w:r w:rsidR="00A54FED">
        <w:br/>
      </w:r>
      <w:r>
        <w:t>I_{</w:t>
      </w:r>
      <w:proofErr w:type="spellStart"/>
      <w:r>
        <w:t>eff</w:t>
      </w:r>
      <w:proofErr w:type="spellEnd"/>
      <w:r>
        <w:t>}: Effektivwert der elektrischen Stromstärke</w:t>
      </w:r>
      <w:r w:rsidR="00A54FED">
        <w:br/>
      </w:r>
      <w:r>
        <w:t>P_W: Wirkleistung</w:t>
      </w:r>
      <w:r w:rsidR="00A54FED">
        <w:br/>
      </w:r>
      <w:r>
        <w:t>~</w:t>
      </w:r>
      <w:proofErr w:type="spellStart"/>
      <w:r>
        <w:t>D~f</w:t>
      </w:r>
      <w:proofErr w:type="spellEnd"/>
      <w:r>
        <w:t>: Phasenverschiebung zwischen U und I</w:t>
      </w:r>
      <w:r w:rsidR="00A54FED">
        <w:br/>
      </w:r>
      <w:r>
        <w:t>P_B: Blindleistung</w:t>
      </w:r>
    </w:p>
    <w:p w14:paraId="7F266DCC" w14:textId="77777777" w:rsidR="00C747C1" w:rsidRDefault="00C747C1" w:rsidP="00C747C1"/>
    <w:p w14:paraId="004F1570" w14:textId="77777777" w:rsidR="00C747C1" w:rsidRDefault="00C747C1" w:rsidP="00C747C1">
      <w:r>
        <w:t>((28))</w:t>
      </w:r>
    </w:p>
    <w:p w14:paraId="74F61392" w14:textId="77777777" w:rsidR="00C747C1" w:rsidRDefault="00C747C1" w:rsidP="00C747C1">
      <w:pPr>
        <w:pStyle w:val="berschrift3"/>
      </w:pPr>
      <w:r>
        <w:t>Kondensator</w:t>
      </w:r>
    </w:p>
    <w:p w14:paraId="1F59B67D" w14:textId="77777777" w:rsidR="00C747C1" w:rsidRDefault="00C747C1" w:rsidP="00C747C1">
      <w:pPr>
        <w:pStyle w:val="berschrift4"/>
      </w:pPr>
      <w:r>
        <w:t>Kapazität eines Kondensators</w:t>
      </w:r>
    </w:p>
    <w:p w14:paraId="4FBA913B" w14:textId="77777777" w:rsidR="00C747C1" w:rsidRDefault="00C747C1" w:rsidP="00C747C1">
      <w:r>
        <w:t>C =Q/U</w:t>
      </w:r>
    </w:p>
    <w:p w14:paraId="43626AA3" w14:textId="77777777" w:rsidR="00C747C1" w:rsidRDefault="00C747C1" w:rsidP="00C747C1">
      <w:r>
        <w:t>Für den Plattenkondensator gilt:</w:t>
      </w:r>
      <w:r>
        <w:br/>
        <w:t>C =~e_0 *~</w:t>
      </w:r>
      <w:proofErr w:type="spellStart"/>
      <w:r>
        <w:t>E_r</w:t>
      </w:r>
      <w:proofErr w:type="spellEnd"/>
      <w:r>
        <w:t xml:space="preserve"> *A/d</w:t>
      </w:r>
    </w:p>
    <w:p w14:paraId="31A1BFC4" w14:textId="77777777" w:rsidR="00C747C1" w:rsidRDefault="00C747C1" w:rsidP="00C747C1"/>
    <w:p w14:paraId="30EFB35E" w14:textId="78FBA44E" w:rsidR="00C747C1" w:rsidRDefault="00C747C1" w:rsidP="00A91084">
      <w:r>
        <w:t>C: Kapazität des Kondensators</w:t>
      </w:r>
      <w:r w:rsidR="00A91084">
        <w:br/>
      </w:r>
      <w:r>
        <w:t>Q: Ladung des Kondensators</w:t>
      </w:r>
      <w:r w:rsidR="00A91084">
        <w:br/>
      </w:r>
      <w:r>
        <w:t>U: elektrische Spannung</w:t>
      </w:r>
      <w:r w:rsidR="00A91084">
        <w:br/>
      </w:r>
      <w:r>
        <w:t>~e_0: elektrische Feldkonstante</w:t>
      </w:r>
      <w:r w:rsidR="00A91084">
        <w:br/>
      </w:r>
      <w:r>
        <w:t>~</w:t>
      </w:r>
      <w:proofErr w:type="spellStart"/>
      <w:r>
        <w:t>e_r</w:t>
      </w:r>
      <w:proofErr w:type="spellEnd"/>
      <w:r>
        <w:t>: Dielektrizitätszahl</w:t>
      </w:r>
      <w:r w:rsidR="00A91084">
        <w:br/>
      </w:r>
      <w:r>
        <w:t>A: Flächeninhalt einer Platte</w:t>
      </w:r>
      <w:r w:rsidR="00A91084">
        <w:br/>
      </w:r>
      <w:r>
        <w:t>d: Abstand der Kondensatorplatten</w:t>
      </w:r>
    </w:p>
    <w:p w14:paraId="76C0EEBE" w14:textId="77777777" w:rsidR="00C747C1" w:rsidRDefault="00C747C1" w:rsidP="00C747C1"/>
    <w:p w14:paraId="6293E7CE" w14:textId="77777777" w:rsidR="00C747C1" w:rsidRDefault="00C747C1" w:rsidP="00C747C1">
      <w:pPr>
        <w:pStyle w:val="berschrift4"/>
      </w:pPr>
      <w:r>
        <w:t>Energie des geladenen Kondensators (elektrische Feldenergie)</w:t>
      </w:r>
    </w:p>
    <w:p w14:paraId="5F30C28B" w14:textId="77777777" w:rsidR="00C747C1" w:rsidRDefault="00C747C1" w:rsidP="00C747C1">
      <w:r>
        <w:t>E =1/2 *C *U^2</w:t>
      </w:r>
    </w:p>
    <w:p w14:paraId="6CA4403C" w14:textId="77777777" w:rsidR="00C747C1" w:rsidRDefault="00C747C1" w:rsidP="00C747C1"/>
    <w:p w14:paraId="17E205E9" w14:textId="65DA4090" w:rsidR="00C747C1" w:rsidRDefault="00C747C1" w:rsidP="00A91084">
      <w:r>
        <w:t>E: Energie</w:t>
      </w:r>
      <w:r w:rsidR="00A91084">
        <w:br/>
      </w:r>
      <w:r>
        <w:t>C: Kapazität des Kondensators</w:t>
      </w:r>
      <w:r w:rsidR="00A91084">
        <w:br/>
      </w:r>
      <w:r>
        <w:t>U: elektrische Spannung</w:t>
      </w:r>
    </w:p>
    <w:p w14:paraId="55097F61" w14:textId="77777777" w:rsidR="00C747C1" w:rsidRDefault="00C747C1" w:rsidP="00C747C1"/>
    <w:p w14:paraId="68688DDE" w14:textId="77777777" w:rsidR="00C747C1" w:rsidRDefault="00C747C1" w:rsidP="00C747C1">
      <w:pPr>
        <w:pStyle w:val="berschrift4"/>
      </w:pPr>
      <w:r>
        <w:lastRenderedPageBreak/>
        <w:t>Aufladen und Entladen eines Kondensators über einen Ohm'schen Widerstand</w:t>
      </w:r>
    </w:p>
    <w:p w14:paraId="0E17717E" w14:textId="77777777" w:rsidR="00C747C1" w:rsidRDefault="00C747C1" w:rsidP="00C747C1">
      <w:pPr>
        <w:pStyle w:val="Liste"/>
      </w:pPr>
      <w:r>
        <w:t>- Aufladen eines Kondensators:</w:t>
      </w:r>
    </w:p>
    <w:p w14:paraId="34699B35" w14:textId="46B43E9F" w:rsidR="00C747C1" w:rsidRDefault="00C747C1" w:rsidP="00C747C1">
      <w:pPr>
        <w:pStyle w:val="Liste2"/>
      </w:pPr>
      <w:r>
        <w:t>U_C(t) =U_0 *(1 -e^</w:t>
      </w:r>
      <w:r w:rsidR="00A91084">
        <w:t>{-\</w:t>
      </w:r>
      <w:proofErr w:type="spellStart"/>
      <w:r w:rsidR="00A91084">
        <w:t>frac</w:t>
      </w:r>
      <w:proofErr w:type="spellEnd"/>
      <w:r>
        <w:t>{t}{R *C}}</w:t>
      </w:r>
    </w:p>
    <w:p w14:paraId="52740F14" w14:textId="77777777" w:rsidR="00C747C1" w:rsidRDefault="00C747C1" w:rsidP="00C747C1">
      <w:pPr>
        <w:pStyle w:val="Liste2"/>
      </w:pPr>
      <w:r>
        <w:t>I(t) =I_0 *e^{-\</w:t>
      </w:r>
      <w:proofErr w:type="spellStart"/>
      <w:r>
        <w:t>frac</w:t>
      </w:r>
      <w:proofErr w:type="spellEnd"/>
      <w:r>
        <w:t>{t}{R *C}}</w:t>
      </w:r>
    </w:p>
    <w:p w14:paraId="49734F67" w14:textId="0BD3334E" w:rsidR="00C747C1" w:rsidRDefault="00C747C1" w:rsidP="00C747C1">
      <w:pPr>
        <w:pStyle w:val="Liste2"/>
      </w:pPr>
      <w:r>
        <w:t>Q(t) =Q_0 *(1 -e^{</w:t>
      </w:r>
      <w:r w:rsidR="00A91084">
        <w:t>-</w:t>
      </w:r>
      <w:r>
        <w:t>\</w:t>
      </w:r>
      <w:proofErr w:type="spellStart"/>
      <w:r>
        <w:t>frac</w:t>
      </w:r>
      <w:proofErr w:type="spellEnd"/>
      <w:r>
        <w:t>{t}{R *C}}</w:t>
      </w:r>
    </w:p>
    <w:p w14:paraId="67B9F3CA" w14:textId="77777777" w:rsidR="00C747C1" w:rsidRDefault="00C747C1" w:rsidP="00C747C1"/>
    <w:p w14:paraId="63CA7043" w14:textId="77777777" w:rsidR="00C747C1" w:rsidRDefault="00C747C1" w:rsidP="00C747C1">
      <w:r>
        <w:t>- Entladen eines Kondensators:</w:t>
      </w:r>
    </w:p>
    <w:p w14:paraId="6841990C" w14:textId="77777777" w:rsidR="00C747C1" w:rsidRDefault="00C747C1" w:rsidP="00C747C1">
      <w:pPr>
        <w:pStyle w:val="Liste2"/>
      </w:pPr>
      <w:r>
        <w:t>U_C(t) =U_0 *e^{-\</w:t>
      </w:r>
      <w:proofErr w:type="spellStart"/>
      <w:r>
        <w:t>frac</w:t>
      </w:r>
      <w:proofErr w:type="spellEnd"/>
      <w:r>
        <w:t>{t}{R *C}}</w:t>
      </w:r>
    </w:p>
    <w:p w14:paraId="379951FA" w14:textId="77777777" w:rsidR="00C747C1" w:rsidRDefault="00C747C1" w:rsidP="00C747C1">
      <w:pPr>
        <w:pStyle w:val="Liste2"/>
      </w:pPr>
      <w:r>
        <w:t>I(t) =-I_0 *e^{-\</w:t>
      </w:r>
      <w:proofErr w:type="spellStart"/>
      <w:r>
        <w:t>frac</w:t>
      </w:r>
      <w:proofErr w:type="spellEnd"/>
      <w:r>
        <w:t>{t}{R *C}}</w:t>
      </w:r>
    </w:p>
    <w:p w14:paraId="0FEABDE3" w14:textId="77777777" w:rsidR="00C747C1" w:rsidRDefault="00C747C1" w:rsidP="00C747C1">
      <w:pPr>
        <w:pStyle w:val="Liste2"/>
      </w:pPr>
      <w:r>
        <w:t>Q(t) =Q_0 *e^{-\</w:t>
      </w:r>
      <w:proofErr w:type="spellStart"/>
      <w:r>
        <w:t>frac</w:t>
      </w:r>
      <w:proofErr w:type="spellEnd"/>
      <w:r>
        <w:t>{t}{R *C}}</w:t>
      </w:r>
    </w:p>
    <w:p w14:paraId="3B836DAE" w14:textId="77777777" w:rsidR="00C747C1" w:rsidRDefault="00C747C1" w:rsidP="00C747C1"/>
    <w:p w14:paraId="16E48B2D" w14:textId="5CD83A97" w:rsidR="00C747C1" w:rsidRDefault="00C747C1" w:rsidP="00A91084">
      <w:r>
        <w:t>U_C: elektrische Spannung am Kondensator</w:t>
      </w:r>
      <w:r w:rsidR="00A91084">
        <w:br/>
      </w:r>
      <w:r>
        <w:t>U_0: Quellenspannung beim Aufladen bzw. elektrische Spannung am Kondensator zu Beginn des Entladevorgangs</w:t>
      </w:r>
      <w:r w:rsidR="00A91084">
        <w:br/>
      </w:r>
      <w:r>
        <w:t>t: Zeit</w:t>
      </w:r>
      <w:r w:rsidR="00A91084">
        <w:br/>
      </w:r>
      <w:r>
        <w:t>R: Ohm'scher Widerstand</w:t>
      </w:r>
      <w:r w:rsidR="00A91084">
        <w:br/>
      </w:r>
      <w:r>
        <w:t>C: Kapazität des Kondensators</w:t>
      </w:r>
      <w:r w:rsidR="00A91084">
        <w:br/>
      </w:r>
      <w:r>
        <w:t>I: elektrische Stromstärke</w:t>
      </w:r>
      <w:r w:rsidR="00A91084">
        <w:br/>
      </w:r>
      <w:r>
        <w:t>I_0: elektrische Stromstärke zu Beginn des Auf- bzw. Entladevorgangs</w:t>
      </w:r>
      <w:r w:rsidR="00A91084">
        <w:br/>
      </w:r>
      <w:r>
        <w:t>Q: Ladung des Kondensators</w:t>
      </w:r>
      <w:r w:rsidR="00A91084">
        <w:br/>
      </w:r>
      <w:r>
        <w:t xml:space="preserve">Q_0: Ladung des Kondensators am Ende des </w:t>
      </w:r>
      <w:proofErr w:type="spellStart"/>
      <w:r>
        <w:t>Aufladevorgangs</w:t>
      </w:r>
      <w:proofErr w:type="spellEnd"/>
      <w:r>
        <w:t xml:space="preserve"> bzw. zu Beginn des Entladevorgangs</w:t>
      </w:r>
    </w:p>
    <w:p w14:paraId="58BBEBBA" w14:textId="77777777" w:rsidR="00C747C1" w:rsidRDefault="00C747C1" w:rsidP="00C747C1"/>
    <w:p w14:paraId="3C4F291E" w14:textId="77777777" w:rsidR="00C747C1" w:rsidRDefault="00C747C1" w:rsidP="00C747C1">
      <w:pPr>
        <w:pStyle w:val="berschrift4"/>
      </w:pPr>
      <w:r>
        <w:t xml:space="preserve">Differenzialgleichung zur Beschreibung des </w:t>
      </w:r>
      <w:proofErr w:type="spellStart"/>
      <w:r>
        <w:t>Aufladevorgangs</w:t>
      </w:r>
      <w:proofErr w:type="spellEnd"/>
    </w:p>
    <w:p w14:paraId="43E948FA" w14:textId="77777777" w:rsidR="00C747C1" w:rsidRDefault="00C747C1" w:rsidP="00C747C1">
      <w:r>
        <w:t>\</w:t>
      </w:r>
      <w:proofErr w:type="spellStart"/>
      <w:r>
        <w:t>dot</w:t>
      </w:r>
      <w:proofErr w:type="spellEnd"/>
      <w:r>
        <w:t>{Q}(t) +\</w:t>
      </w:r>
      <w:proofErr w:type="spellStart"/>
      <w:r>
        <w:t>frac</w:t>
      </w:r>
      <w:proofErr w:type="spellEnd"/>
      <w:r>
        <w:t>{1}{R *C} *Q(t) =\</w:t>
      </w:r>
      <w:proofErr w:type="spellStart"/>
      <w:r>
        <w:t>frac</w:t>
      </w:r>
      <w:proofErr w:type="spellEnd"/>
      <w:r>
        <w:t>{U_0}{R}</w:t>
      </w:r>
    </w:p>
    <w:p w14:paraId="67A179EE" w14:textId="77777777" w:rsidR="00C747C1" w:rsidRDefault="00C747C1" w:rsidP="00C747C1">
      <w:r>
        <w:t>\</w:t>
      </w:r>
      <w:proofErr w:type="spellStart"/>
      <w:r>
        <w:t>frac</w:t>
      </w:r>
      <w:proofErr w:type="spellEnd"/>
      <w:r>
        <w:t>{</w:t>
      </w:r>
      <w:proofErr w:type="spellStart"/>
      <w:r>
        <w:t>dQ</w:t>
      </w:r>
      <w:proofErr w:type="spellEnd"/>
      <w:r>
        <w:t>}{</w:t>
      </w:r>
      <w:proofErr w:type="spellStart"/>
      <w:r>
        <w:t>dt</w:t>
      </w:r>
      <w:proofErr w:type="spellEnd"/>
      <w:r>
        <w:t>} +\</w:t>
      </w:r>
      <w:proofErr w:type="spellStart"/>
      <w:r>
        <w:t>frac</w:t>
      </w:r>
      <w:proofErr w:type="spellEnd"/>
      <w:r>
        <w:t>{1}{R *C} *Q =\</w:t>
      </w:r>
      <w:proofErr w:type="spellStart"/>
      <w:r>
        <w:t>frac</w:t>
      </w:r>
      <w:proofErr w:type="spellEnd"/>
      <w:r>
        <w:t>{U_0}{R}</w:t>
      </w:r>
    </w:p>
    <w:p w14:paraId="38CF9ADE" w14:textId="77777777" w:rsidR="00C747C1" w:rsidRDefault="00C747C1" w:rsidP="00C747C1"/>
    <w:p w14:paraId="04CEE361" w14:textId="63ED22B9" w:rsidR="00C747C1" w:rsidRDefault="00C747C1" w:rsidP="00A91084">
      <w:r>
        <w:t>Q: Ladung des Kondensators</w:t>
      </w:r>
      <w:r w:rsidR="00A91084">
        <w:br/>
      </w:r>
      <w:r>
        <w:t>R: Ohm'scher Widerstand</w:t>
      </w:r>
      <w:r w:rsidR="00A91084">
        <w:br/>
      </w:r>
      <w:r>
        <w:t>C: Kapazität des Kondensators</w:t>
      </w:r>
      <w:r w:rsidR="00A91084">
        <w:br/>
      </w:r>
      <w:r>
        <w:lastRenderedPageBreak/>
        <w:t>U_0: Quellenspannung beim Aufladen</w:t>
      </w:r>
      <w:r w:rsidR="00A91084">
        <w:br/>
      </w:r>
      <w:r>
        <w:t>t: Zeit</w:t>
      </w:r>
    </w:p>
    <w:p w14:paraId="0FF5B5F7" w14:textId="77777777" w:rsidR="00C747C1" w:rsidRDefault="00C747C1" w:rsidP="00C747C1"/>
    <w:p w14:paraId="60528145" w14:textId="77777777" w:rsidR="00C747C1" w:rsidRDefault="00C747C1" w:rsidP="00C747C1">
      <w:pPr>
        <w:pStyle w:val="berschrift4"/>
      </w:pPr>
      <w:r>
        <w:t>Differenzialgleichung zur Beschreibung des Entladevorgangs</w:t>
      </w:r>
    </w:p>
    <w:p w14:paraId="58362B47" w14:textId="77777777" w:rsidR="00C747C1" w:rsidRDefault="00C747C1" w:rsidP="00C747C1">
      <w:r>
        <w:t>\</w:t>
      </w:r>
      <w:proofErr w:type="spellStart"/>
      <w:r>
        <w:t>dot</w:t>
      </w:r>
      <w:proofErr w:type="spellEnd"/>
      <w:r>
        <w:t>{Q}(t) +\</w:t>
      </w:r>
      <w:proofErr w:type="spellStart"/>
      <w:r>
        <w:t>frac</w:t>
      </w:r>
      <w:proofErr w:type="spellEnd"/>
      <w:r>
        <w:t>{1}{R *C} *Q(t) =0</w:t>
      </w:r>
    </w:p>
    <w:p w14:paraId="31271C42" w14:textId="77777777" w:rsidR="00C747C1" w:rsidRDefault="00C747C1" w:rsidP="00C747C1">
      <w:r>
        <w:t>\</w:t>
      </w:r>
      <w:proofErr w:type="spellStart"/>
      <w:r>
        <w:t>frac</w:t>
      </w:r>
      <w:proofErr w:type="spellEnd"/>
      <w:r>
        <w:t>{</w:t>
      </w:r>
      <w:proofErr w:type="spellStart"/>
      <w:r>
        <w:t>dQ</w:t>
      </w:r>
      <w:proofErr w:type="spellEnd"/>
      <w:r>
        <w:t>}{</w:t>
      </w:r>
      <w:proofErr w:type="spellStart"/>
      <w:r>
        <w:t>dt</w:t>
      </w:r>
      <w:proofErr w:type="spellEnd"/>
      <w:r>
        <w:t>} +\</w:t>
      </w:r>
      <w:proofErr w:type="spellStart"/>
      <w:r>
        <w:t>frac</w:t>
      </w:r>
      <w:proofErr w:type="spellEnd"/>
      <w:r>
        <w:t>{1}{R *C} *Q =0</w:t>
      </w:r>
    </w:p>
    <w:p w14:paraId="4473E52C" w14:textId="77777777" w:rsidR="00C747C1" w:rsidRDefault="00C747C1" w:rsidP="00C747C1"/>
    <w:p w14:paraId="45B52099" w14:textId="62DA3D68" w:rsidR="00C747C1" w:rsidRDefault="00C747C1" w:rsidP="003C7A60">
      <w:r>
        <w:t>Q: Ladung des Kondensators</w:t>
      </w:r>
      <w:r w:rsidR="003C7A60">
        <w:br/>
      </w:r>
      <w:r>
        <w:t>R: Ohm'scher Widerstand</w:t>
      </w:r>
      <w:r w:rsidR="003C7A60">
        <w:br/>
      </w:r>
      <w:r>
        <w:t>C: Kapazität des Kondensators</w:t>
      </w:r>
      <w:r w:rsidR="003C7A60">
        <w:br/>
      </w:r>
      <w:r>
        <w:t>t: Zeit</w:t>
      </w:r>
    </w:p>
    <w:p w14:paraId="50B0731C" w14:textId="77777777" w:rsidR="00C747C1" w:rsidRDefault="00C747C1" w:rsidP="00C747C1"/>
    <w:p w14:paraId="1C3CD7BC" w14:textId="77777777" w:rsidR="00C747C1" w:rsidRDefault="00C747C1" w:rsidP="00C747C1">
      <w:r>
        <w:t>((29))</w:t>
      </w:r>
    </w:p>
    <w:p w14:paraId="652D039D" w14:textId="77777777" w:rsidR="00C747C1" w:rsidRDefault="00C747C1" w:rsidP="002A09EF">
      <w:pPr>
        <w:pStyle w:val="berschrift4"/>
      </w:pPr>
      <w:r>
        <w:t>Reihen- und Parallelschaltung von Kondensatoren</w:t>
      </w:r>
    </w:p>
    <w:p w14:paraId="0AF08058" w14:textId="21B1F2AA" w:rsidR="00C747C1" w:rsidRDefault="002A09EF" w:rsidP="002A09EF">
      <w:r>
        <w:t xml:space="preserve">- </w:t>
      </w:r>
      <w:r w:rsidR="00C747C1">
        <w:t>Reihenschaltung</w:t>
      </w:r>
      <w:r>
        <w:t>:</w:t>
      </w:r>
    </w:p>
    <w:p w14:paraId="47786F6F" w14:textId="33676E25" w:rsidR="00C747C1" w:rsidRDefault="00C747C1" w:rsidP="002A09EF">
      <w:pPr>
        <w:pStyle w:val="Liste2"/>
      </w:pPr>
      <w:r>
        <w:t>Q_{</w:t>
      </w:r>
      <w:proofErr w:type="spellStart"/>
      <w:r>
        <w:t>ges</w:t>
      </w:r>
      <w:proofErr w:type="spellEnd"/>
      <w:r>
        <w:t>} =Q_1 =Q_2 =...</w:t>
      </w:r>
      <w:r w:rsidR="002A09EF">
        <w:t xml:space="preserve"> </w:t>
      </w:r>
      <w:r>
        <w:t>=</w:t>
      </w:r>
      <w:proofErr w:type="spellStart"/>
      <w:r>
        <w:t>Q_n</w:t>
      </w:r>
      <w:proofErr w:type="spellEnd"/>
    </w:p>
    <w:p w14:paraId="7257C964" w14:textId="77777777" w:rsidR="00C747C1" w:rsidRDefault="00C747C1" w:rsidP="002A09EF">
      <w:pPr>
        <w:pStyle w:val="Liste2"/>
      </w:pPr>
      <w:r>
        <w:t>U_{</w:t>
      </w:r>
      <w:proofErr w:type="spellStart"/>
      <w:r>
        <w:t>ges</w:t>
      </w:r>
      <w:proofErr w:type="spellEnd"/>
      <w:r>
        <w:t>} =U_1 +U_2 +... +</w:t>
      </w:r>
      <w:proofErr w:type="spellStart"/>
      <w:r>
        <w:t>U_n</w:t>
      </w:r>
      <w:proofErr w:type="spellEnd"/>
    </w:p>
    <w:p w14:paraId="2CD5F9E4" w14:textId="77777777" w:rsidR="00C747C1" w:rsidRDefault="00C747C1" w:rsidP="002A09EF">
      <w:pPr>
        <w:pStyle w:val="Liste2"/>
      </w:pPr>
      <w:r>
        <w:t>\</w:t>
      </w:r>
      <w:proofErr w:type="spellStart"/>
      <w:r>
        <w:t>frac</w:t>
      </w:r>
      <w:proofErr w:type="spellEnd"/>
      <w:r>
        <w:t>{1}{C_{</w:t>
      </w:r>
      <w:proofErr w:type="spellStart"/>
      <w:r>
        <w:t>ges</w:t>
      </w:r>
      <w:proofErr w:type="spellEnd"/>
      <w:r>
        <w:t>}} =\</w:t>
      </w:r>
      <w:proofErr w:type="spellStart"/>
      <w:r>
        <w:t>frac</w:t>
      </w:r>
      <w:proofErr w:type="spellEnd"/>
      <w:r>
        <w:t>{1}{C_1} +\</w:t>
      </w:r>
      <w:proofErr w:type="spellStart"/>
      <w:r>
        <w:t>frac</w:t>
      </w:r>
      <w:proofErr w:type="spellEnd"/>
      <w:r>
        <w:t>{1}{C_2} +... +\</w:t>
      </w:r>
      <w:proofErr w:type="spellStart"/>
      <w:r>
        <w:t>frac</w:t>
      </w:r>
      <w:proofErr w:type="spellEnd"/>
      <w:r>
        <w:t>{1}{</w:t>
      </w:r>
      <w:proofErr w:type="spellStart"/>
      <w:r>
        <w:t>C_n</w:t>
      </w:r>
      <w:proofErr w:type="spellEnd"/>
      <w:r>
        <w:t>}</w:t>
      </w:r>
    </w:p>
    <w:p w14:paraId="27E05D59" w14:textId="77777777" w:rsidR="00C747C1" w:rsidRDefault="00C747C1" w:rsidP="002A09EF">
      <w:pPr>
        <w:pStyle w:val="Liste2"/>
      </w:pPr>
    </w:p>
    <w:p w14:paraId="48409880" w14:textId="77777777" w:rsidR="00C747C1" w:rsidRPr="006B0A20" w:rsidRDefault="00C747C1" w:rsidP="00C747C1"/>
    <w:p w14:paraId="71274163" w14:textId="21F93E10" w:rsidR="00C747C1" w:rsidRDefault="002A09EF" w:rsidP="002A09EF">
      <w:r>
        <w:t xml:space="preserve">- </w:t>
      </w:r>
      <w:r w:rsidR="00C747C1">
        <w:t>Parallelschaltung</w:t>
      </w:r>
      <w:r>
        <w:t>:</w:t>
      </w:r>
    </w:p>
    <w:p w14:paraId="0A045978" w14:textId="77777777" w:rsidR="00C747C1" w:rsidRDefault="00C747C1" w:rsidP="002A09EF">
      <w:pPr>
        <w:pStyle w:val="Liste2"/>
      </w:pPr>
      <w:r>
        <w:t>Q_{</w:t>
      </w:r>
      <w:proofErr w:type="spellStart"/>
      <w:r>
        <w:t>ges</w:t>
      </w:r>
      <w:proofErr w:type="spellEnd"/>
      <w:r>
        <w:t>} =Q_1 +Q_2 +... +</w:t>
      </w:r>
      <w:proofErr w:type="spellStart"/>
      <w:r>
        <w:t>Q_n</w:t>
      </w:r>
      <w:proofErr w:type="spellEnd"/>
    </w:p>
    <w:p w14:paraId="63E916A6" w14:textId="77777777" w:rsidR="00C747C1" w:rsidRDefault="00C747C1" w:rsidP="002A09EF">
      <w:pPr>
        <w:pStyle w:val="Liste2"/>
      </w:pPr>
      <w:r>
        <w:t>U_{</w:t>
      </w:r>
      <w:proofErr w:type="spellStart"/>
      <w:r>
        <w:t>ges</w:t>
      </w:r>
      <w:proofErr w:type="spellEnd"/>
      <w:r>
        <w:t>} =U_1 =U_2 =... =</w:t>
      </w:r>
      <w:proofErr w:type="spellStart"/>
      <w:r>
        <w:t>U_n</w:t>
      </w:r>
      <w:proofErr w:type="spellEnd"/>
    </w:p>
    <w:p w14:paraId="0016D824" w14:textId="77777777" w:rsidR="00C747C1" w:rsidRDefault="00C747C1" w:rsidP="002A09EF">
      <w:pPr>
        <w:pStyle w:val="Liste2"/>
      </w:pPr>
      <w:r>
        <w:t>C_{</w:t>
      </w:r>
      <w:proofErr w:type="spellStart"/>
      <w:r>
        <w:t>ges</w:t>
      </w:r>
      <w:proofErr w:type="spellEnd"/>
      <w:r>
        <w:t>} =C_1 +C_2 +... +</w:t>
      </w:r>
      <w:proofErr w:type="spellStart"/>
      <w:r>
        <w:t>C_n</w:t>
      </w:r>
      <w:proofErr w:type="spellEnd"/>
    </w:p>
    <w:p w14:paraId="076E9DE5" w14:textId="77777777" w:rsidR="00C747C1" w:rsidRDefault="00C747C1" w:rsidP="00C747C1"/>
    <w:p w14:paraId="687A205E" w14:textId="0F223D86" w:rsidR="00C747C1" w:rsidRDefault="00C747C1" w:rsidP="003B163B">
      <w:r>
        <w:t>Q_{</w:t>
      </w:r>
      <w:proofErr w:type="spellStart"/>
      <w:r>
        <w:t>ges</w:t>
      </w:r>
      <w:proofErr w:type="spellEnd"/>
      <w:r>
        <w:t>}: Gesamtladung</w:t>
      </w:r>
      <w:r w:rsidR="003B163B">
        <w:br/>
      </w:r>
      <w:r>
        <w:t>Q_1, Q_2, ...: Einzelladungen</w:t>
      </w:r>
      <w:r w:rsidR="003B163B">
        <w:br/>
      </w:r>
      <w:r>
        <w:t>U_{</w:t>
      </w:r>
      <w:proofErr w:type="spellStart"/>
      <w:r>
        <w:t>ges</w:t>
      </w:r>
      <w:proofErr w:type="spellEnd"/>
      <w:r>
        <w:t>}: Gesamtspannung</w:t>
      </w:r>
      <w:r w:rsidR="003B163B">
        <w:br/>
      </w:r>
      <w:r>
        <w:t>U_1, U_2, ...: Einzelspannungen</w:t>
      </w:r>
      <w:r w:rsidR="003B163B">
        <w:br/>
      </w:r>
      <w:r>
        <w:t>C_{</w:t>
      </w:r>
      <w:proofErr w:type="spellStart"/>
      <w:r>
        <w:t>ges</w:t>
      </w:r>
      <w:proofErr w:type="spellEnd"/>
      <w:r>
        <w:t>}: Gesamtkapazität</w:t>
      </w:r>
      <w:r w:rsidR="003B163B">
        <w:br/>
      </w:r>
      <w:r>
        <w:t>C_1, C_2, ...: Einzelkapazitäten</w:t>
      </w:r>
    </w:p>
    <w:p w14:paraId="3038B6F4" w14:textId="77777777" w:rsidR="00C747C1" w:rsidRDefault="00C747C1" w:rsidP="00C747C1"/>
    <w:p w14:paraId="0ACF6B56" w14:textId="5EE7AC1B" w:rsidR="00C747C1" w:rsidRDefault="00C747C1" w:rsidP="00C747C1">
      <w:pPr>
        <w:pStyle w:val="berschrift3"/>
      </w:pPr>
      <w:r>
        <w:t>Magnetisches Feld</w:t>
      </w:r>
    </w:p>
    <w:p w14:paraId="52557AAA" w14:textId="77777777" w:rsidR="00C747C1" w:rsidRDefault="00C747C1" w:rsidP="00C747C1">
      <w:pPr>
        <w:pStyle w:val="berschrift4"/>
      </w:pPr>
      <w:r>
        <w:t>magnetische Flussdichte</w:t>
      </w:r>
    </w:p>
    <w:p w14:paraId="344F9CFB" w14:textId="77777777" w:rsidR="00C747C1" w:rsidRDefault="00C747C1" w:rsidP="00C747C1">
      <w:pPr>
        <w:pStyle w:val="Liste"/>
      </w:pPr>
      <w:r>
        <w:t>B =\</w:t>
      </w:r>
      <w:proofErr w:type="spellStart"/>
      <w:r>
        <w:t>frac</w:t>
      </w:r>
      <w:proofErr w:type="spellEnd"/>
      <w:r>
        <w:t>{F}{I *s}</w:t>
      </w:r>
    </w:p>
    <w:p w14:paraId="1E740F0D" w14:textId="77777777" w:rsidR="002A09EF" w:rsidRDefault="002A09EF" w:rsidP="00C747C1">
      <w:pPr>
        <w:pStyle w:val="Liste"/>
      </w:pPr>
    </w:p>
    <w:p w14:paraId="4D2D0272" w14:textId="71CE9D43" w:rsidR="00DF3FDA" w:rsidRDefault="00C747C1" w:rsidP="00C747C1">
      <w:pPr>
        <w:pStyle w:val="Liste"/>
      </w:pPr>
      <w:r>
        <w:t>Außerhalb eines geraden stromdurchflossenen Leiters gilt:</w:t>
      </w:r>
    </w:p>
    <w:p w14:paraId="6D461F20" w14:textId="52C3A176" w:rsidR="00C747C1" w:rsidRDefault="00C747C1" w:rsidP="00C747C1">
      <w:pPr>
        <w:pStyle w:val="Liste"/>
      </w:pPr>
      <w:r>
        <w:t>B =~m_0 -~</w:t>
      </w:r>
      <w:proofErr w:type="spellStart"/>
      <w:r>
        <w:t>m_r</w:t>
      </w:r>
      <w:proofErr w:type="spellEnd"/>
      <w:r>
        <w:t xml:space="preserve"> *\</w:t>
      </w:r>
      <w:proofErr w:type="spellStart"/>
      <w:r>
        <w:t>frac</w:t>
      </w:r>
      <w:proofErr w:type="spellEnd"/>
      <w:r>
        <w:t>{I}{2~p *r}</w:t>
      </w:r>
    </w:p>
    <w:p w14:paraId="054D6949" w14:textId="77777777" w:rsidR="00DF3FDA" w:rsidRDefault="00DF3FDA" w:rsidP="00C747C1">
      <w:pPr>
        <w:pStyle w:val="Liste"/>
      </w:pPr>
    </w:p>
    <w:p w14:paraId="1A732564" w14:textId="77777777" w:rsidR="00DF3FDA" w:rsidRDefault="00C747C1" w:rsidP="00C747C1">
      <w:pPr>
        <w:pStyle w:val="Liste"/>
      </w:pPr>
      <w:r>
        <w:t>Innerhalb einer stromdurchflossenen langgestreckten Spule gilt:</w:t>
      </w:r>
    </w:p>
    <w:p w14:paraId="3624F594" w14:textId="4E6E33E9" w:rsidR="00C747C1" w:rsidRDefault="00C747C1" w:rsidP="00C747C1">
      <w:pPr>
        <w:pStyle w:val="Liste"/>
      </w:pPr>
      <w:r>
        <w:t>B =~m_0 *~</w:t>
      </w:r>
      <w:proofErr w:type="spellStart"/>
      <w:r>
        <w:t>m_r</w:t>
      </w:r>
      <w:proofErr w:type="spellEnd"/>
      <w:r>
        <w:t xml:space="preserve"> *\</w:t>
      </w:r>
      <w:proofErr w:type="spellStart"/>
      <w:r>
        <w:t>frac</w:t>
      </w:r>
      <w:proofErr w:type="spellEnd"/>
      <w:r>
        <w:t>{N *I}{l}</w:t>
      </w:r>
    </w:p>
    <w:p w14:paraId="42EDF86C" w14:textId="77777777" w:rsidR="00C747C1" w:rsidRDefault="00C747C1" w:rsidP="00C747C1"/>
    <w:p w14:paraId="45E909AC" w14:textId="4FDA2A78" w:rsidR="00C747C1" w:rsidRDefault="00C747C1" w:rsidP="00DF3FDA">
      <w:r>
        <w:t>B: magnetische Flussdichte</w:t>
      </w:r>
      <w:r w:rsidR="00DF3FDA">
        <w:br/>
      </w:r>
      <w:r>
        <w:t>F: Kraft auf den stromdurchflossenen Leiter</w:t>
      </w:r>
      <w:r w:rsidR="00DF3FDA">
        <w:br/>
      </w:r>
      <w:r>
        <w:t>I: elektrische Stromstärke</w:t>
      </w:r>
      <w:r w:rsidR="00DF3FDA">
        <w:br/>
      </w:r>
      <w:r>
        <w:t>s: wirksame Länge des Leiters im Magnetfeld</w:t>
      </w:r>
      <w:r w:rsidR="00DF3FDA">
        <w:br/>
      </w:r>
      <w:r>
        <w:t>~m_0: magnetische Feldkonstante</w:t>
      </w:r>
      <w:r w:rsidR="00DF3FDA">
        <w:br/>
      </w:r>
      <w:r>
        <w:t>~</w:t>
      </w:r>
      <w:proofErr w:type="spellStart"/>
      <w:r>
        <w:t>m_r</w:t>
      </w:r>
      <w:proofErr w:type="spellEnd"/>
      <w:r>
        <w:t>: Permeabilitätszahl des Mediums</w:t>
      </w:r>
      <w:r w:rsidR="00DF3FDA">
        <w:br/>
      </w:r>
      <w:r>
        <w:t>r: Abstand vom Leiter</w:t>
      </w:r>
      <w:r w:rsidR="00DF3FDA">
        <w:br/>
      </w:r>
      <w:r>
        <w:t>N: Windungszahl der Spule</w:t>
      </w:r>
      <w:r w:rsidR="00DF3FDA">
        <w:br/>
      </w:r>
      <w:r>
        <w:t>l: Länge der Spule</w:t>
      </w:r>
    </w:p>
    <w:p w14:paraId="1824DA16" w14:textId="77777777" w:rsidR="00C747C1" w:rsidRDefault="00C747C1" w:rsidP="00C747C1"/>
    <w:p w14:paraId="58CF4639" w14:textId="77777777" w:rsidR="00C747C1" w:rsidRDefault="00C747C1" w:rsidP="00C747C1">
      <w:pPr>
        <w:pStyle w:val="berschrift4"/>
      </w:pPr>
      <w:r>
        <w:t>magnetische Feldstärke</w:t>
      </w:r>
    </w:p>
    <w:p w14:paraId="253E2C57" w14:textId="77777777" w:rsidR="00DF3FDA" w:rsidRDefault="00C747C1" w:rsidP="00C747C1">
      <w:pPr>
        <w:pStyle w:val="Liste"/>
      </w:pPr>
      <w:r>
        <w:t>Innerhalb einer stromdurchflossenen langgestreckten Spule gilt:</w:t>
      </w:r>
    </w:p>
    <w:p w14:paraId="22C5D672" w14:textId="5D37C0DF" w:rsidR="00C747C1" w:rsidRDefault="00C747C1" w:rsidP="00C747C1">
      <w:pPr>
        <w:pStyle w:val="Liste"/>
      </w:pPr>
      <w:r>
        <w:t>H =N *I/l</w:t>
      </w:r>
    </w:p>
    <w:p w14:paraId="767F63FD" w14:textId="77777777" w:rsidR="00DF3FDA" w:rsidRDefault="00DF3FDA" w:rsidP="00C747C1">
      <w:pPr>
        <w:pStyle w:val="Liste"/>
      </w:pPr>
    </w:p>
    <w:p w14:paraId="7CC15A37" w14:textId="77777777" w:rsidR="00DF3FDA" w:rsidRDefault="00C747C1" w:rsidP="00C747C1">
      <w:pPr>
        <w:pStyle w:val="Liste"/>
      </w:pPr>
      <w:r>
        <w:t>Außerhalb eines geraden stromdurchflossenen Leiters gilt:</w:t>
      </w:r>
    </w:p>
    <w:p w14:paraId="1AC08FCF" w14:textId="20AEE7B8" w:rsidR="00C747C1" w:rsidRDefault="00C747C1" w:rsidP="00C747C1">
      <w:pPr>
        <w:pStyle w:val="Liste"/>
      </w:pPr>
      <w:r>
        <w:t>H =\</w:t>
      </w:r>
      <w:proofErr w:type="spellStart"/>
      <w:r>
        <w:t>frac</w:t>
      </w:r>
      <w:proofErr w:type="spellEnd"/>
      <w:r>
        <w:t>{I}{2~p *r}</w:t>
      </w:r>
    </w:p>
    <w:p w14:paraId="6859BB1C" w14:textId="77777777" w:rsidR="00C747C1" w:rsidRDefault="00C747C1" w:rsidP="00C747C1"/>
    <w:p w14:paraId="4FA4FBF5" w14:textId="65721500" w:rsidR="00C747C1" w:rsidRDefault="00C747C1" w:rsidP="00DF3FDA">
      <w:r>
        <w:t>H: magnetische Feldstärke</w:t>
      </w:r>
      <w:r w:rsidR="00DF3FDA">
        <w:br/>
      </w:r>
      <w:r>
        <w:t>N: Windungszahl der Spule</w:t>
      </w:r>
      <w:r w:rsidR="00DF3FDA">
        <w:br/>
      </w:r>
      <w:r>
        <w:t>l: Länge der Spule</w:t>
      </w:r>
      <w:r w:rsidR="00DF3FDA">
        <w:br/>
      </w:r>
      <w:r>
        <w:lastRenderedPageBreak/>
        <w:t>I: elektrische Stromstärke</w:t>
      </w:r>
      <w:r w:rsidR="00DF3FDA">
        <w:br/>
      </w:r>
      <w:r>
        <w:t>r: Abstand vom Leiter</w:t>
      </w:r>
    </w:p>
    <w:p w14:paraId="0762CBC3" w14:textId="77777777" w:rsidR="00C747C1" w:rsidRDefault="00C747C1" w:rsidP="00C747C1"/>
    <w:p w14:paraId="742F9E93" w14:textId="77777777" w:rsidR="00C747C1" w:rsidRDefault="00C747C1" w:rsidP="00C747C1">
      <w:pPr>
        <w:pStyle w:val="berschrift4"/>
      </w:pPr>
      <w:r>
        <w:t>Lorentz-Kraft auf bewegte Ladungsträger</w:t>
      </w:r>
    </w:p>
    <w:p w14:paraId="7DF85321" w14:textId="77777777" w:rsidR="00DF3FDA" w:rsidRDefault="00C747C1" w:rsidP="00DF3FDA">
      <w:r>
        <w:t>allgemein:</w:t>
      </w:r>
    </w:p>
    <w:p w14:paraId="61E36A15" w14:textId="3A9A2062" w:rsidR="00C747C1" w:rsidRDefault="00C747C1" w:rsidP="00DF3FDA">
      <w:r>
        <w:t>\</w:t>
      </w:r>
      <w:proofErr w:type="spellStart"/>
      <w:r>
        <w:t>vec</w:t>
      </w:r>
      <w:proofErr w:type="spellEnd"/>
      <w:r>
        <w:t>{F_L} =q *(\</w:t>
      </w:r>
      <w:proofErr w:type="spellStart"/>
      <w:r>
        <w:t>vec</w:t>
      </w:r>
      <w:proofErr w:type="spellEnd"/>
      <w:r>
        <w:t>{v} \</w:t>
      </w:r>
      <w:proofErr w:type="spellStart"/>
      <w:r>
        <w:t>times</w:t>
      </w:r>
      <w:proofErr w:type="spellEnd"/>
      <w:r>
        <w:t xml:space="preserve"> \</w:t>
      </w:r>
      <w:proofErr w:type="spellStart"/>
      <w:r>
        <w:t>vec</w:t>
      </w:r>
      <w:proofErr w:type="spellEnd"/>
      <w:r>
        <w:t>{B})</w:t>
      </w:r>
    </w:p>
    <w:p w14:paraId="19257EEB" w14:textId="2FD583DA" w:rsidR="00DF3FDA" w:rsidRDefault="002A09EF" w:rsidP="00DF3FDA">
      <w:r>
        <w:t>F_L =q *v *B *</w:t>
      </w:r>
      <w:proofErr w:type="spellStart"/>
      <w:r>
        <w:t>sin~a</w:t>
      </w:r>
      <w:proofErr w:type="spellEnd"/>
    </w:p>
    <w:p w14:paraId="2D30009D" w14:textId="77777777" w:rsidR="002A09EF" w:rsidRDefault="002A09EF" w:rsidP="00DF3FDA"/>
    <w:p w14:paraId="118F99DF" w14:textId="77777777" w:rsidR="00DF3FDA" w:rsidRDefault="00C747C1" w:rsidP="00DF3FDA">
      <w:r>
        <w:t>Unter der Bedingung \</w:t>
      </w:r>
      <w:proofErr w:type="spellStart"/>
      <w:r>
        <w:t>vec</w:t>
      </w:r>
      <w:proofErr w:type="spellEnd"/>
      <w:r>
        <w:t>{v} \</w:t>
      </w:r>
      <w:proofErr w:type="spellStart"/>
      <w:r>
        <w:t>perp</w:t>
      </w:r>
      <w:proofErr w:type="spellEnd"/>
      <w:r>
        <w:t xml:space="preserve"> \</w:t>
      </w:r>
      <w:proofErr w:type="spellStart"/>
      <w:r>
        <w:t>vec</w:t>
      </w:r>
      <w:proofErr w:type="spellEnd"/>
      <w:r>
        <w:t>{B} gilt:</w:t>
      </w:r>
    </w:p>
    <w:p w14:paraId="6C698B0E" w14:textId="4D0EB9A2" w:rsidR="00C747C1" w:rsidRDefault="00C747C1" w:rsidP="00DF3FDA">
      <w:r>
        <w:t>F_L =q *v *B</w:t>
      </w:r>
    </w:p>
    <w:p w14:paraId="280899B7" w14:textId="77777777" w:rsidR="00C747C1" w:rsidRDefault="00C747C1" w:rsidP="00DF3FDA"/>
    <w:p w14:paraId="52D8C367" w14:textId="305A78B9" w:rsidR="00C747C1" w:rsidRDefault="00C747C1" w:rsidP="00DF3FDA">
      <w:r>
        <w:t>F_L: Lorentz-Kraft</w:t>
      </w:r>
      <w:r w:rsidR="00DF3FDA">
        <w:br/>
      </w:r>
      <w:r>
        <w:t>q: Ladung</w:t>
      </w:r>
      <w:r w:rsidR="00DF3FDA">
        <w:br/>
      </w:r>
      <w:r>
        <w:t>v: Geschwindigkeit</w:t>
      </w:r>
      <w:r w:rsidR="00DF3FDA">
        <w:br/>
      </w:r>
      <w:r>
        <w:t>B: magnetische Flussdichte</w:t>
      </w:r>
      <w:r w:rsidR="00DF3FDA">
        <w:br/>
      </w:r>
      <w:r>
        <w:t>~a: Winkel zwischen Geschwindigkeit und magnetischer Flussdichte</w:t>
      </w:r>
    </w:p>
    <w:p w14:paraId="60CD305D" w14:textId="77777777" w:rsidR="00C747C1" w:rsidRDefault="00C747C1" w:rsidP="00C747C1"/>
    <w:p w14:paraId="3AC559D8" w14:textId="77777777" w:rsidR="00C747C1" w:rsidRDefault="00C747C1" w:rsidP="00C747C1">
      <w:r>
        <w:t>((30))</w:t>
      </w:r>
    </w:p>
    <w:p w14:paraId="40148930" w14:textId="77777777" w:rsidR="00C747C1" w:rsidRDefault="00C747C1" w:rsidP="00C747C1">
      <w:pPr>
        <w:pStyle w:val="berschrift4"/>
      </w:pPr>
      <w:r>
        <w:t>Hall-Spannung</w:t>
      </w:r>
    </w:p>
    <w:p w14:paraId="6EDFC87B" w14:textId="3180A470" w:rsidR="00C747C1" w:rsidRPr="006F387B" w:rsidRDefault="00C63234" w:rsidP="00C747C1">
      <w:r>
        <w:t>&lt;Bild&gt;</w:t>
      </w:r>
      <w:r w:rsidR="007F2B47">
        <w:t>Ein elektrischer Strom fließt von links nach rechts durch ein quaderförmiges Plättchen mit Breite b und Dicke d. Das Plättchen wird von vorne nach hinten senkrecht zur Stromrichtung und parallel zur Oberseite von einem Magnetfeld mit magnetischer Flussdichte B durchdrungen. Zwischen der Oberseite und der Unterseite des Plättchens wird eine Spannung gemessen.</w:t>
      </w:r>
      <w:r>
        <w:br/>
        <w:t>&lt;/Bild&gt;</w:t>
      </w:r>
    </w:p>
    <w:p w14:paraId="4458C9E8" w14:textId="77777777" w:rsidR="00DF3FDA" w:rsidRDefault="00DF3FDA" w:rsidP="00C747C1"/>
    <w:p w14:paraId="1A1B12EB" w14:textId="19D6110C" w:rsidR="00C747C1" w:rsidRDefault="00C747C1" w:rsidP="00C747C1">
      <w:r>
        <w:t>U_H =R_H *\</w:t>
      </w:r>
      <w:proofErr w:type="spellStart"/>
      <w:r>
        <w:t>frac</w:t>
      </w:r>
      <w:proofErr w:type="spellEnd"/>
      <w:r>
        <w:t>{I *B}{d}</w:t>
      </w:r>
    </w:p>
    <w:p w14:paraId="1BB17B25" w14:textId="77777777" w:rsidR="00C747C1" w:rsidRDefault="00C747C1" w:rsidP="00C747C1">
      <w:r>
        <w:t>U_H =b *v *B</w:t>
      </w:r>
    </w:p>
    <w:p w14:paraId="02CDEFA5" w14:textId="77777777" w:rsidR="00C747C1" w:rsidRDefault="00C747C1" w:rsidP="00C747C1">
      <w:r>
        <w:t>R_H =\</w:t>
      </w:r>
      <w:proofErr w:type="spellStart"/>
      <w:r>
        <w:t>frac</w:t>
      </w:r>
      <w:proofErr w:type="spellEnd"/>
      <w:r>
        <w:t>{1}{n *q}</w:t>
      </w:r>
    </w:p>
    <w:p w14:paraId="316F3F12" w14:textId="77777777" w:rsidR="00C747C1" w:rsidRDefault="00C747C1" w:rsidP="00C747C1"/>
    <w:p w14:paraId="45E42FA1" w14:textId="778D24FF" w:rsidR="00C747C1" w:rsidRDefault="00C747C1" w:rsidP="00DF3FDA">
      <w:r>
        <w:lastRenderedPageBreak/>
        <w:t>U_H: Hall-Spannung</w:t>
      </w:r>
      <w:r w:rsidR="00DF3FDA">
        <w:br/>
      </w:r>
      <w:r>
        <w:t>R_H: Hall-Konstante</w:t>
      </w:r>
      <w:r w:rsidR="00DF3FDA">
        <w:br/>
      </w:r>
      <w:r>
        <w:t>I: elektrische Stromstärke durch das Plättchen</w:t>
      </w:r>
      <w:r w:rsidR="00DF3FDA">
        <w:br/>
      </w:r>
      <w:r>
        <w:t>B: magnetische Flussdichte</w:t>
      </w:r>
      <w:r w:rsidR="00DF3FDA">
        <w:br/>
      </w:r>
      <w:r>
        <w:t>d: Dicke des Plättchens</w:t>
      </w:r>
      <w:r w:rsidR="00DF3FDA">
        <w:br/>
      </w:r>
      <w:r>
        <w:t>b: Breite des Plättchens</w:t>
      </w:r>
      <w:r w:rsidR="00DF3FDA">
        <w:br/>
      </w:r>
      <w:r>
        <w:t>v: Geschwindigkeit der Ladungsträger durch das Plättchen</w:t>
      </w:r>
      <w:r w:rsidR="00DF3FDA">
        <w:br/>
      </w:r>
      <w:r>
        <w:t>n: Ladungsträgerdichte</w:t>
      </w:r>
      <w:r w:rsidR="00DF3FDA">
        <w:br/>
      </w:r>
      <w:r>
        <w:t>q: Ladung des Ladungsträgers</w:t>
      </w:r>
    </w:p>
    <w:p w14:paraId="5E04036F" w14:textId="77777777" w:rsidR="00C747C1" w:rsidRDefault="00C747C1" w:rsidP="00C747C1"/>
    <w:p w14:paraId="5B04B242" w14:textId="77777777" w:rsidR="00C747C1" w:rsidRDefault="00C747C1" w:rsidP="00C747C1">
      <w:pPr>
        <w:pStyle w:val="berschrift3"/>
      </w:pPr>
      <w:r>
        <w:t>Induktion</w:t>
      </w:r>
    </w:p>
    <w:p w14:paraId="5E376E42" w14:textId="77777777" w:rsidR="00C747C1" w:rsidRDefault="00C747C1" w:rsidP="00C747C1">
      <w:pPr>
        <w:pStyle w:val="berschrift4"/>
      </w:pPr>
      <w:r>
        <w:t>magnetischer Fluss</w:t>
      </w:r>
    </w:p>
    <w:p w14:paraId="0F8DC37B" w14:textId="7576E935" w:rsidR="00C747C1" w:rsidRDefault="005F00FC" w:rsidP="00C747C1">
      <w:r>
        <w:t>&lt;Bild&gt;Eine Fläche A steht im Winkel ~f zu einer wirksamen Fläche A_{\</w:t>
      </w:r>
      <w:proofErr w:type="spellStart"/>
      <w:r>
        <w:t>perp</w:t>
      </w:r>
      <w:proofErr w:type="spellEnd"/>
      <w:r>
        <w:t>}</w:t>
      </w:r>
      <w:r w:rsidR="00563808">
        <w:t>.</w:t>
      </w:r>
      <w:r w:rsidR="00563808">
        <w:br/>
        <w:t xml:space="preserve">Ein </w:t>
      </w:r>
      <w:r>
        <w:t xml:space="preserve">senkrecht zu </w:t>
      </w:r>
      <w:r w:rsidR="00563808">
        <w:t>A_{\</w:t>
      </w:r>
      <w:proofErr w:type="spellStart"/>
      <w:r w:rsidR="00563808">
        <w:t>perp</w:t>
      </w:r>
      <w:proofErr w:type="spellEnd"/>
      <w:r w:rsidR="00563808">
        <w:t xml:space="preserve">} </w:t>
      </w:r>
      <w:r>
        <w:t>stehende</w:t>
      </w:r>
      <w:r w:rsidR="00563808">
        <w:t>s</w:t>
      </w:r>
      <w:r>
        <w:t xml:space="preserve"> Magnetfeld mit Flussdichte B durchdr</w:t>
      </w:r>
      <w:r w:rsidR="00563808">
        <w:t>ingt beide Flächen.</w:t>
      </w:r>
      <w:r w:rsidR="00BA74B7">
        <w:br/>
        <w:t>&lt;/Bild&gt;</w:t>
      </w:r>
    </w:p>
    <w:p w14:paraId="01D54704" w14:textId="77777777" w:rsidR="00DF3FDA" w:rsidRDefault="00DF3FDA" w:rsidP="00C747C1"/>
    <w:p w14:paraId="4C90EF91" w14:textId="4102A864" w:rsidR="00C747C1" w:rsidRDefault="00C747C1" w:rsidP="00C747C1">
      <w:r>
        <w:t>~F =B *A_</w:t>
      </w:r>
      <w:r w:rsidR="005F00FC">
        <w:t>{</w:t>
      </w:r>
      <w:r>
        <w:t>\</w:t>
      </w:r>
      <w:proofErr w:type="spellStart"/>
      <w:r>
        <w:t>perp</w:t>
      </w:r>
      <w:proofErr w:type="spellEnd"/>
      <w:r>
        <w:t>} =B *A *</w:t>
      </w:r>
      <w:proofErr w:type="spellStart"/>
      <w:r>
        <w:t>cos~f</w:t>
      </w:r>
      <w:proofErr w:type="spellEnd"/>
    </w:p>
    <w:p w14:paraId="6F437C1E" w14:textId="77777777" w:rsidR="00C747C1" w:rsidRDefault="00C747C1" w:rsidP="00C747C1"/>
    <w:p w14:paraId="07A5E9AF" w14:textId="1D45104E" w:rsidR="00C747C1" w:rsidRDefault="00C747C1" w:rsidP="00DF3FDA">
      <w:r>
        <w:t>~F: magnetischer Fluss</w:t>
      </w:r>
      <w:r w:rsidR="00DF3FDA">
        <w:br/>
      </w:r>
      <w:r>
        <w:t>B: magnetische Flussdichte</w:t>
      </w:r>
      <w:r w:rsidR="00DF3FDA">
        <w:br/>
      </w:r>
      <w:r>
        <w:t>A_{\</w:t>
      </w:r>
      <w:proofErr w:type="spellStart"/>
      <w:r>
        <w:t>perp</w:t>
      </w:r>
      <w:proofErr w:type="spellEnd"/>
      <w:r>
        <w:t>}: wirksamer Flächeninhalt</w:t>
      </w:r>
      <w:r w:rsidR="00DF3FDA">
        <w:br/>
      </w:r>
      <w:r>
        <w:t>A: Flächeninhalt</w:t>
      </w:r>
      <w:r w:rsidR="00DF3FDA">
        <w:br/>
      </w:r>
      <w:r>
        <w:t>~f: Winkel zwischen Fläche und wirksamer Fläche</w:t>
      </w:r>
    </w:p>
    <w:p w14:paraId="0302A5FC" w14:textId="77777777" w:rsidR="00C747C1" w:rsidRDefault="00C747C1" w:rsidP="00C747C1"/>
    <w:p w14:paraId="17A66BFF" w14:textId="77777777" w:rsidR="00C747C1" w:rsidRDefault="00C747C1" w:rsidP="00C747C1">
      <w:pPr>
        <w:pStyle w:val="berschrift4"/>
      </w:pPr>
      <w:r>
        <w:t>Induktionsgesetz</w:t>
      </w:r>
    </w:p>
    <w:p w14:paraId="787313EF" w14:textId="44AA83DA" w:rsidR="002409C9" w:rsidRDefault="00852C3F" w:rsidP="00C747C1">
      <w:pPr>
        <w:pStyle w:val="Liste"/>
      </w:pPr>
      <w:r>
        <w:t xml:space="preserve">- </w:t>
      </w:r>
      <w:r w:rsidR="00C747C1">
        <w:t>Für eine Leiterschleife gilt:</w:t>
      </w:r>
    </w:p>
    <w:p w14:paraId="6689D8FF" w14:textId="3A375DC3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}(t) =-\</w:t>
      </w:r>
      <w:proofErr w:type="spellStart"/>
      <w:r>
        <w:t>frac</w:t>
      </w:r>
      <w:proofErr w:type="spellEnd"/>
      <w:r>
        <w:t>{</w:t>
      </w:r>
      <w:proofErr w:type="spellStart"/>
      <w:r>
        <w:t>d~F</w:t>
      </w:r>
      <w:proofErr w:type="spellEnd"/>
      <w:r>
        <w:t>}{</w:t>
      </w:r>
      <w:proofErr w:type="spellStart"/>
      <w:r>
        <w:t>dt</w:t>
      </w:r>
      <w:proofErr w:type="spellEnd"/>
      <w:r>
        <w:t>} =-</w:t>
      </w:r>
      <w:r w:rsidR="002409C9">
        <w:t>\</w:t>
      </w:r>
      <w:proofErr w:type="spellStart"/>
      <w:r w:rsidR="002409C9">
        <w:t>dot</w:t>
      </w:r>
      <w:proofErr w:type="spellEnd"/>
      <w:r w:rsidR="002409C9">
        <w:t>{</w:t>
      </w:r>
      <w:r>
        <w:t>~F</w:t>
      </w:r>
      <w:r w:rsidR="002409C9">
        <w:t>}</w:t>
      </w:r>
      <w:r>
        <w:t>(t)</w:t>
      </w:r>
    </w:p>
    <w:p w14:paraId="2CBB9C3C" w14:textId="77777777" w:rsidR="002409C9" w:rsidRDefault="002409C9" w:rsidP="00C747C1">
      <w:pPr>
        <w:pStyle w:val="Liste"/>
      </w:pPr>
    </w:p>
    <w:p w14:paraId="32A3767A" w14:textId="1AAC6A16" w:rsidR="002409C9" w:rsidRDefault="00852C3F" w:rsidP="00C747C1">
      <w:pPr>
        <w:pStyle w:val="Liste"/>
      </w:pPr>
      <w:r>
        <w:t xml:space="preserve">- </w:t>
      </w:r>
      <w:r w:rsidR="00C747C1">
        <w:t>Für eine Spule gilt:</w:t>
      </w:r>
    </w:p>
    <w:p w14:paraId="5156AACB" w14:textId="44050268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 =-N *\</w:t>
      </w:r>
      <w:proofErr w:type="spellStart"/>
      <w:r>
        <w:t>frac</w:t>
      </w:r>
      <w:proofErr w:type="spellEnd"/>
      <w:r>
        <w:t>{~D~F}{~</w:t>
      </w:r>
      <w:proofErr w:type="spellStart"/>
      <w:r>
        <w:t>Dt</w:t>
      </w:r>
      <w:proofErr w:type="spellEnd"/>
      <w:r>
        <w:t>}</w:t>
      </w:r>
    </w:p>
    <w:p w14:paraId="04E306C4" w14:textId="77777777" w:rsidR="00C747C1" w:rsidRDefault="00C747C1" w:rsidP="00C747C1"/>
    <w:p w14:paraId="14873897" w14:textId="0CC86E62" w:rsidR="00C747C1" w:rsidRDefault="00852C3F" w:rsidP="00852C3F">
      <w:pPr>
        <w:pStyle w:val="Liste"/>
      </w:pPr>
      <w:r>
        <w:t xml:space="preserve">- </w:t>
      </w:r>
      <w:r w:rsidR="00C747C1">
        <w:t>Induktion durch Änderung der magnetischen Flussdichte bei A_{\</w:t>
      </w:r>
      <w:proofErr w:type="spellStart"/>
      <w:r w:rsidR="00C747C1">
        <w:t>perp</w:t>
      </w:r>
      <w:proofErr w:type="spellEnd"/>
      <w:r w:rsidR="00C747C1">
        <w:t>} =konstant:</w:t>
      </w:r>
    </w:p>
    <w:p w14:paraId="2292B2DA" w14:textId="77777777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 =-N *A_{\</w:t>
      </w:r>
      <w:proofErr w:type="spellStart"/>
      <w:r>
        <w:t>perp</w:t>
      </w:r>
      <w:proofErr w:type="spellEnd"/>
      <w:r>
        <w:t>} *\</w:t>
      </w:r>
      <w:proofErr w:type="spellStart"/>
      <w:r>
        <w:t>frac</w:t>
      </w:r>
      <w:proofErr w:type="spellEnd"/>
      <w:r>
        <w:t>{~DB}{~</w:t>
      </w:r>
      <w:proofErr w:type="spellStart"/>
      <w:r>
        <w:t>Dt</w:t>
      </w:r>
      <w:proofErr w:type="spellEnd"/>
      <w:r>
        <w:t>}</w:t>
      </w:r>
    </w:p>
    <w:p w14:paraId="70E41F4C" w14:textId="003F673F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}(t}=-N *A_{\</w:t>
      </w:r>
      <w:proofErr w:type="spellStart"/>
      <w:r>
        <w:t>perp</w:t>
      </w:r>
      <w:proofErr w:type="spellEnd"/>
      <w:r>
        <w:t>} *\</w:t>
      </w:r>
      <w:proofErr w:type="spellStart"/>
      <w:r>
        <w:t>frac</w:t>
      </w:r>
      <w:proofErr w:type="spellEnd"/>
      <w:r>
        <w:t>{dB}{</w:t>
      </w:r>
      <w:proofErr w:type="spellStart"/>
      <w:r>
        <w:t>dt</w:t>
      </w:r>
      <w:proofErr w:type="spellEnd"/>
      <w:r>
        <w:t xml:space="preserve">} </w:t>
      </w:r>
      <w:r w:rsidR="002409C9">
        <w:br/>
      </w:r>
      <w:r>
        <w:t>=</w:t>
      </w:r>
      <w:r w:rsidR="000801DC">
        <w:t>-</w:t>
      </w:r>
      <w:r>
        <w:t>N *A_{\</w:t>
      </w:r>
      <w:proofErr w:type="spellStart"/>
      <w:r>
        <w:t>perp</w:t>
      </w:r>
      <w:proofErr w:type="spellEnd"/>
      <w:r>
        <w:t>} *\</w:t>
      </w:r>
      <w:proofErr w:type="spellStart"/>
      <w:r>
        <w:t>dot</w:t>
      </w:r>
      <w:proofErr w:type="spellEnd"/>
      <w:r>
        <w:t>{B}(t)</w:t>
      </w:r>
    </w:p>
    <w:p w14:paraId="7A919919" w14:textId="77777777" w:rsidR="00C747C1" w:rsidRDefault="00C747C1" w:rsidP="00C747C1"/>
    <w:p w14:paraId="3EAB42E7" w14:textId="0C071B1B" w:rsidR="00C747C1" w:rsidRDefault="00852C3F" w:rsidP="00C747C1">
      <w:r>
        <w:t xml:space="preserve">- </w:t>
      </w:r>
      <w:r w:rsidR="00C747C1">
        <w:t>Induktion durch Änderung des wirksamen Flächeninhalts bei B =konstant:</w:t>
      </w:r>
    </w:p>
    <w:p w14:paraId="4B326445" w14:textId="13AF8B3B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 =-N *B *\</w:t>
      </w:r>
      <w:proofErr w:type="spellStart"/>
      <w:r>
        <w:t>frac</w:t>
      </w:r>
      <w:proofErr w:type="spellEnd"/>
      <w:r>
        <w:t>{~D</w:t>
      </w:r>
      <w:r w:rsidR="000801DC">
        <w:t>(</w:t>
      </w:r>
      <w:r>
        <w:t>A_{\</w:t>
      </w:r>
      <w:proofErr w:type="spellStart"/>
      <w:r>
        <w:t>perp</w:t>
      </w:r>
      <w:proofErr w:type="spellEnd"/>
      <w:r>
        <w:t>}</w:t>
      </w:r>
      <w:r w:rsidR="000801DC">
        <w:t>)</w:t>
      </w:r>
      <w:r>
        <w:t>}{~</w:t>
      </w:r>
      <w:proofErr w:type="spellStart"/>
      <w:r>
        <w:t>Dt</w:t>
      </w:r>
      <w:proofErr w:type="spellEnd"/>
      <w:r>
        <w:t>}</w:t>
      </w:r>
    </w:p>
    <w:p w14:paraId="673D886D" w14:textId="68638C35" w:rsidR="00C747C1" w:rsidRDefault="00C747C1" w:rsidP="00852C3F">
      <w:pPr>
        <w:pStyle w:val="Liste2"/>
      </w:pPr>
      <w:r>
        <w:t>U_{</w:t>
      </w:r>
      <w:proofErr w:type="spellStart"/>
      <w:r>
        <w:t>ind</w:t>
      </w:r>
      <w:proofErr w:type="spellEnd"/>
      <w:r>
        <w:t>}(t) =-N *B *\</w:t>
      </w:r>
      <w:proofErr w:type="spellStart"/>
      <w:r>
        <w:t>frac</w:t>
      </w:r>
      <w:proofErr w:type="spellEnd"/>
      <w:r>
        <w:t>{d</w:t>
      </w:r>
      <w:r w:rsidR="000801DC">
        <w:t>(</w:t>
      </w:r>
      <w:r>
        <w:t>A_{\</w:t>
      </w:r>
      <w:proofErr w:type="spellStart"/>
      <w:r>
        <w:t>perp</w:t>
      </w:r>
      <w:proofErr w:type="spellEnd"/>
      <w:r>
        <w:t>}</w:t>
      </w:r>
      <w:r w:rsidR="000801DC">
        <w:t>)</w:t>
      </w:r>
      <w:r>
        <w:t>}{</w:t>
      </w:r>
      <w:proofErr w:type="spellStart"/>
      <w:r>
        <w:t>dt</w:t>
      </w:r>
      <w:proofErr w:type="spellEnd"/>
      <w:r>
        <w:t xml:space="preserve">} </w:t>
      </w:r>
      <w:r w:rsidR="002409C9">
        <w:br/>
      </w:r>
      <w:r>
        <w:t>=-N *B *\</w:t>
      </w:r>
      <w:proofErr w:type="spellStart"/>
      <w:r>
        <w:t>dot</w:t>
      </w:r>
      <w:proofErr w:type="spellEnd"/>
      <w:r w:rsidR="002409C9">
        <w:t>{</w:t>
      </w:r>
      <w:r>
        <w:t>A_{\</w:t>
      </w:r>
      <w:proofErr w:type="spellStart"/>
      <w:r>
        <w:t>perp</w:t>
      </w:r>
      <w:proofErr w:type="spellEnd"/>
      <w:r>
        <w:t>}}(t)</w:t>
      </w:r>
    </w:p>
    <w:p w14:paraId="3EA7A3E0" w14:textId="77777777" w:rsidR="00C747C1" w:rsidRDefault="00C747C1" w:rsidP="00C747C1"/>
    <w:p w14:paraId="7070CDA9" w14:textId="4D374FD7" w:rsidR="00C747C1" w:rsidRDefault="00852C3F" w:rsidP="00852C3F">
      <w:pPr>
        <w:pStyle w:val="Liste"/>
      </w:pPr>
      <w:r>
        <w:t xml:space="preserve">- </w:t>
      </w:r>
      <w:r w:rsidR="00C747C1">
        <w:t>Induktionsspannung am bewegten Leiter im homogenen Magnetfeld:</w:t>
      </w:r>
    </w:p>
    <w:p w14:paraId="328EB273" w14:textId="77777777" w:rsidR="00C747C1" w:rsidRDefault="00C747C1" w:rsidP="00852C3F">
      <w:pPr>
        <w:pStyle w:val="Liste2"/>
      </w:pPr>
      <w:r>
        <w:t>Unter der Bedingung \</w:t>
      </w:r>
      <w:proofErr w:type="spellStart"/>
      <w:r>
        <w:t>vec</w:t>
      </w:r>
      <w:proofErr w:type="spellEnd"/>
      <w:r>
        <w:t>{v} \</w:t>
      </w:r>
      <w:proofErr w:type="spellStart"/>
      <w:r>
        <w:t>perp</w:t>
      </w:r>
      <w:proofErr w:type="spellEnd"/>
      <w:r>
        <w:t xml:space="preserve"> \</w:t>
      </w:r>
      <w:proofErr w:type="spellStart"/>
      <w:r>
        <w:t>vec</w:t>
      </w:r>
      <w:proofErr w:type="spellEnd"/>
      <w:r>
        <w:t>{B} gilt:</w:t>
      </w:r>
      <w:r>
        <w:br/>
        <w:t>U_{</w:t>
      </w:r>
      <w:proofErr w:type="spellStart"/>
      <w:r>
        <w:t>ind</w:t>
      </w:r>
      <w:proofErr w:type="spellEnd"/>
      <w:r>
        <w:t>} =-B *l *v</w:t>
      </w:r>
    </w:p>
    <w:p w14:paraId="2760A88A" w14:textId="77777777" w:rsidR="00C747C1" w:rsidRDefault="00C747C1" w:rsidP="00852C3F">
      <w:pPr>
        <w:pStyle w:val="Listenfortsetzung"/>
      </w:pPr>
    </w:p>
    <w:p w14:paraId="43BA1D10" w14:textId="497DF1A4" w:rsidR="00C747C1" w:rsidRDefault="00C747C1" w:rsidP="000801DC">
      <w:proofErr w:type="spellStart"/>
      <w:r>
        <w:t>U_ind</w:t>
      </w:r>
      <w:proofErr w:type="spellEnd"/>
      <w:r>
        <w:t>: induzierte Spannung</w:t>
      </w:r>
      <w:r w:rsidR="00852C3F">
        <w:br/>
      </w:r>
      <w:r>
        <w:t>~F: magnetischer Fluss</w:t>
      </w:r>
      <w:r w:rsidR="00852C3F">
        <w:br/>
      </w:r>
      <w:r>
        <w:t>t: Zeit</w:t>
      </w:r>
      <w:r w:rsidR="00852C3F">
        <w:br/>
      </w:r>
      <w:r>
        <w:t>N: Windungszahl der Spule</w:t>
      </w:r>
      <w:r w:rsidR="00852C3F">
        <w:br/>
      </w:r>
      <w:r>
        <w:t>A_{\</w:t>
      </w:r>
      <w:proofErr w:type="spellStart"/>
      <w:r>
        <w:t>perp</w:t>
      </w:r>
      <w:proofErr w:type="spellEnd"/>
      <w:r>
        <w:t>}: wirksamer Flächeninhalt</w:t>
      </w:r>
      <w:r w:rsidR="00852C3F">
        <w:br/>
      </w:r>
      <w:r>
        <w:t>B: magnetische Flussdichte</w:t>
      </w:r>
      <w:r w:rsidR="00852C3F">
        <w:br/>
      </w:r>
      <w:r>
        <w:t>l: wirksame Länge des Leiters</w:t>
      </w:r>
      <w:r w:rsidR="00852C3F">
        <w:br/>
      </w:r>
      <w:r>
        <w:t>v: Geschwindigkeit des Leiters</w:t>
      </w:r>
    </w:p>
    <w:p w14:paraId="0197EAB0" w14:textId="77777777" w:rsidR="00852C3F" w:rsidRDefault="00852C3F" w:rsidP="00852C3F"/>
    <w:p w14:paraId="423ADD51" w14:textId="6749498F" w:rsidR="00852C3F" w:rsidRDefault="00852C3F" w:rsidP="00852C3F">
      <w:r>
        <w:t>((31))</w:t>
      </w:r>
    </w:p>
    <w:p w14:paraId="6948EF36" w14:textId="77777777" w:rsidR="00C747C1" w:rsidRDefault="00C747C1" w:rsidP="00C747C1">
      <w:pPr>
        <w:pStyle w:val="berschrift3"/>
      </w:pPr>
      <w:r>
        <w:t>Transformator</w:t>
      </w:r>
    </w:p>
    <w:p w14:paraId="2E0DD192" w14:textId="77777777" w:rsidR="00C747C1" w:rsidRDefault="00C747C1" w:rsidP="00C747C1">
      <w:pPr>
        <w:pStyle w:val="berschrift4"/>
      </w:pPr>
      <w:r>
        <w:t>Verhältnis der Spannungen eines unbelasteten idealen Transformators</w:t>
      </w:r>
    </w:p>
    <w:p w14:paraId="632D978B" w14:textId="77777777" w:rsidR="00C747C1" w:rsidRDefault="00C747C1" w:rsidP="00C747C1">
      <w:r>
        <w:t>\</w:t>
      </w:r>
      <w:proofErr w:type="spellStart"/>
      <w:r>
        <w:t>frac</w:t>
      </w:r>
      <w:proofErr w:type="spellEnd"/>
      <w:r>
        <w:t>{U_1}{U_2} =\</w:t>
      </w:r>
      <w:proofErr w:type="spellStart"/>
      <w:r>
        <w:t>frac</w:t>
      </w:r>
      <w:proofErr w:type="spellEnd"/>
      <w:r>
        <w:t>{N_1}{N_2}</w:t>
      </w:r>
    </w:p>
    <w:p w14:paraId="671B909A" w14:textId="77777777" w:rsidR="00C747C1" w:rsidRDefault="00C747C1" w:rsidP="00C747C1"/>
    <w:p w14:paraId="4AC2A2B3" w14:textId="6D164CAB" w:rsidR="00C747C1" w:rsidRDefault="00C747C1" w:rsidP="00496534">
      <w:r>
        <w:t>U_1: elektrische Spannung an der felderzeugenden Spule (Primärspule)</w:t>
      </w:r>
      <w:r w:rsidR="00496534">
        <w:br/>
      </w:r>
      <w:r>
        <w:t>U_2: elektrische Spannung an der Induktionsspule (Sekundärspule)</w:t>
      </w:r>
      <w:r w:rsidR="00496534">
        <w:br/>
      </w:r>
      <w:r>
        <w:lastRenderedPageBreak/>
        <w:t>N_1: Windungszahl der felderzeugenden Spule (Primärspule)</w:t>
      </w:r>
      <w:r w:rsidR="00496534">
        <w:br/>
      </w:r>
      <w:r>
        <w:t>N_2: Windungszahl der Induktionsspule (Sekundärspule)</w:t>
      </w:r>
    </w:p>
    <w:p w14:paraId="27E89B8C" w14:textId="77777777" w:rsidR="00C747C1" w:rsidRDefault="00C747C1" w:rsidP="00C747C1"/>
    <w:p w14:paraId="21A420A1" w14:textId="77777777" w:rsidR="00C747C1" w:rsidRDefault="00C747C1" w:rsidP="00C747C1">
      <w:pPr>
        <w:pStyle w:val="berschrift4"/>
      </w:pPr>
      <w:r>
        <w:t>Verhältnis der Ströme eines stark belasteten idealen Transformators (Kurzschlussfall)</w:t>
      </w:r>
    </w:p>
    <w:p w14:paraId="30848101" w14:textId="77777777" w:rsidR="00C747C1" w:rsidRDefault="00C747C1" w:rsidP="00C747C1">
      <w:r>
        <w:t>\</w:t>
      </w:r>
      <w:proofErr w:type="spellStart"/>
      <w:r>
        <w:t>frac</w:t>
      </w:r>
      <w:proofErr w:type="spellEnd"/>
      <w:r>
        <w:t>{I_1}{I_2} =\</w:t>
      </w:r>
      <w:proofErr w:type="spellStart"/>
      <w:r>
        <w:t>frac</w:t>
      </w:r>
      <w:proofErr w:type="spellEnd"/>
      <w:r>
        <w:t>{N_2}{N_1}</w:t>
      </w:r>
    </w:p>
    <w:p w14:paraId="6655C5E6" w14:textId="77777777" w:rsidR="00C747C1" w:rsidRDefault="00C747C1" w:rsidP="00C747C1"/>
    <w:p w14:paraId="4B882E65" w14:textId="1616B4C6" w:rsidR="00C747C1" w:rsidRDefault="00C747C1" w:rsidP="00496534">
      <w:r>
        <w:t>I_1: elektrische Stromstärke durch die felderzeugende Spule (Primärspule)</w:t>
      </w:r>
      <w:r w:rsidR="00496534">
        <w:br/>
      </w:r>
      <w:r>
        <w:t>I_2: elektrische Stromstärke durch die Induktionsspule (Sekundärspule)</w:t>
      </w:r>
      <w:r w:rsidR="00496534">
        <w:br/>
      </w:r>
      <w:r>
        <w:t>N_1: Windungszahl der felderzeugenden Spule (Primärspule)</w:t>
      </w:r>
      <w:r w:rsidR="00496534">
        <w:br/>
      </w:r>
      <w:r>
        <w:t>N_2: Windungszahl der Induktionsspule (Sekundärspule)</w:t>
      </w:r>
    </w:p>
    <w:p w14:paraId="4268A63E" w14:textId="77777777" w:rsidR="00C747C1" w:rsidRDefault="00C747C1" w:rsidP="00C747C1"/>
    <w:p w14:paraId="43BE724A" w14:textId="77777777" w:rsidR="00C747C1" w:rsidRDefault="00C747C1" w:rsidP="00C747C1">
      <w:pPr>
        <w:pStyle w:val="berschrift3"/>
      </w:pPr>
      <w:r>
        <w:t>Spule</w:t>
      </w:r>
    </w:p>
    <w:p w14:paraId="7C334B95" w14:textId="77777777" w:rsidR="00C747C1" w:rsidRDefault="00C747C1" w:rsidP="00C747C1">
      <w:pPr>
        <w:pStyle w:val="berschrift4"/>
      </w:pPr>
      <w:r>
        <w:t>Induktivität einer langgestreckten Spule</w:t>
      </w:r>
    </w:p>
    <w:p w14:paraId="56E79700" w14:textId="77777777" w:rsidR="00C747C1" w:rsidRDefault="00C747C1" w:rsidP="00C747C1">
      <w:r>
        <w:t>L =\</w:t>
      </w:r>
      <w:proofErr w:type="spellStart"/>
      <w:r>
        <w:t>frac</w:t>
      </w:r>
      <w:proofErr w:type="spellEnd"/>
      <w:r>
        <w:t>{~m_0 *~</w:t>
      </w:r>
      <w:proofErr w:type="spellStart"/>
      <w:r>
        <w:t>m_r</w:t>
      </w:r>
      <w:proofErr w:type="spellEnd"/>
      <w:r>
        <w:t xml:space="preserve"> *N^2 *A}{l}</w:t>
      </w:r>
    </w:p>
    <w:p w14:paraId="0D98CF38" w14:textId="77777777" w:rsidR="00C747C1" w:rsidRDefault="00C747C1" w:rsidP="00C747C1"/>
    <w:p w14:paraId="189FD3CD" w14:textId="5DFD8039" w:rsidR="00C747C1" w:rsidRDefault="00C747C1" w:rsidP="00C747C1">
      <w:r>
        <w:t>L: Induktivität</w:t>
      </w:r>
      <w:r w:rsidR="00496534">
        <w:br/>
      </w:r>
      <w:r>
        <w:t>~m_0: magnetische Feldkonstante</w:t>
      </w:r>
      <w:r w:rsidR="00496534">
        <w:br/>
      </w:r>
      <w:r>
        <w:t>~</w:t>
      </w:r>
      <w:proofErr w:type="spellStart"/>
      <w:r>
        <w:t>m_r</w:t>
      </w:r>
      <w:proofErr w:type="spellEnd"/>
      <w:r>
        <w:t>: Permeabilitätszahl des Mediums</w:t>
      </w:r>
      <w:r w:rsidR="00496534">
        <w:br/>
      </w:r>
      <w:r>
        <w:t>N: Windungszahl der Spule</w:t>
      </w:r>
      <w:r w:rsidR="00496534">
        <w:br/>
      </w:r>
      <w:r>
        <w:t>A: Querschnittsfläche der Spule</w:t>
      </w:r>
      <w:r w:rsidR="00496534">
        <w:br/>
      </w:r>
      <w:r>
        <w:t>l: Länge der Spule</w:t>
      </w:r>
    </w:p>
    <w:p w14:paraId="468D0F21" w14:textId="77777777" w:rsidR="00C747C1" w:rsidRDefault="00C747C1" w:rsidP="00C747C1"/>
    <w:p w14:paraId="2C8A2C8C" w14:textId="77777777" w:rsidR="00C747C1" w:rsidRDefault="00C747C1" w:rsidP="00C747C1">
      <w:pPr>
        <w:pStyle w:val="berschrift4"/>
      </w:pPr>
      <w:r>
        <w:t>Selbstinduktionsspannung einer Spule</w:t>
      </w:r>
    </w:p>
    <w:p w14:paraId="4BDBBC3E" w14:textId="77777777" w:rsidR="00C747C1" w:rsidRDefault="00C747C1" w:rsidP="00C747C1">
      <w:r>
        <w:t>U_{</w:t>
      </w:r>
      <w:proofErr w:type="spellStart"/>
      <w:r>
        <w:t>ind</w:t>
      </w:r>
      <w:proofErr w:type="spellEnd"/>
      <w:r>
        <w:t>} =-L *\</w:t>
      </w:r>
      <w:proofErr w:type="spellStart"/>
      <w:r>
        <w:t>frac</w:t>
      </w:r>
      <w:proofErr w:type="spellEnd"/>
      <w:r>
        <w:t>{~DI}{~</w:t>
      </w:r>
      <w:proofErr w:type="spellStart"/>
      <w:r>
        <w:t>Dt</w:t>
      </w:r>
      <w:proofErr w:type="spellEnd"/>
      <w:r>
        <w:t>}</w:t>
      </w:r>
    </w:p>
    <w:p w14:paraId="11A1E809" w14:textId="77777777" w:rsidR="00496534" w:rsidRDefault="00496534" w:rsidP="00C747C1"/>
    <w:p w14:paraId="7CFE6D97" w14:textId="77777777" w:rsidR="00496534" w:rsidRDefault="00C747C1" w:rsidP="00C747C1">
      <w:r>
        <w:t>allgemein:</w:t>
      </w:r>
    </w:p>
    <w:p w14:paraId="47D17801" w14:textId="47BF321E" w:rsidR="00C747C1" w:rsidRDefault="00C747C1" w:rsidP="00496534">
      <w:pPr>
        <w:pStyle w:val="Liste"/>
      </w:pPr>
      <w:r>
        <w:t>U_{</w:t>
      </w:r>
      <w:proofErr w:type="spellStart"/>
      <w:r>
        <w:t>ind</w:t>
      </w:r>
      <w:proofErr w:type="spellEnd"/>
      <w:r>
        <w:t>}(t) =-L *\</w:t>
      </w:r>
      <w:proofErr w:type="spellStart"/>
      <w:r>
        <w:t>frac</w:t>
      </w:r>
      <w:proofErr w:type="spellEnd"/>
      <w:r>
        <w:t>{</w:t>
      </w:r>
      <w:proofErr w:type="spellStart"/>
      <w:r>
        <w:t>dI</w:t>
      </w:r>
      <w:proofErr w:type="spellEnd"/>
      <w:r>
        <w:t>}{</w:t>
      </w:r>
      <w:proofErr w:type="spellStart"/>
      <w:r>
        <w:t>dt</w:t>
      </w:r>
      <w:proofErr w:type="spellEnd"/>
      <w:r>
        <w:t xml:space="preserve">} </w:t>
      </w:r>
      <w:r w:rsidR="00496534">
        <w:br/>
      </w:r>
      <w:r>
        <w:t>=-L *\</w:t>
      </w:r>
      <w:proofErr w:type="spellStart"/>
      <w:r>
        <w:t>dot</w:t>
      </w:r>
      <w:proofErr w:type="spellEnd"/>
      <w:r>
        <w:t>{I}(t)</w:t>
      </w:r>
    </w:p>
    <w:p w14:paraId="49F5A444" w14:textId="77777777" w:rsidR="00C747C1" w:rsidRDefault="00C747C1" w:rsidP="00C747C1"/>
    <w:p w14:paraId="7DBFAF4C" w14:textId="65F26B2B" w:rsidR="00C747C1" w:rsidRDefault="00C747C1" w:rsidP="00496534">
      <w:r>
        <w:lastRenderedPageBreak/>
        <w:t>U_{</w:t>
      </w:r>
      <w:proofErr w:type="spellStart"/>
      <w:r>
        <w:t>ind</w:t>
      </w:r>
      <w:proofErr w:type="spellEnd"/>
      <w:r>
        <w:t>}: induzierte Spannung</w:t>
      </w:r>
      <w:r w:rsidR="00496534">
        <w:br/>
      </w:r>
      <w:r>
        <w:t>L: Induktivität</w:t>
      </w:r>
      <w:r w:rsidR="00496534">
        <w:br/>
      </w:r>
      <w:r>
        <w:t>I: elektrische Stromstärke</w:t>
      </w:r>
      <w:r w:rsidR="00496534">
        <w:br/>
      </w:r>
      <w:r>
        <w:t>t: Zeit</w:t>
      </w:r>
    </w:p>
    <w:p w14:paraId="3DB4F4DD" w14:textId="77777777" w:rsidR="00C747C1" w:rsidRDefault="00C747C1" w:rsidP="00C747C1"/>
    <w:p w14:paraId="62229EAC" w14:textId="77777777" w:rsidR="00C747C1" w:rsidRDefault="00C747C1" w:rsidP="00C747C1">
      <w:pPr>
        <w:pStyle w:val="berschrift4"/>
      </w:pPr>
      <w:r>
        <w:t>Energie der stromdurchflossenen Spule (magnetische Feldenergie)</w:t>
      </w:r>
    </w:p>
    <w:p w14:paraId="652E04E6" w14:textId="77777777" w:rsidR="00C747C1" w:rsidRDefault="00C747C1" w:rsidP="00C747C1">
      <w:r>
        <w:t>E =1/2 *L *I^2</w:t>
      </w:r>
    </w:p>
    <w:p w14:paraId="317ED248" w14:textId="77777777" w:rsidR="00C747C1" w:rsidRDefault="00C747C1" w:rsidP="00C747C1"/>
    <w:p w14:paraId="7D62E172" w14:textId="2BBC38B7" w:rsidR="00C747C1" w:rsidRDefault="00C747C1" w:rsidP="00496534">
      <w:r>
        <w:t>E: Energie</w:t>
      </w:r>
      <w:r w:rsidR="00496534">
        <w:br/>
      </w:r>
      <w:r>
        <w:t>L: Induktivität</w:t>
      </w:r>
      <w:r w:rsidR="00496534">
        <w:br/>
      </w:r>
      <w:r>
        <w:t>I: elektrische Stromstärke</w:t>
      </w:r>
    </w:p>
    <w:p w14:paraId="556FCC9F" w14:textId="77777777" w:rsidR="00C747C1" w:rsidRDefault="00C747C1" w:rsidP="00C747C1"/>
    <w:p w14:paraId="3D09D37E" w14:textId="77777777" w:rsidR="00C747C1" w:rsidRDefault="00C747C1" w:rsidP="00C747C1">
      <w:r>
        <w:t>((32))</w:t>
      </w:r>
    </w:p>
    <w:p w14:paraId="3D03598C" w14:textId="77777777" w:rsidR="00C747C1" w:rsidRDefault="00C747C1" w:rsidP="00C747C1">
      <w:pPr>
        <w:pStyle w:val="berschrift4"/>
      </w:pPr>
      <w:r>
        <w:t>Schaltvorgänge an einer Spule</w:t>
      </w:r>
    </w:p>
    <w:p w14:paraId="39E49EAF" w14:textId="77777777" w:rsidR="00496534" w:rsidRDefault="00C747C1" w:rsidP="00496534">
      <w:r>
        <w:t>Einschaltvorgang:</w:t>
      </w:r>
    </w:p>
    <w:p w14:paraId="448F225B" w14:textId="6C3834F6" w:rsidR="00C747C1" w:rsidRDefault="00C747C1" w:rsidP="00496534">
      <w:r>
        <w:t>I(t) =I_</w:t>
      </w:r>
      <w:r w:rsidR="00496534">
        <w:t>0</w:t>
      </w:r>
      <w:r>
        <w:t xml:space="preserve"> *(1 -e^{-R/L *t})</w:t>
      </w:r>
    </w:p>
    <w:p w14:paraId="7602710D" w14:textId="77777777" w:rsidR="00496534" w:rsidRDefault="00496534" w:rsidP="00C747C1">
      <w:pPr>
        <w:pStyle w:val="Liste"/>
      </w:pPr>
    </w:p>
    <w:p w14:paraId="25453334" w14:textId="77777777" w:rsidR="00496534" w:rsidRDefault="00C747C1" w:rsidP="00C747C1">
      <w:pPr>
        <w:pStyle w:val="Liste"/>
      </w:pPr>
      <w:r>
        <w:t>Ausschaltvorgang:</w:t>
      </w:r>
    </w:p>
    <w:p w14:paraId="4225D660" w14:textId="6ACA2775" w:rsidR="00C747C1" w:rsidRDefault="00C747C1" w:rsidP="00C747C1">
      <w:pPr>
        <w:pStyle w:val="Liste"/>
      </w:pPr>
      <w:r>
        <w:t>I(t) =I_0 *e^(-R/L *t})</w:t>
      </w:r>
    </w:p>
    <w:p w14:paraId="409DE822" w14:textId="77777777" w:rsidR="00C747C1" w:rsidRDefault="00C747C1" w:rsidP="00C747C1"/>
    <w:p w14:paraId="700CAF20" w14:textId="44010CAA" w:rsidR="00C747C1" w:rsidRDefault="00C747C1" w:rsidP="00496534">
      <w:r>
        <w:t>I: elektrische Stromstärke</w:t>
      </w:r>
      <w:r w:rsidR="00496534">
        <w:br/>
      </w:r>
      <w:r>
        <w:t>I_0: elektrische Stromstärke durch die Spule am Ende bzw. zu Beginn des Schaltvorgangs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  <w:r w:rsidR="00496534">
        <w:br/>
      </w:r>
      <w:r>
        <w:t>t: Zeit</w:t>
      </w:r>
    </w:p>
    <w:p w14:paraId="31A749EC" w14:textId="77777777" w:rsidR="00C747C1" w:rsidRDefault="00C747C1" w:rsidP="00C747C1"/>
    <w:p w14:paraId="79CBC0C4" w14:textId="77777777" w:rsidR="00C747C1" w:rsidRDefault="00C747C1" w:rsidP="00C747C1">
      <w:pPr>
        <w:pStyle w:val="berschrift4"/>
      </w:pPr>
      <w:r>
        <w:t>Differenzialgleichung zur Beschreibung des Ausschaltvorgangs</w:t>
      </w:r>
    </w:p>
    <w:p w14:paraId="18AF1DD6" w14:textId="77777777" w:rsidR="00C747C1" w:rsidRDefault="00C747C1" w:rsidP="00C747C1">
      <w:r>
        <w:t>\</w:t>
      </w:r>
      <w:proofErr w:type="spellStart"/>
      <w:r>
        <w:t>dot</w:t>
      </w:r>
      <w:proofErr w:type="spellEnd"/>
      <w:r>
        <w:t>{I}(t) +R/L *I(t) =0</w:t>
      </w:r>
    </w:p>
    <w:p w14:paraId="11184D52" w14:textId="77777777" w:rsidR="00C747C1" w:rsidRPr="004E348E" w:rsidRDefault="00C747C1" w:rsidP="00C747C1">
      <w:pPr>
        <w:rPr>
          <w:lang w:val="en-GB"/>
        </w:rPr>
      </w:pPr>
      <w:r w:rsidRPr="004E348E">
        <w:rPr>
          <w:lang w:val="en-GB"/>
        </w:rPr>
        <w:t>\frac{</w:t>
      </w:r>
      <w:proofErr w:type="spellStart"/>
      <w:r w:rsidRPr="004E348E">
        <w:rPr>
          <w:lang w:val="en-GB"/>
        </w:rPr>
        <w:t>dI</w:t>
      </w:r>
      <w:proofErr w:type="spellEnd"/>
      <w:r w:rsidRPr="004E348E">
        <w:rPr>
          <w:lang w:val="en-GB"/>
        </w:rPr>
        <w:t>}{dt} +R/L *I =0</w:t>
      </w:r>
    </w:p>
    <w:p w14:paraId="6C5B0D91" w14:textId="77777777" w:rsidR="00C747C1" w:rsidRPr="004E348E" w:rsidRDefault="00C747C1" w:rsidP="00C747C1">
      <w:pPr>
        <w:rPr>
          <w:lang w:val="en-GB"/>
        </w:rPr>
      </w:pPr>
    </w:p>
    <w:p w14:paraId="75DBA5BB" w14:textId="1C53FB3F" w:rsidR="00C747C1" w:rsidRDefault="00C747C1" w:rsidP="00496534">
      <w:r>
        <w:lastRenderedPageBreak/>
        <w:t>I: Stromstärke</w:t>
      </w:r>
      <w:r w:rsidR="00496534">
        <w:br/>
      </w:r>
      <w:r>
        <w:t>t: Zeit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</w:p>
    <w:p w14:paraId="0671E3F5" w14:textId="77777777" w:rsidR="00C747C1" w:rsidRDefault="00C747C1" w:rsidP="00C747C1"/>
    <w:p w14:paraId="5A42EC91" w14:textId="77777777" w:rsidR="00C747C1" w:rsidRDefault="00C747C1" w:rsidP="00C747C1">
      <w:pPr>
        <w:pStyle w:val="berschrift4"/>
      </w:pPr>
      <w:r>
        <w:t>Differenzialgleichung zur Beschreibung des Einschaltvorgangs</w:t>
      </w:r>
    </w:p>
    <w:p w14:paraId="547A6A37" w14:textId="2FB5B758" w:rsidR="00C747C1" w:rsidRDefault="00C747C1" w:rsidP="00C747C1">
      <w:r>
        <w:t>\</w:t>
      </w:r>
      <w:proofErr w:type="spellStart"/>
      <w:r>
        <w:t>dot</w:t>
      </w:r>
      <w:proofErr w:type="spellEnd"/>
      <w:r>
        <w:t>{I}</w:t>
      </w:r>
      <w:r w:rsidR="00B303E4">
        <w:t>(t)</w:t>
      </w:r>
      <w:r>
        <w:t xml:space="preserve"> +R/L *I(t) =\</w:t>
      </w:r>
      <w:proofErr w:type="spellStart"/>
      <w:r>
        <w:t>frac</w:t>
      </w:r>
      <w:proofErr w:type="spellEnd"/>
      <w:r>
        <w:t>{U_0}{L}</w:t>
      </w:r>
    </w:p>
    <w:p w14:paraId="77499D43" w14:textId="4192B7CD" w:rsidR="00C747C1" w:rsidRDefault="00C747C1" w:rsidP="00C747C1">
      <w:r>
        <w:t>\</w:t>
      </w:r>
      <w:proofErr w:type="spellStart"/>
      <w:r>
        <w:t>frac</w:t>
      </w:r>
      <w:proofErr w:type="spellEnd"/>
      <w:r>
        <w:t>{</w:t>
      </w:r>
      <w:proofErr w:type="spellStart"/>
      <w:r>
        <w:t>d</w:t>
      </w:r>
      <w:r w:rsidR="00496534">
        <w:t>I</w:t>
      </w:r>
      <w:proofErr w:type="spellEnd"/>
      <w:r>
        <w:t>}{</w:t>
      </w:r>
      <w:proofErr w:type="spellStart"/>
      <w:r>
        <w:t>dt</w:t>
      </w:r>
      <w:proofErr w:type="spellEnd"/>
      <w:r>
        <w:t>} +R/L *I =\</w:t>
      </w:r>
      <w:proofErr w:type="spellStart"/>
      <w:r>
        <w:t>frac</w:t>
      </w:r>
      <w:proofErr w:type="spellEnd"/>
      <w:r>
        <w:t>{U_0}{L}</w:t>
      </w:r>
    </w:p>
    <w:p w14:paraId="5E231903" w14:textId="77777777" w:rsidR="00C747C1" w:rsidRDefault="00C747C1" w:rsidP="00C747C1"/>
    <w:p w14:paraId="7ED234DB" w14:textId="2BF26438" w:rsidR="00C747C1" w:rsidRDefault="00C747C1" w:rsidP="00496534">
      <w:r>
        <w:t>I: Stromstärke</w:t>
      </w:r>
      <w:r w:rsidR="00496534">
        <w:br/>
      </w:r>
      <w:r>
        <w:t>t: Zeit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  <w:r w:rsidR="00496534">
        <w:br/>
      </w:r>
      <w:r>
        <w:t>U_0: Quellenspannung beim Einschalten</w:t>
      </w:r>
    </w:p>
    <w:p w14:paraId="6142AC18" w14:textId="77777777" w:rsidR="00C747C1" w:rsidRDefault="00C747C1" w:rsidP="00C747C1"/>
    <w:p w14:paraId="55D0FC58" w14:textId="77777777" w:rsidR="00C747C1" w:rsidRDefault="00C747C1" w:rsidP="00C747C1">
      <w:pPr>
        <w:pStyle w:val="berschrift3"/>
      </w:pPr>
      <w:r>
        <w:t>Elektromagnetische Schwingungen</w:t>
      </w:r>
    </w:p>
    <w:p w14:paraId="4D6D9DD3" w14:textId="4EC1DA30" w:rsidR="00C747C1" w:rsidRDefault="00C747C1" w:rsidP="00C747C1">
      <w:pPr>
        <w:pStyle w:val="berschrift4"/>
      </w:pPr>
      <w:r>
        <w:t>Periodendauer einer ungedämpften elektromagnetischen Schwingung im Schwingkreis</w:t>
      </w:r>
      <w:r w:rsidR="00B303E4">
        <w:br/>
      </w:r>
      <w:r>
        <w:t>(</w:t>
      </w:r>
      <w:proofErr w:type="spellStart"/>
      <w:r>
        <w:t>Thomson'sche</w:t>
      </w:r>
      <w:proofErr w:type="spellEnd"/>
      <w:r>
        <w:t xml:space="preserve"> Schwingungsgleichung)</w:t>
      </w:r>
    </w:p>
    <w:p w14:paraId="014C8A0A" w14:textId="77777777" w:rsidR="00C747C1" w:rsidRDefault="00C747C1" w:rsidP="00C747C1">
      <w:r>
        <w:t>T =2~p *\s{L *C}</w:t>
      </w:r>
    </w:p>
    <w:p w14:paraId="705841B3" w14:textId="77777777" w:rsidR="00C747C1" w:rsidRDefault="00C747C1" w:rsidP="00C747C1"/>
    <w:p w14:paraId="2C012C96" w14:textId="620890E3" w:rsidR="00C747C1" w:rsidRDefault="00C747C1" w:rsidP="00496534">
      <w:r>
        <w:t>T: Periodendauer</w:t>
      </w:r>
      <w:r w:rsidR="00496534">
        <w:br/>
      </w:r>
      <w:r>
        <w:t>L: Induktivität</w:t>
      </w:r>
      <w:r w:rsidR="00496534">
        <w:br/>
      </w:r>
      <w:r>
        <w:t>C: Kapazität</w:t>
      </w:r>
    </w:p>
    <w:p w14:paraId="4418470A" w14:textId="77777777" w:rsidR="00C747C1" w:rsidRDefault="00C747C1" w:rsidP="00C747C1"/>
    <w:p w14:paraId="726A2E96" w14:textId="77777777" w:rsidR="00C747C1" w:rsidRDefault="00C747C1" w:rsidP="00C747C1">
      <w:pPr>
        <w:pStyle w:val="berschrift4"/>
      </w:pPr>
      <w:r>
        <w:t>Schwingungsgleichungen der ungedämpften harmonischen elektromagnetischen Schwingung</w:t>
      </w:r>
    </w:p>
    <w:p w14:paraId="6E8A162B" w14:textId="77777777" w:rsidR="00C747C1" w:rsidRDefault="00C747C1" w:rsidP="00C747C1">
      <w:r>
        <w:t>Für einen bei t =0s geladenen Kondensator gilt:</w:t>
      </w:r>
    </w:p>
    <w:p w14:paraId="42815C31" w14:textId="77777777" w:rsidR="00C747C1" w:rsidRDefault="00C747C1" w:rsidP="00C747C1">
      <w:r>
        <w:t>U(t) =U_{</w:t>
      </w:r>
      <w:proofErr w:type="spellStart"/>
      <w:r>
        <w:t>max</w:t>
      </w:r>
      <w:proofErr w:type="spellEnd"/>
      <w:r>
        <w:t>} *cos(~w *t)</w:t>
      </w:r>
    </w:p>
    <w:p w14:paraId="77BAA548" w14:textId="77777777" w:rsidR="00C747C1" w:rsidRDefault="00C747C1" w:rsidP="00C747C1">
      <w:r>
        <w:t>I(t) =-I_{</w:t>
      </w:r>
      <w:proofErr w:type="spellStart"/>
      <w:r>
        <w:t>max</w:t>
      </w:r>
      <w:proofErr w:type="spellEnd"/>
      <w:r>
        <w:t>} *sin(~w *t)</w:t>
      </w:r>
    </w:p>
    <w:p w14:paraId="4E63A10F" w14:textId="77777777" w:rsidR="00C747C1" w:rsidRDefault="00C747C1" w:rsidP="00C747C1">
      <w:r>
        <w:t>Q(t) =Q_{</w:t>
      </w:r>
      <w:proofErr w:type="spellStart"/>
      <w:r>
        <w:t>max</w:t>
      </w:r>
      <w:proofErr w:type="spellEnd"/>
      <w:r>
        <w:t>} *cos(~w *t)</w:t>
      </w:r>
    </w:p>
    <w:p w14:paraId="5F26977C" w14:textId="77777777" w:rsidR="00C747C1" w:rsidRDefault="00C747C1" w:rsidP="00C747C1"/>
    <w:p w14:paraId="0FA615BB" w14:textId="07B989B4" w:rsidR="00C747C1" w:rsidRDefault="00C747C1" w:rsidP="00C747C1">
      <w:r>
        <w:t>U: elektrische Spannung;</w:t>
      </w:r>
      <w:r w:rsidR="00496534">
        <w:br/>
      </w:r>
      <w:r>
        <w:t>U_{</w:t>
      </w:r>
      <w:proofErr w:type="spellStart"/>
      <w:r>
        <w:t>max</w:t>
      </w:r>
      <w:proofErr w:type="spellEnd"/>
      <w:r>
        <w:t>}: maximale auftretende elektrische Spannung</w:t>
      </w:r>
      <w:r w:rsidR="00496534">
        <w:br/>
      </w:r>
      <w:r>
        <w:t>~w: Kreisfrequenz</w:t>
      </w:r>
      <w:r w:rsidR="00496534">
        <w:br/>
      </w:r>
      <w:r>
        <w:t>t: Zeit</w:t>
      </w:r>
      <w:r w:rsidR="00496534">
        <w:br/>
      </w:r>
      <w:r>
        <w:t>I: elektrische Stromstärke</w:t>
      </w:r>
      <w:r w:rsidR="00496534">
        <w:br/>
      </w:r>
      <w:r>
        <w:t>I_{</w:t>
      </w:r>
      <w:proofErr w:type="spellStart"/>
      <w:r>
        <w:t>max</w:t>
      </w:r>
      <w:proofErr w:type="spellEnd"/>
      <w:r>
        <w:t>}: maximale auftretende elektrische Stromstärke</w:t>
      </w:r>
      <w:r w:rsidR="00496534">
        <w:br/>
      </w:r>
      <w:r>
        <w:t>Q: Ladung des Kondensators</w:t>
      </w:r>
      <w:r w:rsidR="00496534">
        <w:br/>
      </w:r>
      <w:r>
        <w:t>Q_{</w:t>
      </w:r>
      <w:proofErr w:type="spellStart"/>
      <w:r>
        <w:t>max</w:t>
      </w:r>
      <w:proofErr w:type="spellEnd"/>
      <w:r>
        <w:t>}: maximale Ladung des Kondensators</w:t>
      </w:r>
    </w:p>
    <w:p w14:paraId="719C6E6A" w14:textId="77777777" w:rsidR="00C747C1" w:rsidRDefault="00C747C1" w:rsidP="00C747C1"/>
    <w:p w14:paraId="1944BD4A" w14:textId="77777777" w:rsidR="00C747C1" w:rsidRDefault="00C747C1" w:rsidP="00C747C1">
      <w:pPr>
        <w:pStyle w:val="berschrift4"/>
      </w:pPr>
      <w:r>
        <w:t>Differenzialgleichung der ungedämpften harmonischen elektromagnetischen Schwingung</w:t>
      </w:r>
    </w:p>
    <w:p w14:paraId="7D1E7F32" w14:textId="0C722F48" w:rsidR="00C747C1" w:rsidRPr="004E348E" w:rsidRDefault="006B4AEA" w:rsidP="00C747C1">
      <w:pPr>
        <w:rPr>
          <w:lang w:val="fr-FR"/>
        </w:rPr>
      </w:pPr>
      <w:r w:rsidRPr="004E348E">
        <w:rPr>
          <w:lang w:val="fr-FR"/>
        </w:rPr>
        <w:t>\</w:t>
      </w:r>
      <w:proofErr w:type="spellStart"/>
      <w:r w:rsidRPr="004E348E">
        <w:rPr>
          <w:lang w:val="fr-FR"/>
        </w:rPr>
        <w:t>ddot</w:t>
      </w:r>
      <w:proofErr w:type="spellEnd"/>
      <w:r w:rsidRPr="004E348E">
        <w:rPr>
          <w:lang w:val="fr-FR"/>
        </w:rPr>
        <w:t>{</w:t>
      </w:r>
      <w:r w:rsidR="00C747C1" w:rsidRPr="004E348E">
        <w:rPr>
          <w:lang w:val="fr-FR"/>
        </w:rPr>
        <w:t>Q</w:t>
      </w:r>
      <w:r w:rsidRPr="004E348E">
        <w:rPr>
          <w:lang w:val="fr-FR"/>
        </w:rPr>
        <w:t>}</w:t>
      </w:r>
      <w:r w:rsidR="00C747C1" w:rsidRPr="004E348E">
        <w:rPr>
          <w:lang w:val="fr-FR"/>
        </w:rPr>
        <w:t>(</w:t>
      </w:r>
      <w:r w:rsidRPr="004E348E">
        <w:rPr>
          <w:lang w:val="fr-FR"/>
        </w:rPr>
        <w:t>t</w:t>
      </w:r>
      <w:r w:rsidR="00C747C1" w:rsidRPr="004E348E">
        <w:rPr>
          <w:lang w:val="fr-FR"/>
        </w:rPr>
        <w:t>)</w:t>
      </w:r>
      <w:r w:rsidRPr="004E348E">
        <w:rPr>
          <w:lang w:val="fr-FR"/>
        </w:rPr>
        <w:t xml:space="preserve"> </w:t>
      </w:r>
      <w:r w:rsidR="00C747C1" w:rsidRPr="004E348E">
        <w:rPr>
          <w:lang w:val="fr-FR"/>
        </w:rPr>
        <w:t>+</w:t>
      </w:r>
      <w:r w:rsidRPr="004E348E">
        <w:rPr>
          <w:lang w:val="fr-FR"/>
        </w:rPr>
        <w:t>\frac{1}{L *C} *</w:t>
      </w:r>
      <w:r w:rsidR="00C747C1" w:rsidRPr="004E348E">
        <w:rPr>
          <w:lang w:val="fr-FR"/>
        </w:rPr>
        <w:t>Q(</w:t>
      </w:r>
      <w:r w:rsidRPr="004E348E">
        <w:rPr>
          <w:lang w:val="fr-FR"/>
        </w:rPr>
        <w:t>t</w:t>
      </w:r>
      <w:r w:rsidR="00C747C1" w:rsidRPr="004E348E">
        <w:rPr>
          <w:lang w:val="fr-FR"/>
        </w:rPr>
        <w:t>) =0</w:t>
      </w:r>
    </w:p>
    <w:p w14:paraId="140837D8" w14:textId="03E2CD15" w:rsidR="006B4AEA" w:rsidRPr="004E348E" w:rsidRDefault="006B4AEA" w:rsidP="00C747C1">
      <w:pPr>
        <w:rPr>
          <w:lang w:val="fr-FR"/>
        </w:rPr>
      </w:pPr>
      <w:r w:rsidRPr="004E348E">
        <w:rPr>
          <w:lang w:val="fr-FR"/>
        </w:rPr>
        <w:t>\frac{d^2Q}{d</w:t>
      </w:r>
      <w:r w:rsidR="00B303E4" w:rsidRPr="004E348E">
        <w:rPr>
          <w:lang w:val="fr-FR"/>
        </w:rPr>
        <w:t>t</w:t>
      </w:r>
      <w:r w:rsidRPr="004E348E">
        <w:rPr>
          <w:lang w:val="fr-FR"/>
        </w:rPr>
        <w:t>^2} +\frac{1}{</w:t>
      </w:r>
      <w:r w:rsidR="00496534" w:rsidRPr="004E348E">
        <w:rPr>
          <w:lang w:val="fr-FR"/>
        </w:rPr>
        <w:t>L</w:t>
      </w:r>
      <w:r w:rsidRPr="004E348E">
        <w:rPr>
          <w:lang w:val="fr-FR"/>
        </w:rPr>
        <w:t xml:space="preserve"> *C} *Q =0</w:t>
      </w:r>
    </w:p>
    <w:p w14:paraId="3280CE02" w14:textId="77777777" w:rsidR="006B4AEA" w:rsidRPr="004E348E" w:rsidRDefault="006B4AEA" w:rsidP="00C747C1">
      <w:pPr>
        <w:rPr>
          <w:lang w:val="fr-FR"/>
        </w:rPr>
      </w:pPr>
    </w:p>
    <w:p w14:paraId="575F6D42" w14:textId="37174C62" w:rsidR="00C747C1" w:rsidRDefault="00C747C1" w:rsidP="00496534">
      <w:r>
        <w:t>Q: Ladung des Kondensators</w:t>
      </w:r>
      <w:r w:rsidR="00496534">
        <w:br/>
      </w:r>
      <w:r>
        <w:t>t: Zeit</w:t>
      </w:r>
      <w:r w:rsidR="00496534">
        <w:br/>
      </w:r>
      <w:r>
        <w:t>L: Induktivität</w:t>
      </w:r>
      <w:r w:rsidR="00496534">
        <w:br/>
      </w:r>
      <w:r>
        <w:t>C: Kapazität</w:t>
      </w:r>
    </w:p>
    <w:p w14:paraId="72602285" w14:textId="77777777" w:rsidR="006B4AEA" w:rsidRDefault="006B4AEA" w:rsidP="00C747C1"/>
    <w:p w14:paraId="7E396579" w14:textId="5485D869" w:rsidR="006B4AEA" w:rsidRDefault="006B4AEA" w:rsidP="00C747C1">
      <w:r>
        <w:t>((33))</w:t>
      </w:r>
    </w:p>
    <w:p w14:paraId="02EF5C37" w14:textId="6A6C5CA3" w:rsidR="00C747C1" w:rsidRDefault="00C747C1" w:rsidP="006B4AEA">
      <w:pPr>
        <w:pStyle w:val="berschrift4"/>
      </w:pPr>
      <w:r>
        <w:t>gedämpfte harmonische elektromagnetische Schwingung (Schwingfall)</w:t>
      </w:r>
    </w:p>
    <w:p w14:paraId="33B1584A" w14:textId="77777777" w:rsidR="00C747C1" w:rsidRDefault="00C747C1" w:rsidP="00C747C1">
      <w:r>
        <w:t>Für einen bei t =0 s geladenen Kondensator gilt:</w:t>
      </w:r>
    </w:p>
    <w:p w14:paraId="3594CC1A" w14:textId="7C188AB7" w:rsidR="00C747C1" w:rsidRDefault="00C747C1" w:rsidP="00C747C1">
      <w:r>
        <w:t>Q(t) =Q</w:t>
      </w:r>
      <w:r w:rsidR="006B4AEA">
        <w:t>_{</w:t>
      </w:r>
      <w:proofErr w:type="spellStart"/>
      <w:r w:rsidR="006B4AEA">
        <w:t>max</w:t>
      </w:r>
      <w:proofErr w:type="spellEnd"/>
      <w:r w:rsidR="006B4AEA">
        <w:t>}</w:t>
      </w:r>
      <w:r>
        <w:t xml:space="preserve"> *e</w:t>
      </w:r>
      <w:r w:rsidR="006B4AEA">
        <w:t>^{-</w:t>
      </w:r>
      <w:r>
        <w:t>~</w:t>
      </w:r>
      <w:r w:rsidR="006B4AEA">
        <w:t>d</w:t>
      </w:r>
      <w:r>
        <w:t xml:space="preserve"> </w:t>
      </w:r>
      <w:r w:rsidR="006B4AEA">
        <w:t>*</w:t>
      </w:r>
      <w:r>
        <w:t>t</w:t>
      </w:r>
      <w:r w:rsidR="006B4AEA">
        <w:t>}</w:t>
      </w:r>
      <w:r>
        <w:t xml:space="preserve"> *cos(</w:t>
      </w:r>
      <w:r w:rsidR="006B4AEA">
        <w:t>~</w:t>
      </w:r>
      <w:proofErr w:type="spellStart"/>
      <w:r>
        <w:t>w</w:t>
      </w:r>
      <w:r w:rsidR="006B4AEA">
        <w:t>_</w:t>
      </w:r>
      <w:r>
        <w:t>D</w:t>
      </w:r>
      <w:proofErr w:type="spellEnd"/>
      <w:r>
        <w:t xml:space="preserve"> *t)</w:t>
      </w:r>
    </w:p>
    <w:p w14:paraId="2866DB49" w14:textId="018AE948" w:rsidR="00C747C1" w:rsidRDefault="00C747C1" w:rsidP="00C747C1">
      <w:r>
        <w:t xml:space="preserve">mit: </w:t>
      </w:r>
      <w:r w:rsidR="006B4AEA">
        <w:t>~</w:t>
      </w:r>
      <w:proofErr w:type="spellStart"/>
      <w:r>
        <w:t>w</w:t>
      </w:r>
      <w:r w:rsidR="006B4AEA">
        <w:t>_</w:t>
      </w:r>
      <w:r>
        <w:t>D</w:t>
      </w:r>
      <w:proofErr w:type="spellEnd"/>
      <w:r>
        <w:t xml:space="preserve"> =</w:t>
      </w:r>
      <w:r w:rsidR="006B4AEA">
        <w:t>\s{(~w)^2 -(~d)^2}</w:t>
      </w:r>
    </w:p>
    <w:p w14:paraId="09BED920" w14:textId="77777777" w:rsidR="006B4AEA" w:rsidRDefault="006B4AEA" w:rsidP="00C747C1"/>
    <w:p w14:paraId="4E5F2ECB" w14:textId="15F4FC9A" w:rsidR="006B4AEA" w:rsidRDefault="00C747C1" w:rsidP="00C747C1">
      <w:r>
        <w:t>Q: Ladung des Kondensators</w:t>
      </w:r>
      <w:r w:rsidR="00316456">
        <w:br/>
      </w:r>
      <w:r>
        <w:t>Q</w:t>
      </w:r>
      <w:r w:rsidR="006B4AEA">
        <w:t>_{</w:t>
      </w:r>
      <w:proofErr w:type="spellStart"/>
      <w:r w:rsidR="006B4AEA">
        <w:t>max</w:t>
      </w:r>
      <w:proofErr w:type="spellEnd"/>
      <w:r w:rsidR="006B4AEA">
        <w:t>}</w:t>
      </w:r>
      <w:r>
        <w:t>: maximale Ladung des Kondensators</w:t>
      </w:r>
      <w:r w:rsidR="00316456">
        <w:br/>
      </w:r>
      <w:r w:rsidR="006B4AEA">
        <w:t>~d</w:t>
      </w:r>
      <w:r>
        <w:t>: Abklingkoeffizient</w:t>
      </w:r>
      <w:r w:rsidR="00316456">
        <w:br/>
      </w:r>
      <w:r>
        <w:t>t: Zeit</w:t>
      </w:r>
      <w:r w:rsidR="00316456">
        <w:br/>
      </w:r>
      <w:r w:rsidR="006B4AEA">
        <w:t>~</w:t>
      </w:r>
      <w:proofErr w:type="spellStart"/>
      <w:r>
        <w:t>w</w:t>
      </w:r>
      <w:r w:rsidR="006B4AEA">
        <w:t>_</w:t>
      </w:r>
      <w:r>
        <w:t>D</w:t>
      </w:r>
      <w:proofErr w:type="spellEnd"/>
      <w:r>
        <w:t>: Kreisfrequenz der gedämpften Schwingung</w:t>
      </w:r>
      <w:r w:rsidR="00316456">
        <w:br/>
      </w:r>
      <w:r w:rsidR="006B4AEA">
        <w:lastRenderedPageBreak/>
        <w:t>~</w:t>
      </w:r>
      <w:r>
        <w:t>w: Kreisfrequenz der ungedämpften Schwingung</w:t>
      </w:r>
      <w:r w:rsidR="00316456">
        <w:br/>
      </w:r>
    </w:p>
    <w:p w14:paraId="623C9396" w14:textId="0454CBFB" w:rsidR="00C747C1" w:rsidRDefault="00C747C1" w:rsidP="006B4AEA">
      <w:pPr>
        <w:pStyle w:val="berschrift4"/>
      </w:pPr>
      <w:r>
        <w:t>Differenzialgleichung der gedämpften harmonischen elektromagnetischen Schwingung</w:t>
      </w:r>
    </w:p>
    <w:p w14:paraId="3D8BB165" w14:textId="79BCDB9E" w:rsidR="00C747C1" w:rsidRDefault="006B4AEA" w:rsidP="00C747C1">
      <w:r>
        <w:t>\</w:t>
      </w:r>
      <w:proofErr w:type="spellStart"/>
      <w:r>
        <w:t>ddot</w:t>
      </w:r>
      <w:proofErr w:type="spellEnd"/>
      <w:r>
        <w:t>{</w:t>
      </w:r>
      <w:r w:rsidR="00C747C1">
        <w:t>Q</w:t>
      </w:r>
      <w:r>
        <w:t>}</w:t>
      </w:r>
      <w:r w:rsidR="00C747C1">
        <w:t>(t) +2</w:t>
      </w:r>
      <w:r>
        <w:t>~d</w:t>
      </w:r>
      <w:r w:rsidR="00C747C1">
        <w:t xml:space="preserve"> *</w:t>
      </w:r>
      <w:proofErr w:type="spellStart"/>
      <w:r>
        <w:t>dot</w:t>
      </w:r>
      <w:proofErr w:type="spellEnd"/>
      <w:r>
        <w:t>{</w:t>
      </w:r>
      <w:r w:rsidR="00C747C1">
        <w:t>Q</w:t>
      </w:r>
      <w:r>
        <w:t>}</w:t>
      </w:r>
      <w:r w:rsidR="00C747C1">
        <w:t>(t) +</w:t>
      </w:r>
      <w:r>
        <w:t>\</w:t>
      </w:r>
      <w:proofErr w:type="spellStart"/>
      <w:r>
        <w:t>frac</w:t>
      </w:r>
      <w:proofErr w:type="spellEnd"/>
      <w:r>
        <w:t>{1}{L *C}</w:t>
      </w:r>
      <w:r w:rsidR="00C747C1">
        <w:t xml:space="preserve"> *Q(t) =0</w:t>
      </w:r>
    </w:p>
    <w:p w14:paraId="3859EF7B" w14:textId="77777777" w:rsidR="006B4AEA" w:rsidRDefault="006B4AEA" w:rsidP="00C747C1">
      <w:r>
        <w:t>\</w:t>
      </w:r>
      <w:proofErr w:type="spellStart"/>
      <w:r>
        <w:t>frac</w:t>
      </w:r>
      <w:proofErr w:type="spellEnd"/>
      <w:r>
        <w:t>{d^2Q}{dt^2} +</w:t>
      </w:r>
      <w:r w:rsidR="00C747C1">
        <w:t>2</w:t>
      </w:r>
      <w:r>
        <w:t>~d *\</w:t>
      </w:r>
      <w:proofErr w:type="spellStart"/>
      <w:r>
        <w:t>frac</w:t>
      </w:r>
      <w:proofErr w:type="spellEnd"/>
      <w:r>
        <w:t>{</w:t>
      </w:r>
      <w:proofErr w:type="spellStart"/>
      <w:r>
        <w:t>dQ</w:t>
      </w:r>
      <w:proofErr w:type="spellEnd"/>
      <w:r>
        <w:t>}{</w:t>
      </w:r>
      <w:proofErr w:type="spellStart"/>
      <w:r>
        <w:t>dt</w:t>
      </w:r>
      <w:proofErr w:type="spellEnd"/>
      <w:r>
        <w:t>} +\</w:t>
      </w:r>
      <w:proofErr w:type="spellStart"/>
      <w:r>
        <w:t>frac</w:t>
      </w:r>
      <w:proofErr w:type="spellEnd"/>
      <w:r>
        <w:t>{1}{L *C} *Q =0</w:t>
      </w:r>
    </w:p>
    <w:p w14:paraId="1E6DBF53" w14:textId="6939A34E" w:rsidR="00C747C1" w:rsidRDefault="00C747C1" w:rsidP="00C747C1">
      <w:r>
        <w:t xml:space="preserve">mit: </w:t>
      </w:r>
      <w:r w:rsidR="006B4AEA">
        <w:t>~d</w:t>
      </w:r>
      <w:r>
        <w:t xml:space="preserve"> =</w:t>
      </w:r>
      <w:r w:rsidR="006B4AEA">
        <w:t>\</w:t>
      </w:r>
      <w:proofErr w:type="spellStart"/>
      <w:r w:rsidR="006B4AEA">
        <w:t>frac</w:t>
      </w:r>
      <w:proofErr w:type="spellEnd"/>
      <w:r w:rsidR="006B4AEA">
        <w:t>{R}{2L}</w:t>
      </w:r>
    </w:p>
    <w:p w14:paraId="735186C6" w14:textId="7A636C50" w:rsidR="00C747C1" w:rsidRDefault="00C747C1" w:rsidP="00C747C1"/>
    <w:p w14:paraId="513E4526" w14:textId="4423BF42" w:rsidR="00C747C1" w:rsidRDefault="00C747C1" w:rsidP="00316456">
      <w:r>
        <w:t>Q: Ladung des Kondensators</w:t>
      </w:r>
      <w:r w:rsidR="00316456">
        <w:br/>
      </w:r>
      <w:r>
        <w:t>t: Zeit</w:t>
      </w:r>
      <w:r w:rsidR="00316456">
        <w:br/>
      </w:r>
      <w:r w:rsidR="006B4AEA">
        <w:t>~d</w:t>
      </w:r>
      <w:r>
        <w:t>: Abklingkoeffizient</w:t>
      </w:r>
      <w:r w:rsidR="00316456">
        <w:br/>
      </w:r>
      <w:r>
        <w:t>L: Induktivität</w:t>
      </w:r>
      <w:r w:rsidR="00316456">
        <w:br/>
      </w:r>
      <w:r>
        <w:t>C: Kapazität</w:t>
      </w:r>
      <w:r w:rsidR="00316456">
        <w:br/>
      </w:r>
      <w:r>
        <w:t>R: Ohm'scher Widerstand</w:t>
      </w:r>
    </w:p>
    <w:p w14:paraId="35F80A8F" w14:textId="77777777" w:rsidR="006B4AEA" w:rsidRDefault="006B4AEA" w:rsidP="00C747C1"/>
    <w:p w14:paraId="5CEFADE0" w14:textId="03AF2C06" w:rsidR="00C747C1" w:rsidRDefault="00C747C1" w:rsidP="006B4AEA">
      <w:pPr>
        <w:pStyle w:val="berschrift4"/>
      </w:pPr>
      <w:r>
        <w:t>Grundfrequenz eines Dipols</w:t>
      </w:r>
    </w:p>
    <w:p w14:paraId="71EE59DE" w14:textId="3CE034AD" w:rsidR="00C747C1" w:rsidRDefault="00C747C1" w:rsidP="00C747C1">
      <w:r>
        <w:t>f =</w:t>
      </w:r>
      <w:r w:rsidR="006B4AEA">
        <w:t>\</w:t>
      </w:r>
      <w:proofErr w:type="spellStart"/>
      <w:r w:rsidR="006B4AEA">
        <w:t>frac</w:t>
      </w:r>
      <w:proofErr w:type="spellEnd"/>
      <w:r w:rsidR="006B4AEA">
        <w:t>{c}{2l}</w:t>
      </w:r>
    </w:p>
    <w:p w14:paraId="5FFA7E47" w14:textId="55F18BEC" w:rsidR="00C747C1" w:rsidRDefault="00C747C1" w:rsidP="00C747C1"/>
    <w:p w14:paraId="3585AC22" w14:textId="75F74889" w:rsidR="00C747C1" w:rsidRDefault="00C747C1" w:rsidP="00316456">
      <w:r>
        <w:t>f: Frequenz</w:t>
      </w:r>
      <w:r w:rsidR="00316456">
        <w:br/>
      </w:r>
      <w:r>
        <w:t>c: Ausbreitungsgeschwindigkeit</w:t>
      </w:r>
      <w:r w:rsidR="00316456">
        <w:br/>
      </w:r>
      <w:r w:rsidR="006B4AEA">
        <w:t>l</w:t>
      </w:r>
      <w:r>
        <w:t>: Länge des Dipols</w:t>
      </w:r>
    </w:p>
    <w:p w14:paraId="1BF69865" w14:textId="77777777" w:rsidR="006B4AEA" w:rsidRDefault="006B4AEA" w:rsidP="00C747C1"/>
    <w:p w14:paraId="64295816" w14:textId="6AC17D73" w:rsidR="00C747C1" w:rsidRDefault="00C747C1" w:rsidP="006B4AEA">
      <w:pPr>
        <w:pStyle w:val="berschrift3"/>
      </w:pPr>
      <w:r>
        <w:t>Elektromagnetische Wellen</w:t>
      </w:r>
    </w:p>
    <w:p w14:paraId="212525A0" w14:textId="0D849945" w:rsidR="00C747C1" w:rsidRDefault="00C747C1" w:rsidP="006B4AEA">
      <w:pPr>
        <w:pStyle w:val="berschrift4"/>
      </w:pPr>
      <w:r>
        <w:t>Ausbreitungsgeschwindigkeit elektromagnetischer Wellen im Vakuum</w:t>
      </w:r>
    </w:p>
    <w:p w14:paraId="2921389A" w14:textId="669A1100" w:rsidR="00C747C1" w:rsidRDefault="006B4AEA" w:rsidP="00C747C1">
      <w:r>
        <w:t>c =\</w:t>
      </w:r>
      <w:proofErr w:type="spellStart"/>
      <w:r>
        <w:t>frac</w:t>
      </w:r>
      <w:proofErr w:type="spellEnd"/>
      <w:r>
        <w:t>{1}{\s{~e_0 -~m_0}}</w:t>
      </w:r>
    </w:p>
    <w:p w14:paraId="5427B10D" w14:textId="77777777" w:rsidR="006B4AEA" w:rsidRDefault="006B4AEA" w:rsidP="00C747C1"/>
    <w:p w14:paraId="64C4CDD9" w14:textId="5928A815" w:rsidR="00C747C1" w:rsidRDefault="00C747C1" w:rsidP="00316456">
      <w:r>
        <w:t>c: Ausbreitungsgeschwindigkeit elektromagnetischer Wellen im Vakuum</w:t>
      </w:r>
      <w:r w:rsidR="00316456">
        <w:br/>
      </w:r>
      <w:r w:rsidR="006B4AEA">
        <w:t>~m_</w:t>
      </w:r>
      <w:r>
        <w:t>0: magnetische Feldkonstante</w:t>
      </w:r>
      <w:r w:rsidR="00316456">
        <w:br/>
      </w:r>
      <w:r w:rsidR="006B4AEA">
        <w:t>~e_</w:t>
      </w:r>
      <w:r>
        <w:t>0: elektrische Feldkonstante</w:t>
      </w:r>
    </w:p>
    <w:p w14:paraId="493170CB" w14:textId="77777777" w:rsidR="006B4AEA" w:rsidRDefault="006B4AEA" w:rsidP="00C747C1"/>
    <w:p w14:paraId="6D19DAF7" w14:textId="703DCEC5" w:rsidR="00C747C1" w:rsidRDefault="00C747C1" w:rsidP="006B4AEA">
      <w:pPr>
        <w:pStyle w:val="berschrift4"/>
      </w:pPr>
      <w:r>
        <w:lastRenderedPageBreak/>
        <w:t>Intensität ungedämpfter elektromagnetischer Wellen</w:t>
      </w:r>
    </w:p>
    <w:p w14:paraId="49AC2E2E" w14:textId="2A078C2E" w:rsidR="00F86B8B" w:rsidRDefault="00F86B8B" w:rsidP="00C747C1">
      <w:r>
        <w:t>I =P/A</w:t>
      </w:r>
    </w:p>
    <w:p w14:paraId="65802841" w14:textId="3C325EF2" w:rsidR="00F86B8B" w:rsidRDefault="00F86B8B" w:rsidP="00C747C1">
      <w:r>
        <w:t>I =1/2 *c *~e_0 *</w:t>
      </w:r>
      <w:r w:rsidR="00B303E4">
        <w:t>(</w:t>
      </w:r>
      <w:r>
        <w:t>E_{</w:t>
      </w:r>
      <w:proofErr w:type="spellStart"/>
      <w:r>
        <w:t>max</w:t>
      </w:r>
      <w:proofErr w:type="spellEnd"/>
      <w:r>
        <w:t>}</w:t>
      </w:r>
      <w:r w:rsidR="00B303E4">
        <w:t>)</w:t>
      </w:r>
      <w:r>
        <w:t>^2</w:t>
      </w:r>
    </w:p>
    <w:p w14:paraId="769D73CA" w14:textId="5AAB9B82" w:rsidR="00F86B8B" w:rsidRDefault="00F86B8B" w:rsidP="00C747C1">
      <w:r>
        <w:t>I =1/2 *c *\</w:t>
      </w:r>
      <w:proofErr w:type="spellStart"/>
      <w:r>
        <w:t>frac</w:t>
      </w:r>
      <w:proofErr w:type="spellEnd"/>
      <w:r>
        <w:t>{1}{~m_0} *</w:t>
      </w:r>
      <w:r w:rsidR="00B303E4">
        <w:t>(</w:t>
      </w:r>
      <w:r>
        <w:t>B_{</w:t>
      </w:r>
      <w:proofErr w:type="spellStart"/>
      <w:r>
        <w:t>max</w:t>
      </w:r>
      <w:proofErr w:type="spellEnd"/>
      <w:r>
        <w:t>}</w:t>
      </w:r>
      <w:r w:rsidR="00B303E4">
        <w:t>)</w:t>
      </w:r>
      <w:r>
        <w:t>^2</w:t>
      </w:r>
    </w:p>
    <w:p w14:paraId="25944ED2" w14:textId="77777777" w:rsidR="00F86B8B" w:rsidRDefault="00F86B8B" w:rsidP="00C747C1"/>
    <w:p w14:paraId="0B90671B" w14:textId="4291985B" w:rsidR="00C747C1" w:rsidRDefault="00C747C1" w:rsidP="00316456">
      <w:r>
        <w:t>I: Intensität</w:t>
      </w:r>
      <w:r w:rsidR="00316456">
        <w:br/>
      </w:r>
      <w:r>
        <w:t>P: Leistung</w:t>
      </w:r>
      <w:r w:rsidR="00316456">
        <w:br/>
      </w:r>
      <w:r>
        <w:t>A: Flächeninhalt</w:t>
      </w:r>
      <w:r w:rsidR="00316456">
        <w:br/>
      </w:r>
      <w:r>
        <w:t>c: Ausbreitungsgeschwindigkeit</w:t>
      </w:r>
      <w:r w:rsidR="00316456">
        <w:br/>
      </w:r>
      <w:r w:rsidR="00F86B8B">
        <w:t>~e_</w:t>
      </w:r>
      <w:r>
        <w:t>0: elektrische Feldkonstante</w:t>
      </w:r>
      <w:r w:rsidR="00316456">
        <w:br/>
      </w:r>
      <w:r>
        <w:t>E</w:t>
      </w:r>
      <w:r w:rsidR="00F86B8B">
        <w:t>_{</w:t>
      </w:r>
      <w:proofErr w:type="spellStart"/>
      <w:r w:rsidR="00F86B8B">
        <w:t>max</w:t>
      </w:r>
      <w:proofErr w:type="spellEnd"/>
      <w:r w:rsidR="00F86B8B">
        <w:t>}</w:t>
      </w:r>
      <w:r>
        <w:t>: maximale elektrische Feldstärke des elektrischen Felds der Welle</w:t>
      </w:r>
      <w:r w:rsidR="00316456">
        <w:br/>
      </w:r>
      <w:r w:rsidR="00DD2ED2">
        <w:t>~m_</w:t>
      </w:r>
      <w:r>
        <w:t>0: magnetische Feldkonstante</w:t>
      </w:r>
      <w:r w:rsidR="00316456">
        <w:br/>
      </w:r>
      <w:r>
        <w:t>B</w:t>
      </w:r>
      <w:r w:rsidR="00DD2ED2">
        <w:t>_{</w:t>
      </w:r>
      <w:proofErr w:type="spellStart"/>
      <w:r w:rsidR="00DD2ED2">
        <w:t>max</w:t>
      </w:r>
      <w:proofErr w:type="spellEnd"/>
      <w:r w:rsidR="00DD2ED2">
        <w:t>}</w:t>
      </w:r>
      <w:r>
        <w:t>: maximale magnetische Flussdichte des magnetischen Felds der Welle</w:t>
      </w:r>
    </w:p>
    <w:p w14:paraId="41FDC3EC" w14:textId="77777777" w:rsidR="00DD2ED2" w:rsidRDefault="00DD2ED2" w:rsidP="00C747C1"/>
    <w:p w14:paraId="4B536012" w14:textId="35C5178C" w:rsidR="00DD2ED2" w:rsidRDefault="00DD2ED2" w:rsidP="00C747C1">
      <w:r>
        <w:t>((34))</w:t>
      </w:r>
    </w:p>
    <w:p w14:paraId="10BD4FB7" w14:textId="478B93E7" w:rsidR="00DD2ED2" w:rsidRDefault="00DD2ED2" w:rsidP="00DD2ED2">
      <w:pPr>
        <w:pStyle w:val="berschrift2"/>
      </w:pPr>
      <w:r>
        <w:t>3.3 Optik</w:t>
      </w:r>
    </w:p>
    <w:p w14:paraId="3DD02231" w14:textId="3F521744" w:rsidR="00C747C1" w:rsidRDefault="00C747C1" w:rsidP="00DD2ED2">
      <w:pPr>
        <w:pStyle w:val="berschrift3"/>
      </w:pPr>
      <w:r>
        <w:t>Geometrische Optik</w:t>
      </w:r>
    </w:p>
    <w:p w14:paraId="74BC9228" w14:textId="5B00789A" w:rsidR="00C747C1" w:rsidRDefault="00C747C1" w:rsidP="00DD2ED2">
      <w:pPr>
        <w:pStyle w:val="berschrift4"/>
      </w:pPr>
      <w:r>
        <w:t>Reflexionsgesetz</w:t>
      </w:r>
    </w:p>
    <w:p w14:paraId="0FACF527" w14:textId="7949E221" w:rsidR="00DD2ED2" w:rsidRDefault="00DD2ED2" w:rsidP="00C747C1">
      <w:r>
        <w:t>~a =~a'</w:t>
      </w:r>
    </w:p>
    <w:p w14:paraId="7F2285BA" w14:textId="77777777" w:rsidR="00DD2ED2" w:rsidRDefault="00DD2ED2" w:rsidP="00C747C1"/>
    <w:p w14:paraId="0E404135" w14:textId="7C08CAA2" w:rsidR="00C747C1" w:rsidRDefault="00DD2ED2" w:rsidP="00316456">
      <w:r>
        <w:t>~</w:t>
      </w:r>
      <w:r w:rsidR="00C747C1">
        <w:t>a: Einfallswinkel</w:t>
      </w:r>
      <w:r w:rsidR="00316456">
        <w:br/>
      </w:r>
      <w:r>
        <w:t>~</w:t>
      </w:r>
      <w:r w:rsidR="00C747C1">
        <w:t>a': Reflexionswinkel</w:t>
      </w:r>
    </w:p>
    <w:p w14:paraId="1490679E" w14:textId="77777777" w:rsidR="00DD2ED2" w:rsidRDefault="00DD2ED2" w:rsidP="00C747C1"/>
    <w:p w14:paraId="52123751" w14:textId="7736ABDF" w:rsidR="00C747C1" w:rsidRDefault="00C747C1" w:rsidP="00DD2ED2">
      <w:pPr>
        <w:pStyle w:val="berschrift4"/>
      </w:pPr>
      <w:r>
        <w:t>Brechung</w:t>
      </w:r>
    </w:p>
    <w:p w14:paraId="0335364F" w14:textId="77777777" w:rsidR="00411668" w:rsidRDefault="00411668" w:rsidP="00411668">
      <w:pPr>
        <w:pStyle w:val="Liste"/>
      </w:pPr>
      <w:r>
        <w:t>- Brechungsgesetz</w:t>
      </w:r>
    </w:p>
    <w:p w14:paraId="6A25B4BA" w14:textId="09D50BA1" w:rsidR="00DD2ED2" w:rsidRDefault="00411668" w:rsidP="00411668">
      <w:pPr>
        <w:pStyle w:val="Listenfortsetzung"/>
      </w:pPr>
      <w:r w:rsidRPr="00411668">
        <w:t>&lt;Bild&gt;Ein einfallender Strahl trifft im optischen Medium mit Brechzahl n_1 un</w:t>
      </w:r>
      <w:r w:rsidR="00457B56">
        <w:t>ter</w:t>
      </w:r>
      <w:r w:rsidRPr="00411668">
        <w:t xml:space="preserve"> dem Winkel ~a zum Lot (Einfallswinkel) auf eine Grenzfläche, an die sich ein optisches Medium mit Brechzahl n_</w:t>
      </w:r>
      <w:r w:rsidR="00457B56">
        <w:t>2</w:t>
      </w:r>
      <w:r w:rsidRPr="00411668">
        <w:t xml:space="preserve"> anschließt. Beim Übergang in das optische Medium mit Brechzahl n_</w:t>
      </w:r>
      <w:r w:rsidR="00457B56">
        <w:t>2</w:t>
      </w:r>
      <w:r w:rsidRPr="00411668">
        <w:t xml:space="preserve"> ändert der Strahl seine Richtung. Der gebrochene Strahl geht im optischen Medium n_2 im Winkel ~b zum Lot (Brechungswinkel) weiter, wobei ~b &lt;~a </w:t>
      </w:r>
      <w:r w:rsidRPr="00411668">
        <w:lastRenderedPageBreak/>
        <w:t>gilt.</w:t>
      </w:r>
      <w:r w:rsidRPr="00411668">
        <w:br/>
      </w:r>
      <w:r w:rsidR="007B5E30">
        <w:t>&lt;/Bild&gt;</w:t>
      </w:r>
    </w:p>
    <w:p w14:paraId="2DF9E537" w14:textId="77777777" w:rsidR="00411668" w:rsidRDefault="00411668" w:rsidP="00411668">
      <w:pPr>
        <w:pStyle w:val="Listenfortsetzung"/>
      </w:pPr>
    </w:p>
    <w:p w14:paraId="13B3F516" w14:textId="289953EA" w:rsidR="00C747C1" w:rsidRDefault="00C747C1" w:rsidP="00DD2ED2">
      <w:pPr>
        <w:pStyle w:val="Liste2"/>
      </w:pPr>
      <w:r>
        <w:t>n</w:t>
      </w:r>
      <w:r w:rsidR="00DD2ED2">
        <w:t>_</w:t>
      </w:r>
      <w:r>
        <w:t>2 &gt;n</w:t>
      </w:r>
      <w:r w:rsidR="00DD2ED2">
        <w:t>_</w:t>
      </w:r>
      <w:r>
        <w:t>1</w:t>
      </w:r>
    </w:p>
    <w:p w14:paraId="62C46E3E" w14:textId="77777777" w:rsidR="00DD2ED2" w:rsidRDefault="00DD2ED2" w:rsidP="00DD2ED2">
      <w:pPr>
        <w:pStyle w:val="Liste2"/>
      </w:pPr>
      <w:r>
        <w:t>\</w:t>
      </w:r>
      <w:proofErr w:type="spellStart"/>
      <w:r>
        <w:t>frac</w:t>
      </w:r>
      <w:proofErr w:type="spellEnd"/>
      <w:r>
        <w:t>{</w:t>
      </w:r>
      <w:proofErr w:type="spellStart"/>
      <w:r>
        <w:t>sin~a</w:t>
      </w:r>
      <w:proofErr w:type="spellEnd"/>
      <w:r>
        <w:t>}{</w:t>
      </w:r>
      <w:proofErr w:type="spellStart"/>
      <w:r>
        <w:t>sin~b</w:t>
      </w:r>
      <w:proofErr w:type="spellEnd"/>
      <w:r>
        <w:t>} =\</w:t>
      </w:r>
      <w:proofErr w:type="spellStart"/>
      <w:r>
        <w:t>frac</w:t>
      </w:r>
      <w:proofErr w:type="spellEnd"/>
      <w:r>
        <w:t>{n_2}{n_1} =\</w:t>
      </w:r>
      <w:proofErr w:type="spellStart"/>
      <w:r>
        <w:t>frac</w:t>
      </w:r>
      <w:proofErr w:type="spellEnd"/>
      <w:r>
        <w:t>{c_1}{c_2}</w:t>
      </w:r>
    </w:p>
    <w:p w14:paraId="1E288843" w14:textId="77777777" w:rsidR="00DD2ED2" w:rsidRDefault="00DD2ED2" w:rsidP="00316456">
      <w:pPr>
        <w:pStyle w:val="Listenfortsetzung"/>
      </w:pPr>
    </w:p>
    <w:p w14:paraId="478797F0" w14:textId="247452C7" w:rsidR="00C747C1" w:rsidRDefault="00DD2ED2" w:rsidP="00316456">
      <w:pPr>
        <w:pStyle w:val="Listenfortsetzung"/>
      </w:pPr>
      <w:r>
        <w:t>~</w:t>
      </w:r>
      <w:r w:rsidR="00C747C1">
        <w:t>a: Einfallswinkel</w:t>
      </w:r>
      <w:r w:rsidR="00316456">
        <w:br/>
      </w:r>
      <w:r>
        <w:t>~b</w:t>
      </w:r>
      <w:r w:rsidR="00C747C1">
        <w:t>: Brechungswinkel</w:t>
      </w:r>
      <w:r w:rsidR="00316456">
        <w:br/>
      </w:r>
      <w:r w:rsidR="00C747C1">
        <w:t>n</w:t>
      </w:r>
      <w:r>
        <w:t>_</w:t>
      </w:r>
      <w:r w:rsidR="00C747C1">
        <w:t>1, n</w:t>
      </w:r>
      <w:r>
        <w:t>_</w:t>
      </w:r>
      <w:r w:rsidR="00C747C1">
        <w:t>2: Brechzahlen der optischen Medien</w:t>
      </w:r>
      <w:r w:rsidR="00316456">
        <w:br/>
      </w:r>
      <w:r w:rsidR="00C747C1">
        <w:t>c</w:t>
      </w:r>
      <w:r>
        <w:t>_</w:t>
      </w:r>
      <w:r w:rsidR="00C747C1">
        <w:t>1, c</w:t>
      </w:r>
      <w:r>
        <w:t>_</w:t>
      </w:r>
      <w:r w:rsidR="00C747C1">
        <w:t>2: Lichtgeschwindigkeiten in den optischen Medien</w:t>
      </w:r>
    </w:p>
    <w:p w14:paraId="2A66ABCB" w14:textId="77777777" w:rsidR="00DD2ED2" w:rsidRDefault="00DD2ED2" w:rsidP="00C747C1"/>
    <w:p w14:paraId="254516CC" w14:textId="42378A24" w:rsidR="00C747C1" w:rsidRDefault="00DD2ED2" w:rsidP="00DD2ED2">
      <w:pPr>
        <w:pStyle w:val="Liste"/>
      </w:pPr>
      <w:r>
        <w:t xml:space="preserve">- </w:t>
      </w:r>
      <w:r w:rsidR="00C747C1">
        <w:t>Brechzahl</w:t>
      </w:r>
    </w:p>
    <w:p w14:paraId="18C5D2EE" w14:textId="0B407C23" w:rsidR="00C747C1" w:rsidRDefault="00C747C1" w:rsidP="00DD2ED2">
      <w:pPr>
        <w:pStyle w:val="Liste2"/>
      </w:pPr>
      <w:r>
        <w:t>n =</w:t>
      </w:r>
      <w:r w:rsidR="00DD2ED2">
        <w:t>\</w:t>
      </w:r>
      <w:proofErr w:type="spellStart"/>
      <w:r w:rsidR="00DD2ED2">
        <w:t>frac</w:t>
      </w:r>
      <w:proofErr w:type="spellEnd"/>
      <w:r w:rsidR="00DD2ED2">
        <w:t>{c_{Vakuum}}{c_{Medium}}</w:t>
      </w:r>
    </w:p>
    <w:p w14:paraId="0F50B3DF" w14:textId="77777777" w:rsidR="00DD2ED2" w:rsidRDefault="00DD2ED2" w:rsidP="00316456">
      <w:pPr>
        <w:pStyle w:val="Listenfortsetzung"/>
      </w:pPr>
    </w:p>
    <w:p w14:paraId="7E86D3A9" w14:textId="2E2636BB" w:rsidR="00DD2ED2" w:rsidRDefault="00DD2ED2" w:rsidP="00316456">
      <w:pPr>
        <w:pStyle w:val="Listenfortsetzung"/>
      </w:pPr>
      <w:r>
        <w:t>n: Brechzahl des optischen Mediums</w:t>
      </w:r>
      <w:r w:rsidR="00316456">
        <w:br/>
      </w:r>
      <w:r>
        <w:t>c_{Vakuum}: Vakuumlichtgeschwindigkeit</w:t>
      </w:r>
      <w:r w:rsidR="00316456">
        <w:br/>
      </w:r>
      <w:r>
        <w:t>c_{Medium}: Lichtgeschwindigkeit im optischen Medium</w:t>
      </w:r>
    </w:p>
    <w:p w14:paraId="6A078E93" w14:textId="77777777" w:rsidR="00DD2ED2" w:rsidRDefault="00DD2ED2" w:rsidP="00C747C1"/>
    <w:p w14:paraId="7839A4DD" w14:textId="05C10B63" w:rsidR="00C747C1" w:rsidRDefault="00DD2ED2" w:rsidP="00DD2ED2">
      <w:pPr>
        <w:pStyle w:val="Liste"/>
      </w:pPr>
      <w:r>
        <w:t xml:space="preserve">- </w:t>
      </w:r>
      <w:r w:rsidR="00C747C1">
        <w:t>Grenzwinkel der Totalreflexion</w:t>
      </w:r>
    </w:p>
    <w:p w14:paraId="56769929" w14:textId="04D9A7CF" w:rsidR="00C747C1" w:rsidRDefault="00C747C1" w:rsidP="00DD2ED2">
      <w:pPr>
        <w:pStyle w:val="Liste2"/>
      </w:pPr>
      <w:r>
        <w:t>sin</w:t>
      </w:r>
      <w:r w:rsidR="00DD2ED2">
        <w:t>(~</w:t>
      </w:r>
      <w:proofErr w:type="spellStart"/>
      <w:r>
        <w:t>a</w:t>
      </w:r>
      <w:r w:rsidR="00DD2ED2">
        <w:t>_</w:t>
      </w:r>
      <w:r>
        <w:t>G</w:t>
      </w:r>
      <w:proofErr w:type="spellEnd"/>
      <w:r w:rsidR="00DD2ED2">
        <w:t>)</w:t>
      </w:r>
      <w:r>
        <w:t xml:space="preserve"> =</w:t>
      </w:r>
      <w:r w:rsidR="00DD2ED2">
        <w:t>\</w:t>
      </w:r>
      <w:proofErr w:type="spellStart"/>
      <w:r w:rsidR="00DD2ED2">
        <w:t>frac</w:t>
      </w:r>
      <w:proofErr w:type="spellEnd"/>
      <w:r w:rsidR="00DD2ED2">
        <w:t>{n_2}{n_1}</w:t>
      </w:r>
    </w:p>
    <w:p w14:paraId="5E1B0AD8" w14:textId="7CAB7471" w:rsidR="00C747C1" w:rsidRDefault="00C747C1" w:rsidP="00316456">
      <w:pPr>
        <w:pStyle w:val="Listenfortsetzung"/>
      </w:pPr>
    </w:p>
    <w:p w14:paraId="021C473C" w14:textId="4232B8F5" w:rsidR="00C747C1" w:rsidRDefault="00DD2ED2" w:rsidP="00316456">
      <w:pPr>
        <w:pStyle w:val="Listenfortsetzung"/>
      </w:pPr>
      <w:r>
        <w:t>~</w:t>
      </w:r>
      <w:proofErr w:type="spellStart"/>
      <w:r w:rsidR="00C747C1">
        <w:t>a</w:t>
      </w:r>
      <w:r>
        <w:t>_</w:t>
      </w:r>
      <w:r w:rsidR="00C747C1">
        <w:t>G</w:t>
      </w:r>
      <w:proofErr w:type="spellEnd"/>
      <w:r w:rsidR="00C747C1">
        <w:t>: Grenzwinkel der Totalreflexion</w:t>
      </w:r>
      <w:r w:rsidR="00316456">
        <w:br/>
      </w:r>
      <w:r w:rsidR="00C747C1">
        <w:t>n</w:t>
      </w:r>
      <w:r>
        <w:t>_</w:t>
      </w:r>
      <w:r w:rsidR="00C747C1">
        <w:t>1, n</w:t>
      </w:r>
      <w:r>
        <w:t>_</w:t>
      </w:r>
      <w:r w:rsidR="00C747C1">
        <w:t>2: Brechzahlen der optischen Medien</w:t>
      </w:r>
    </w:p>
    <w:p w14:paraId="0AB569CF" w14:textId="77777777" w:rsidR="00DD2ED2" w:rsidRDefault="00DD2ED2" w:rsidP="00C747C1"/>
    <w:p w14:paraId="11E57FB9" w14:textId="2564067D" w:rsidR="00C747C1" w:rsidRDefault="00C747C1" w:rsidP="00DD2ED2">
      <w:pPr>
        <w:pStyle w:val="berschrift4"/>
      </w:pPr>
      <w:r>
        <w:t>Abbildungsgleichung für dünne Linsen und für Spiegel</w:t>
      </w:r>
    </w:p>
    <w:p w14:paraId="7E1E0682" w14:textId="77777777" w:rsidR="00DD2ED2" w:rsidRDefault="00C747C1" w:rsidP="00C747C1">
      <w:r>
        <w:t>1</w:t>
      </w:r>
      <w:r w:rsidR="00DD2ED2">
        <w:t>/f</w:t>
      </w:r>
      <w:r>
        <w:t xml:space="preserve"> =1</w:t>
      </w:r>
      <w:r w:rsidR="00DD2ED2">
        <w:t>/g</w:t>
      </w:r>
      <w:r>
        <w:t xml:space="preserve"> +1</w:t>
      </w:r>
      <w:r w:rsidR="00DD2ED2">
        <w:t>/b</w:t>
      </w:r>
    </w:p>
    <w:p w14:paraId="03013F1C" w14:textId="77777777" w:rsidR="00DD2ED2" w:rsidRDefault="00DD2ED2" w:rsidP="00C747C1"/>
    <w:p w14:paraId="36A3EBCF" w14:textId="306FE15D" w:rsidR="00C747C1" w:rsidRDefault="00C747C1" w:rsidP="00316456">
      <w:r>
        <w:t>f: Brennweite</w:t>
      </w:r>
      <w:r w:rsidR="00316456">
        <w:br/>
      </w:r>
      <w:r>
        <w:t>g: Gegenstandsweite</w:t>
      </w:r>
      <w:r w:rsidR="00316456">
        <w:br/>
      </w:r>
      <w:r>
        <w:t>b: Bildweite</w:t>
      </w:r>
    </w:p>
    <w:p w14:paraId="5CF87437" w14:textId="77777777" w:rsidR="00DD2ED2" w:rsidRDefault="00DD2ED2" w:rsidP="00C747C1"/>
    <w:p w14:paraId="499A3A97" w14:textId="0FAE2E28" w:rsidR="00C747C1" w:rsidRDefault="00C747C1" w:rsidP="00DD2ED2">
      <w:pPr>
        <w:pStyle w:val="berschrift4"/>
      </w:pPr>
      <w:r>
        <w:lastRenderedPageBreak/>
        <w:t>Abbildungsmaßstab für dünne Linsen und für Spiegel</w:t>
      </w:r>
    </w:p>
    <w:p w14:paraId="3CC69D41" w14:textId="4FF1D3AD" w:rsidR="00C747C1" w:rsidRDefault="00C747C1" w:rsidP="00C747C1">
      <w:r>
        <w:t>A =B</w:t>
      </w:r>
      <w:r w:rsidR="00F3369A">
        <w:t>/G</w:t>
      </w:r>
      <w:r>
        <w:t xml:space="preserve"> =b</w:t>
      </w:r>
      <w:r w:rsidR="00F3369A">
        <w:t>/</w:t>
      </w:r>
      <w:r>
        <w:t>g</w:t>
      </w:r>
    </w:p>
    <w:p w14:paraId="73F08E7C" w14:textId="77777777" w:rsidR="00F3369A" w:rsidRDefault="00F3369A" w:rsidP="00316456"/>
    <w:p w14:paraId="4B9047E3" w14:textId="29E82167" w:rsidR="00C747C1" w:rsidRDefault="00C747C1" w:rsidP="00316456">
      <w:r>
        <w:t>A: Abbildungsmaßstab</w:t>
      </w:r>
      <w:r w:rsidR="00316456">
        <w:br/>
      </w:r>
      <w:r>
        <w:t>B: Bildgröße</w:t>
      </w:r>
      <w:r w:rsidR="00316456">
        <w:br/>
      </w:r>
      <w:r>
        <w:t>G: Gegenstandsgröße</w:t>
      </w:r>
      <w:r w:rsidR="00316456">
        <w:br/>
      </w:r>
      <w:r>
        <w:t>b: Bildweite</w:t>
      </w:r>
      <w:r w:rsidR="00316456">
        <w:br/>
      </w:r>
      <w:r>
        <w:t>g: Gegenstandsweite</w:t>
      </w:r>
    </w:p>
    <w:p w14:paraId="29D586E4" w14:textId="77777777" w:rsidR="00F3369A" w:rsidRDefault="00F3369A" w:rsidP="00C747C1"/>
    <w:p w14:paraId="67C6D113" w14:textId="0FF11DB1" w:rsidR="00F3369A" w:rsidRDefault="00F3369A" w:rsidP="00C747C1">
      <w:r>
        <w:t>((35))</w:t>
      </w:r>
    </w:p>
    <w:p w14:paraId="7922B690" w14:textId="7FA493CB" w:rsidR="00C747C1" w:rsidRDefault="00C747C1" w:rsidP="00F3369A">
      <w:pPr>
        <w:pStyle w:val="berschrift3"/>
      </w:pPr>
      <w:r>
        <w:t>Wellenoptik</w:t>
      </w:r>
    </w:p>
    <w:p w14:paraId="43C2B01E" w14:textId="38474D8A" w:rsidR="00C747C1" w:rsidRDefault="00C747C1" w:rsidP="00251639">
      <w:pPr>
        <w:pStyle w:val="berschrift4"/>
      </w:pPr>
      <w:r>
        <w:t>Interferenz</w:t>
      </w:r>
    </w:p>
    <w:p w14:paraId="1EEB47D7" w14:textId="26A7ADC7" w:rsidR="00C747C1" w:rsidRDefault="00251639" w:rsidP="00251639">
      <w:pPr>
        <w:pStyle w:val="Liste"/>
      </w:pPr>
      <w:r>
        <w:t>-</w:t>
      </w:r>
      <w:r w:rsidR="00C747C1">
        <w:t xml:space="preserve"> Doppelspalt</w:t>
      </w:r>
    </w:p>
    <w:p w14:paraId="432FCDE2" w14:textId="77777777" w:rsidR="00C747C1" w:rsidRDefault="00C747C1" w:rsidP="00FC2C21">
      <w:pPr>
        <w:pStyle w:val="Liste2"/>
      </w:pPr>
      <w:r>
        <w:t>Für Maxima gilt:</w:t>
      </w:r>
    </w:p>
    <w:p w14:paraId="096B5659" w14:textId="77777777" w:rsidR="00316456" w:rsidRDefault="00192F10" w:rsidP="00FC2C21">
      <w:pPr>
        <w:pStyle w:val="Liste2"/>
      </w:pPr>
      <w:r>
        <w:t>\</w:t>
      </w:r>
      <w:proofErr w:type="spellStart"/>
      <w:r>
        <w:t>frac</w:t>
      </w:r>
      <w:proofErr w:type="spellEnd"/>
      <w:r>
        <w:t xml:space="preserve">{k *~l}{g} </w:t>
      </w:r>
      <w:r w:rsidR="00C747C1">
        <w:t>=sin</w:t>
      </w:r>
      <w:r>
        <w:t>(~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>
        <w:t>)</w:t>
      </w:r>
    </w:p>
    <w:p w14:paraId="6744A392" w14:textId="75DC4B8D" w:rsidR="00C747C1" w:rsidRDefault="00C747C1" w:rsidP="00FC2C21">
      <w:pPr>
        <w:pStyle w:val="Liste2"/>
      </w:pPr>
      <w:r>
        <w:t>k =0, 1, 2, ...</w:t>
      </w:r>
    </w:p>
    <w:p w14:paraId="266BB940" w14:textId="77777777" w:rsidR="00192F10" w:rsidRDefault="00192F10" w:rsidP="00FC2C21">
      <w:pPr>
        <w:pStyle w:val="Liste2"/>
      </w:pPr>
    </w:p>
    <w:p w14:paraId="4F43F519" w14:textId="61EEEFA0" w:rsidR="00C747C1" w:rsidRDefault="00C747C1" w:rsidP="00FC2C21">
      <w:pPr>
        <w:pStyle w:val="Liste2"/>
      </w:pPr>
      <w:r>
        <w:t>Für Minima gilt:</w:t>
      </w:r>
    </w:p>
    <w:p w14:paraId="28FE6FF0" w14:textId="77777777" w:rsidR="00316456" w:rsidRDefault="00192F10" w:rsidP="00FC2C21">
      <w:pPr>
        <w:pStyle w:val="Liste2"/>
      </w:pPr>
      <w:r>
        <w:t>\</w:t>
      </w:r>
      <w:proofErr w:type="spellStart"/>
      <w:r>
        <w:t>frac</w:t>
      </w:r>
      <w:proofErr w:type="spellEnd"/>
      <w:r>
        <w:t>{(2k -1) *1/2 ~l}{g} =</w:t>
      </w:r>
      <w:r w:rsidR="00C747C1">
        <w:t>sin</w:t>
      </w:r>
      <w:r>
        <w:t>(~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>
        <w:t>)</w:t>
      </w:r>
    </w:p>
    <w:p w14:paraId="6DBD35B6" w14:textId="441904C8" w:rsidR="00C747C1" w:rsidRDefault="00C747C1" w:rsidP="00FC2C21">
      <w:pPr>
        <w:pStyle w:val="Liste2"/>
      </w:pPr>
      <w:r>
        <w:t>k =1, 2, 3, ...</w:t>
      </w:r>
    </w:p>
    <w:p w14:paraId="25121AFC" w14:textId="7F0A5307" w:rsidR="00192F10" w:rsidRDefault="00192F10" w:rsidP="00316456">
      <w:pPr>
        <w:pStyle w:val="Listenfortsetzung"/>
      </w:pPr>
    </w:p>
    <w:p w14:paraId="5B3E908F" w14:textId="73937865" w:rsidR="00192F10" w:rsidRDefault="00192F10" w:rsidP="00316456">
      <w:pPr>
        <w:pStyle w:val="Listenfortsetzung"/>
      </w:pPr>
      <w:r>
        <w:t>~l: Wellenlänge</w:t>
      </w:r>
      <w:r w:rsidR="00316456">
        <w:br/>
      </w:r>
      <w:r>
        <w:t>g: Spaltmittenabstand</w:t>
      </w:r>
      <w:r w:rsidR="00316456">
        <w:br/>
      </w:r>
      <w:r>
        <w:t>~</w:t>
      </w:r>
      <w:proofErr w:type="spellStart"/>
      <w:r>
        <w:t>a_k</w:t>
      </w:r>
      <w:proofErr w:type="spellEnd"/>
      <w:r>
        <w:t>: Winkel, unter dem das Maximum bzw. Minimum k-</w:t>
      </w:r>
      <w:proofErr w:type="spellStart"/>
      <w:r>
        <w:t>ter</w:t>
      </w:r>
      <w:proofErr w:type="spellEnd"/>
      <w:r>
        <w:t xml:space="preserve"> Ordnung erscheint</w:t>
      </w:r>
    </w:p>
    <w:p w14:paraId="684EFF21" w14:textId="77777777" w:rsidR="00192F10" w:rsidRDefault="00192F10" w:rsidP="00C747C1"/>
    <w:p w14:paraId="0EC27B42" w14:textId="5AFEFF9F" w:rsidR="00C747C1" w:rsidRDefault="00192F10" w:rsidP="00192F10">
      <w:pPr>
        <w:pStyle w:val="Liste"/>
      </w:pPr>
      <w:r>
        <w:t>-</w:t>
      </w:r>
      <w:r w:rsidR="00C747C1">
        <w:t xml:space="preserve"> Gitter</w:t>
      </w:r>
    </w:p>
    <w:p w14:paraId="55FF5B6E" w14:textId="77777777" w:rsidR="00C747C1" w:rsidRDefault="00C747C1" w:rsidP="00192F10">
      <w:pPr>
        <w:pStyle w:val="Liste2"/>
      </w:pPr>
      <w:r>
        <w:t>Für Hauptmaxima gilt:</w:t>
      </w:r>
    </w:p>
    <w:p w14:paraId="44EF164E" w14:textId="77777777" w:rsidR="00316456" w:rsidRDefault="00192F10" w:rsidP="00192F10">
      <w:pPr>
        <w:pStyle w:val="Liste2"/>
      </w:pPr>
      <w:r>
        <w:t>\</w:t>
      </w:r>
      <w:proofErr w:type="spellStart"/>
      <w:r>
        <w:t>frac</w:t>
      </w:r>
      <w:proofErr w:type="spellEnd"/>
      <w:r>
        <w:t>{k *~l}{g} =</w:t>
      </w:r>
      <w:r w:rsidR="00C747C1">
        <w:t>sin</w:t>
      </w:r>
      <w:r>
        <w:t>(~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>
        <w:t>)</w:t>
      </w:r>
    </w:p>
    <w:p w14:paraId="1047F4A5" w14:textId="233783D5" w:rsidR="00C747C1" w:rsidRDefault="00C747C1" w:rsidP="00192F10">
      <w:pPr>
        <w:pStyle w:val="Liste2"/>
      </w:pPr>
      <w:r>
        <w:t>k =0, 1, 2, ...</w:t>
      </w:r>
    </w:p>
    <w:p w14:paraId="02CE610B" w14:textId="77777777" w:rsidR="00192F10" w:rsidRDefault="00192F10" w:rsidP="00316456">
      <w:pPr>
        <w:pStyle w:val="Listenfortsetzung"/>
      </w:pPr>
    </w:p>
    <w:p w14:paraId="020CE7CE" w14:textId="673D25B3" w:rsidR="00192F10" w:rsidRDefault="00192F10" w:rsidP="00316456">
      <w:pPr>
        <w:pStyle w:val="Listenfortsetzung"/>
      </w:pPr>
      <w:r>
        <w:lastRenderedPageBreak/>
        <w:t>~l: Wellenlänge</w:t>
      </w:r>
      <w:r w:rsidR="00316456">
        <w:br/>
      </w:r>
      <w:r>
        <w:t>g: Spaltmittenabstand</w:t>
      </w:r>
      <w:r w:rsidR="00316456">
        <w:br/>
      </w:r>
      <w:r>
        <w:t>~</w:t>
      </w:r>
      <w:proofErr w:type="spellStart"/>
      <w:r>
        <w:t>a_k</w:t>
      </w:r>
      <w:proofErr w:type="spellEnd"/>
      <w:r>
        <w:t>: Winkel, unter dem das Hauptmaximum k-</w:t>
      </w:r>
      <w:proofErr w:type="spellStart"/>
      <w:r>
        <w:t>ter</w:t>
      </w:r>
      <w:proofErr w:type="spellEnd"/>
      <w:r>
        <w:t xml:space="preserve"> Ordnung erscheint</w:t>
      </w:r>
    </w:p>
    <w:p w14:paraId="6A841D42" w14:textId="77777777" w:rsidR="00192F10" w:rsidRDefault="00192F10" w:rsidP="00C747C1"/>
    <w:p w14:paraId="33810EB9" w14:textId="25383CB5" w:rsidR="00C747C1" w:rsidRDefault="00192F10" w:rsidP="00192F10">
      <w:pPr>
        <w:pStyle w:val="Liste"/>
      </w:pPr>
      <w:r>
        <w:t>-</w:t>
      </w:r>
      <w:r w:rsidR="00C747C1">
        <w:t xml:space="preserve"> Einzelspalt</w:t>
      </w:r>
    </w:p>
    <w:p w14:paraId="791E8C32" w14:textId="77777777" w:rsidR="00C747C1" w:rsidRDefault="00C747C1" w:rsidP="00192F10">
      <w:pPr>
        <w:pStyle w:val="Liste2"/>
      </w:pPr>
      <w:r>
        <w:t>Für Minima gilt:</w:t>
      </w:r>
    </w:p>
    <w:p w14:paraId="2FC52205" w14:textId="77777777" w:rsidR="00316456" w:rsidRDefault="00192F10" w:rsidP="00192F10">
      <w:pPr>
        <w:pStyle w:val="Liste2"/>
      </w:pPr>
      <w:r>
        <w:t>\</w:t>
      </w:r>
      <w:proofErr w:type="spellStart"/>
      <w:r>
        <w:t>frac</w:t>
      </w:r>
      <w:proofErr w:type="spellEnd"/>
      <w:r>
        <w:t xml:space="preserve">{k *~l}{d} </w:t>
      </w:r>
      <w:r w:rsidR="00C747C1">
        <w:t>=sin</w:t>
      </w:r>
      <w:r>
        <w:t>(~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>
        <w:t>)</w:t>
      </w:r>
    </w:p>
    <w:p w14:paraId="16FA2AA5" w14:textId="38B6F65B" w:rsidR="00C747C1" w:rsidRDefault="00C747C1" w:rsidP="00192F10">
      <w:pPr>
        <w:pStyle w:val="Liste2"/>
      </w:pPr>
      <w:r>
        <w:t>k =1, 2, 3, ...</w:t>
      </w:r>
    </w:p>
    <w:p w14:paraId="65551682" w14:textId="77777777" w:rsidR="00192F10" w:rsidRDefault="00192F10" w:rsidP="00192F10">
      <w:pPr>
        <w:pStyle w:val="Liste2"/>
      </w:pPr>
    </w:p>
    <w:p w14:paraId="168CF657" w14:textId="11F930FE" w:rsidR="00C747C1" w:rsidRDefault="00C747C1" w:rsidP="00192F10">
      <w:pPr>
        <w:pStyle w:val="Liste2"/>
      </w:pPr>
      <w:r>
        <w:t>Für Maxima ab der ersten Ordnung gilt</w:t>
      </w:r>
      <w:r w:rsidR="00192F10">
        <w:t xml:space="preserve"> </w:t>
      </w:r>
      <w:r>
        <w:t>(Näherung):</w:t>
      </w:r>
    </w:p>
    <w:p w14:paraId="039BC7D9" w14:textId="77777777" w:rsidR="00316456" w:rsidRDefault="00192F10" w:rsidP="00192F10">
      <w:pPr>
        <w:pStyle w:val="Liste2"/>
      </w:pPr>
      <w:r>
        <w:t>\</w:t>
      </w:r>
      <w:proofErr w:type="spellStart"/>
      <w:r>
        <w:t>frac</w:t>
      </w:r>
      <w:proofErr w:type="spellEnd"/>
      <w:r>
        <w:t xml:space="preserve">{(2k +1) *1/2 ~l}{d} </w:t>
      </w:r>
      <w:r w:rsidR="00C747C1">
        <w:t>=sin</w:t>
      </w:r>
      <w:r>
        <w:t>(~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>
        <w:t>)</w:t>
      </w:r>
    </w:p>
    <w:p w14:paraId="09805CF7" w14:textId="0A4E852F" w:rsidR="00C747C1" w:rsidRDefault="00C747C1" w:rsidP="00192F10">
      <w:pPr>
        <w:pStyle w:val="Liste2"/>
      </w:pPr>
      <w:r>
        <w:t>k =1, 2, 3, ...</w:t>
      </w:r>
    </w:p>
    <w:p w14:paraId="74F7AB18" w14:textId="77777777" w:rsidR="00192F10" w:rsidRDefault="00192F10" w:rsidP="00316456">
      <w:pPr>
        <w:pStyle w:val="Listenfortsetzung"/>
      </w:pPr>
    </w:p>
    <w:p w14:paraId="27205CA9" w14:textId="49211DF9" w:rsidR="00192F10" w:rsidRDefault="00192F10" w:rsidP="00316456">
      <w:pPr>
        <w:pStyle w:val="Listenfortsetzung"/>
      </w:pPr>
      <w:r>
        <w:t>~l: Wellenlänge</w:t>
      </w:r>
      <w:r w:rsidR="00316456">
        <w:br/>
      </w:r>
      <w:r>
        <w:t>d: Spaltbreite</w:t>
      </w:r>
      <w:r w:rsidR="00316456">
        <w:br/>
      </w:r>
      <w:r>
        <w:t>~</w:t>
      </w:r>
      <w:proofErr w:type="spellStart"/>
      <w:r>
        <w:t>a_k</w:t>
      </w:r>
      <w:proofErr w:type="spellEnd"/>
      <w:r>
        <w:t>: Winkel, unter dem das Maximum bzw. Minimum k-</w:t>
      </w:r>
      <w:proofErr w:type="spellStart"/>
      <w:r>
        <w:t>ter</w:t>
      </w:r>
      <w:proofErr w:type="spellEnd"/>
      <w:r>
        <w:t xml:space="preserve"> Ordnung erscheint</w:t>
      </w:r>
    </w:p>
    <w:p w14:paraId="4B040697" w14:textId="77777777" w:rsidR="00192F10" w:rsidRDefault="00192F10" w:rsidP="00C747C1"/>
    <w:p w14:paraId="1C7B296E" w14:textId="6126CA73" w:rsidR="00C747C1" w:rsidRDefault="00C747C1" w:rsidP="008C0DBA">
      <w:pPr>
        <w:pStyle w:val="berschrift4"/>
      </w:pPr>
      <w:r>
        <w:t>Bragg-Beziehung</w:t>
      </w:r>
    </w:p>
    <w:p w14:paraId="28462A4F" w14:textId="77777777" w:rsidR="00516FD4" w:rsidRDefault="00C747C1" w:rsidP="00192F10">
      <w:pPr>
        <w:pStyle w:val="Liste2"/>
      </w:pPr>
      <w:r>
        <w:t xml:space="preserve">2d </w:t>
      </w:r>
      <w:r w:rsidR="00192F10">
        <w:t>*</w:t>
      </w:r>
      <w:r>
        <w:t>sin</w:t>
      </w:r>
      <w:r w:rsidR="00192F10">
        <w:t>(~</w:t>
      </w:r>
      <w:proofErr w:type="spellStart"/>
      <w:r w:rsidR="00192F10">
        <w:t>f_</w:t>
      </w:r>
      <w:r>
        <w:t>k</w:t>
      </w:r>
      <w:proofErr w:type="spellEnd"/>
      <w:r w:rsidR="00192F10">
        <w:t>)</w:t>
      </w:r>
      <w:r>
        <w:t xml:space="preserve"> =k</w:t>
      </w:r>
      <w:r w:rsidR="00192F10">
        <w:t xml:space="preserve"> *~l</w:t>
      </w:r>
    </w:p>
    <w:p w14:paraId="29E0A76A" w14:textId="26D1E25B" w:rsidR="00C747C1" w:rsidRDefault="00192F10" w:rsidP="00192F10">
      <w:pPr>
        <w:pStyle w:val="Liste2"/>
      </w:pPr>
      <w:r>
        <w:t>k</w:t>
      </w:r>
      <w:r w:rsidR="00C747C1">
        <w:t xml:space="preserve"> =1, 2, 3, ...</w:t>
      </w:r>
    </w:p>
    <w:p w14:paraId="217EB96A" w14:textId="77777777" w:rsidR="00192F10" w:rsidRDefault="00192F10" w:rsidP="00516FD4">
      <w:pPr>
        <w:pStyle w:val="Listenfortsetzung"/>
      </w:pPr>
    </w:p>
    <w:p w14:paraId="167623D3" w14:textId="6A075992" w:rsidR="00192F10" w:rsidRDefault="00192F10" w:rsidP="00516FD4">
      <w:pPr>
        <w:pStyle w:val="Listenfortsetzung"/>
      </w:pPr>
      <w:r>
        <w:t xml:space="preserve">d: </w:t>
      </w:r>
      <w:proofErr w:type="spellStart"/>
      <w:r>
        <w:t>Netzebenenabstand</w:t>
      </w:r>
      <w:proofErr w:type="spellEnd"/>
      <w:r w:rsidR="00516FD4">
        <w:br/>
      </w:r>
      <w:r>
        <w:t>~</w:t>
      </w:r>
      <w:proofErr w:type="spellStart"/>
      <w:r>
        <w:t>f_k</w:t>
      </w:r>
      <w:proofErr w:type="spellEnd"/>
      <w:r>
        <w:t>: Glanzwinkel (zur Netzebene)</w:t>
      </w:r>
      <w:r w:rsidR="00516FD4">
        <w:br/>
      </w:r>
      <w:r>
        <w:t>~l: Wellenlänge</w:t>
      </w:r>
    </w:p>
    <w:p w14:paraId="053810F1" w14:textId="77777777" w:rsidR="00192F10" w:rsidRDefault="00192F10" w:rsidP="00C747C1"/>
    <w:p w14:paraId="2A835477" w14:textId="0D7EB1CC" w:rsidR="00C747C1" w:rsidRDefault="00C747C1" w:rsidP="008C0DBA">
      <w:pPr>
        <w:pStyle w:val="berschrift4"/>
      </w:pPr>
      <w:proofErr w:type="spellStart"/>
      <w:r>
        <w:t>Rayleigh'sches</w:t>
      </w:r>
      <w:proofErr w:type="spellEnd"/>
      <w:r>
        <w:t xml:space="preserve"> Kriterium der Auflösung</w:t>
      </w:r>
    </w:p>
    <w:p w14:paraId="0B4C3399" w14:textId="1693B79C" w:rsidR="00C747C1" w:rsidRDefault="00192F10" w:rsidP="00192F10">
      <w:pPr>
        <w:pStyle w:val="Liste2"/>
      </w:pPr>
      <w:r>
        <w:t>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 w:rsidR="00C747C1">
        <w:t xml:space="preserve"> =1</w:t>
      </w:r>
      <w:r>
        <w:t>,</w:t>
      </w:r>
      <w:r w:rsidR="00C747C1">
        <w:t>22</w:t>
      </w:r>
      <w:r>
        <w:t xml:space="preserve"> *\</w:t>
      </w:r>
      <w:proofErr w:type="spellStart"/>
      <w:r>
        <w:t>frac</w:t>
      </w:r>
      <w:proofErr w:type="spellEnd"/>
      <w:r>
        <w:t>{~l}{d}</w:t>
      </w:r>
    </w:p>
    <w:p w14:paraId="05642A4F" w14:textId="4BBF2DAB" w:rsidR="00C747C1" w:rsidRDefault="00C747C1" w:rsidP="00516FD4">
      <w:pPr>
        <w:pStyle w:val="Listenfortsetzung"/>
      </w:pPr>
    </w:p>
    <w:p w14:paraId="3554CEB3" w14:textId="6E1128F1" w:rsidR="00C747C1" w:rsidRDefault="00192F10" w:rsidP="00516FD4">
      <w:pPr>
        <w:pStyle w:val="Listenfortsetzung"/>
      </w:pPr>
      <w:r>
        <w:t>~l</w:t>
      </w:r>
      <w:r w:rsidR="00C747C1">
        <w:t>: Wellenlänge</w:t>
      </w:r>
      <w:r w:rsidR="00516FD4">
        <w:br/>
      </w:r>
      <w:r w:rsidR="00C747C1">
        <w:t>d: Durchmesser der Öffnung</w:t>
      </w:r>
      <w:r w:rsidR="00516FD4">
        <w:br/>
      </w:r>
      <w:r>
        <w:lastRenderedPageBreak/>
        <w:t>~</w:t>
      </w:r>
      <w:proofErr w:type="spellStart"/>
      <w:r w:rsidR="00C747C1">
        <w:t>a</w:t>
      </w:r>
      <w:r>
        <w:t>_</w:t>
      </w:r>
      <w:r w:rsidR="00C747C1">
        <w:t>k</w:t>
      </w:r>
      <w:proofErr w:type="spellEnd"/>
      <w:r w:rsidR="00C747C1">
        <w:t>: kritischer Winkel, bei dem die beiden Quellen gerade noch getrennt wahrgenommen werden</w:t>
      </w:r>
    </w:p>
    <w:p w14:paraId="1D6325EE" w14:textId="77777777" w:rsidR="00192F10" w:rsidRDefault="00192F10" w:rsidP="00C747C1"/>
    <w:p w14:paraId="0D7C938A" w14:textId="6B60C33D" w:rsidR="00192F10" w:rsidRDefault="00192F10" w:rsidP="00C747C1">
      <w:r>
        <w:t>((36))</w:t>
      </w:r>
    </w:p>
    <w:p w14:paraId="118A8292" w14:textId="1902AC4C" w:rsidR="00C747C1" w:rsidRDefault="00C747C1" w:rsidP="00DB5E74">
      <w:pPr>
        <w:pStyle w:val="berschrift4"/>
      </w:pPr>
      <w:r>
        <w:t>Durchlässigkeit beim linearen Polarisationsfilter</w:t>
      </w:r>
    </w:p>
    <w:p w14:paraId="09BFD0D7" w14:textId="7E8330C0" w:rsidR="00C747C1" w:rsidRDefault="00DB5E74" w:rsidP="00C747C1">
      <w:r>
        <w:t>\</w:t>
      </w:r>
      <w:proofErr w:type="spellStart"/>
      <w:r>
        <w:t>frac</w:t>
      </w:r>
      <w:proofErr w:type="spellEnd"/>
      <w:r>
        <w:t xml:space="preserve">{I}{I_0} </w:t>
      </w:r>
      <w:r w:rsidR="00C747C1">
        <w:t>=(</w:t>
      </w:r>
      <w:proofErr w:type="spellStart"/>
      <w:r w:rsidR="00C747C1">
        <w:t>cos</w:t>
      </w:r>
      <w:r>
        <w:t>~f</w:t>
      </w:r>
      <w:proofErr w:type="spellEnd"/>
      <w:r w:rsidR="00C747C1">
        <w:t>)</w:t>
      </w:r>
      <w:r>
        <w:t>^2</w:t>
      </w:r>
    </w:p>
    <w:p w14:paraId="75C462DE" w14:textId="77777777" w:rsidR="00DB5E74" w:rsidRDefault="00DB5E74" w:rsidP="00516FD4"/>
    <w:p w14:paraId="65B12F4E" w14:textId="7E753246" w:rsidR="00C747C1" w:rsidRDefault="00C747C1" w:rsidP="00516FD4">
      <w:r>
        <w:t>I: Intensität der durchgelassenen Welle</w:t>
      </w:r>
      <w:r w:rsidR="00516FD4">
        <w:br/>
      </w:r>
      <w:r>
        <w:t>I</w:t>
      </w:r>
      <w:r w:rsidR="00DB5E74">
        <w:t>_</w:t>
      </w:r>
      <w:r>
        <w:t>0: Intensität der einlaufenden Welle</w:t>
      </w:r>
      <w:r w:rsidR="00516FD4">
        <w:br/>
      </w:r>
      <w:r w:rsidR="00DB5E74">
        <w:t>~f</w:t>
      </w:r>
      <w:r>
        <w:t>: Winkel zwischen der Schwingungsrichtung des einfallenden Lichts und der Polarisationsachse des Filters</w:t>
      </w:r>
    </w:p>
    <w:p w14:paraId="063F4658" w14:textId="77777777" w:rsidR="00DB5E74" w:rsidRDefault="00DB5E74" w:rsidP="00C747C1"/>
    <w:p w14:paraId="5970B7ED" w14:textId="64E1E931" w:rsidR="00C747C1" w:rsidRDefault="00C747C1" w:rsidP="00DB5E74">
      <w:pPr>
        <w:pStyle w:val="berschrift4"/>
      </w:pPr>
      <w:r>
        <w:t>Brewster-Gesetz zur Polarisation des Lichts, senkrecht zur Zeichenebene</w:t>
      </w:r>
    </w:p>
    <w:p w14:paraId="544CE1DA" w14:textId="1ACF1525" w:rsidR="00C747C1" w:rsidRDefault="005B05FA" w:rsidP="00C747C1">
      <w:r>
        <w:t>&lt;Bild&gt;Ein einfallender Strahl trifft im optischen Medium mit Brechzahl n_1 im Winkel ~</w:t>
      </w:r>
      <w:proofErr w:type="spellStart"/>
      <w:r>
        <w:t>e_P</w:t>
      </w:r>
      <w:proofErr w:type="spellEnd"/>
      <w:r>
        <w:t xml:space="preserve"> zum Lot (Polarisations-/Einfallswinkel) auf eine Grenzfläche, an die sich ein optisches Medium mit Brechzahl n_2 anschließt.</w:t>
      </w:r>
      <w:r w:rsidR="00382895">
        <w:br/>
      </w:r>
      <w:r>
        <w:t>Von der Stelle, an der der einfallende Strahl die Grenzfläche trifft, gehen zwei Strahlen aus:</w:t>
      </w:r>
      <w:r>
        <w:br/>
        <w:t>Der reflektierte Strahl bleibt im optischen Medium n_1 und verlässt die Grenzfläche unter dem Winkel ~</w:t>
      </w:r>
      <w:proofErr w:type="spellStart"/>
      <w:r>
        <w:t>e_P</w:t>
      </w:r>
      <w:proofErr w:type="spellEnd"/>
      <w:r>
        <w:t xml:space="preserve"> zum Lot.</w:t>
      </w:r>
      <w:r>
        <w:br/>
        <w:t>Der gebrochene Strahl im Medium mit der Brechzahl n_2 verläuft unter einem kleineren Winkel zum Lot.</w:t>
      </w:r>
      <w:r w:rsidR="008C0DBA">
        <w:br/>
      </w:r>
      <w:r>
        <w:t>Dabei stehen der reflektierte Strahl und der gebrochene Strahl im rechten Winkel zueinander.</w:t>
      </w:r>
      <w:r>
        <w:br/>
        <w:t>&lt;/Bild&gt;</w:t>
      </w:r>
    </w:p>
    <w:p w14:paraId="150F3B5A" w14:textId="77777777" w:rsidR="00DB5E74" w:rsidRDefault="00DB5E74" w:rsidP="00C747C1"/>
    <w:p w14:paraId="2599B15F" w14:textId="1C6BA47F" w:rsidR="00DB5E74" w:rsidRDefault="00DB5E74" w:rsidP="00C747C1">
      <w:r>
        <w:t>n_1 &lt;n_2</w:t>
      </w:r>
    </w:p>
    <w:p w14:paraId="54381B57" w14:textId="0DB688A0" w:rsidR="00DB5E74" w:rsidRDefault="00DB5E74" w:rsidP="00C747C1">
      <w:r>
        <w:t>tan(~</w:t>
      </w:r>
      <w:proofErr w:type="spellStart"/>
      <w:r>
        <w:t>e_P</w:t>
      </w:r>
      <w:proofErr w:type="spellEnd"/>
      <w:r>
        <w:t>) =\</w:t>
      </w:r>
      <w:proofErr w:type="spellStart"/>
      <w:r>
        <w:t>frac</w:t>
      </w:r>
      <w:proofErr w:type="spellEnd"/>
      <w:r>
        <w:t>{c_1}{c_2} =\</w:t>
      </w:r>
      <w:proofErr w:type="spellStart"/>
      <w:r>
        <w:t>frac</w:t>
      </w:r>
      <w:proofErr w:type="spellEnd"/>
      <w:r>
        <w:t>{n_2}{n_1}</w:t>
      </w:r>
    </w:p>
    <w:p w14:paraId="68678068" w14:textId="77777777" w:rsidR="00DB5E74" w:rsidRDefault="00DB5E74" w:rsidP="00516FD4"/>
    <w:p w14:paraId="1B72406B" w14:textId="31F1C055" w:rsidR="00C747C1" w:rsidRDefault="00DB5E74" w:rsidP="00516FD4">
      <w:r>
        <w:lastRenderedPageBreak/>
        <w:t>~</w:t>
      </w:r>
      <w:proofErr w:type="spellStart"/>
      <w:r>
        <w:t>e_P</w:t>
      </w:r>
      <w:proofErr w:type="spellEnd"/>
      <w:r w:rsidR="00C747C1">
        <w:t>: Polarisationswinkel (Einfallswinkel)</w:t>
      </w:r>
      <w:r w:rsidR="00516FD4">
        <w:br/>
      </w:r>
      <w:r w:rsidR="00C747C1">
        <w:t>c</w:t>
      </w:r>
      <w:r>
        <w:t>_</w:t>
      </w:r>
      <w:r w:rsidR="00C747C1">
        <w:t>1, c</w:t>
      </w:r>
      <w:r>
        <w:t>_</w:t>
      </w:r>
      <w:r w:rsidR="00C747C1">
        <w:t>2: Lichtgeschwindigkeit im optischen Medium</w:t>
      </w:r>
      <w:r w:rsidR="00516FD4">
        <w:br/>
      </w:r>
      <w:r w:rsidR="00C747C1">
        <w:t>n</w:t>
      </w:r>
      <w:r>
        <w:t>_1</w:t>
      </w:r>
      <w:r w:rsidR="00C747C1">
        <w:t>, n</w:t>
      </w:r>
      <w:r>
        <w:t>_</w:t>
      </w:r>
      <w:r w:rsidR="00C747C1">
        <w:t>2: Brechzahlen der optischen Medien</w:t>
      </w:r>
    </w:p>
    <w:p w14:paraId="1AE5B8A9" w14:textId="77777777" w:rsidR="00DB5E74" w:rsidRDefault="00DB5E74" w:rsidP="00C747C1"/>
    <w:p w14:paraId="47796AF1" w14:textId="6A021EC2" w:rsidR="00C747C1" w:rsidRDefault="00C747C1" w:rsidP="00DB5E74">
      <w:pPr>
        <w:pStyle w:val="berschrift2"/>
      </w:pPr>
      <w:r>
        <w:t>3.4 Quantenphysik und Materie</w:t>
      </w:r>
    </w:p>
    <w:p w14:paraId="1808854F" w14:textId="77777777" w:rsidR="00C747C1" w:rsidRDefault="00C747C1" w:rsidP="00DB5E74">
      <w:pPr>
        <w:pStyle w:val="berschrift3"/>
      </w:pPr>
      <w:r>
        <w:t>Quantenobjekte</w:t>
      </w:r>
    </w:p>
    <w:p w14:paraId="5C3F0660" w14:textId="77777777" w:rsidR="00DB5E74" w:rsidRPr="00DB5E74" w:rsidRDefault="00DB5E74" w:rsidP="00DB5E74"/>
    <w:p w14:paraId="19EEE571" w14:textId="6D7464EF" w:rsidR="00C747C1" w:rsidRDefault="00C747C1" w:rsidP="00DB5E74">
      <w:pPr>
        <w:pStyle w:val="berschrift4"/>
      </w:pPr>
      <w:r>
        <w:t>Energie eines Photons</w:t>
      </w:r>
    </w:p>
    <w:p w14:paraId="7CE4ED4C" w14:textId="77777777" w:rsidR="00C747C1" w:rsidRDefault="00C747C1" w:rsidP="00C747C1">
      <w:r>
        <w:t>E =h *f</w:t>
      </w:r>
    </w:p>
    <w:p w14:paraId="2EBD22DE" w14:textId="77777777" w:rsidR="00DB5E74" w:rsidRDefault="00DB5E74" w:rsidP="00516FD4"/>
    <w:p w14:paraId="791C04D4" w14:textId="044A936B" w:rsidR="00DB5E74" w:rsidRDefault="00DB5E74" w:rsidP="00516FD4">
      <w:r>
        <w:t>E: Energie</w:t>
      </w:r>
      <w:r w:rsidR="00516FD4">
        <w:br/>
      </w:r>
      <w:r>
        <w:t>h: Planck'sches Wirkungsquantum</w:t>
      </w:r>
      <w:r w:rsidR="00516FD4">
        <w:br/>
      </w:r>
      <w:r>
        <w:t>f: Frequenz des Photons</w:t>
      </w:r>
    </w:p>
    <w:p w14:paraId="03E8BC5D" w14:textId="77777777" w:rsidR="00DB5E74" w:rsidRDefault="00DB5E74" w:rsidP="00C747C1"/>
    <w:p w14:paraId="75708739" w14:textId="4021243A" w:rsidR="00C747C1" w:rsidRDefault="00C747C1" w:rsidP="00DB5E74">
      <w:pPr>
        <w:pStyle w:val="berschrift4"/>
      </w:pPr>
      <w:r>
        <w:t>Energiebilanz beim Fotoeffekt</w:t>
      </w:r>
    </w:p>
    <w:p w14:paraId="79009768" w14:textId="7EBB4DBF" w:rsidR="00C747C1" w:rsidRDefault="00C747C1" w:rsidP="00C747C1">
      <w:r>
        <w:t>E</w:t>
      </w:r>
      <w:r w:rsidR="00DB5E74">
        <w:t>_{</w:t>
      </w:r>
      <w:proofErr w:type="spellStart"/>
      <w:r w:rsidR="00DB5E74">
        <w:t>kin</w:t>
      </w:r>
      <w:proofErr w:type="spellEnd"/>
      <w:r w:rsidR="00DB5E74">
        <w:t xml:space="preserve">, </w:t>
      </w:r>
      <w:proofErr w:type="spellStart"/>
      <w:r w:rsidR="00DB5E74">
        <w:t>max</w:t>
      </w:r>
      <w:proofErr w:type="spellEnd"/>
      <w:r w:rsidR="00DB5E74">
        <w:t>}</w:t>
      </w:r>
      <w:r>
        <w:t xml:space="preserve"> =h *f - W</w:t>
      </w:r>
      <w:r w:rsidR="00DB5E74">
        <w:t>_A</w:t>
      </w:r>
    </w:p>
    <w:p w14:paraId="075B4FD5" w14:textId="77777777" w:rsidR="00DB5E74" w:rsidRDefault="00DB5E74" w:rsidP="00516FD4"/>
    <w:p w14:paraId="3DA79F81" w14:textId="08EBE20E" w:rsidR="00DB5E74" w:rsidRDefault="00DB5E74" w:rsidP="00516FD4">
      <w:r>
        <w:t>E_{</w:t>
      </w:r>
      <w:proofErr w:type="spellStart"/>
      <w:r>
        <w:t>kin</w:t>
      </w:r>
      <w:proofErr w:type="spellEnd"/>
      <w:r>
        <w:t xml:space="preserve">, </w:t>
      </w:r>
      <w:proofErr w:type="spellStart"/>
      <w:r>
        <w:t>max</w:t>
      </w:r>
      <w:proofErr w:type="spellEnd"/>
      <w:r>
        <w:t>}: maximale kinetische Energie der Fotoelektronen</w:t>
      </w:r>
      <w:r w:rsidR="00516FD4">
        <w:br/>
      </w:r>
      <w:r>
        <w:t>h: Planck'sches Wirkungsquantum</w:t>
      </w:r>
      <w:r w:rsidR="00516FD4">
        <w:br/>
      </w:r>
      <w:r>
        <w:t>f: Frequenz des Photons</w:t>
      </w:r>
      <w:r w:rsidR="00516FD4">
        <w:br/>
      </w:r>
      <w:r>
        <w:t>W_A: Auslösearbeit</w:t>
      </w:r>
    </w:p>
    <w:p w14:paraId="38BBC8AC" w14:textId="77777777" w:rsidR="00DB5E74" w:rsidRDefault="00DB5E74" w:rsidP="00C747C1"/>
    <w:p w14:paraId="26BD5ACF" w14:textId="1BD361C9" w:rsidR="00C747C1" w:rsidRDefault="00C747C1" w:rsidP="00DB5E74">
      <w:pPr>
        <w:pStyle w:val="berschrift4"/>
      </w:pPr>
      <w:r>
        <w:t>Impuls eines Photons</w:t>
      </w:r>
    </w:p>
    <w:p w14:paraId="49516B93" w14:textId="08A09015" w:rsidR="00C747C1" w:rsidRDefault="00DB5E74" w:rsidP="00C747C1">
      <w:r>
        <w:t>p =E/c</w:t>
      </w:r>
    </w:p>
    <w:p w14:paraId="0D7A7F2E" w14:textId="77777777" w:rsidR="00DB5E74" w:rsidRDefault="00DB5E74" w:rsidP="00516FD4"/>
    <w:p w14:paraId="234B5943" w14:textId="43733323" w:rsidR="00C747C1" w:rsidRDefault="00C747C1" w:rsidP="00516FD4">
      <w:r>
        <w:t>p: Impuls</w:t>
      </w:r>
      <w:r w:rsidR="00516FD4">
        <w:br/>
      </w:r>
      <w:r>
        <w:t>E: Energie</w:t>
      </w:r>
      <w:r w:rsidR="00516FD4">
        <w:br/>
      </w:r>
      <w:r>
        <w:t>c: Lichtgeschwindigkeit</w:t>
      </w:r>
    </w:p>
    <w:p w14:paraId="3973F47C" w14:textId="77777777" w:rsidR="00DB5E74" w:rsidRDefault="00DB5E74" w:rsidP="00C747C1"/>
    <w:p w14:paraId="1CAC1D9C" w14:textId="64081588" w:rsidR="00C747C1" w:rsidRDefault="00C747C1" w:rsidP="00DB5E74">
      <w:pPr>
        <w:pStyle w:val="berschrift4"/>
      </w:pPr>
      <w:r>
        <w:t>Wellenlänge eines Quantenobjekts (de-Broglie-Wellenlänge)</w:t>
      </w:r>
    </w:p>
    <w:p w14:paraId="11F89AFA" w14:textId="76A8A384" w:rsidR="00C747C1" w:rsidRDefault="00DB5E74" w:rsidP="00C747C1">
      <w:r>
        <w:t>~l</w:t>
      </w:r>
      <w:r w:rsidR="00C747C1">
        <w:t xml:space="preserve"> =h</w:t>
      </w:r>
      <w:r>
        <w:t>/p</w:t>
      </w:r>
    </w:p>
    <w:p w14:paraId="095E303B" w14:textId="3E95F8A3" w:rsidR="00C747C1" w:rsidRDefault="00C747C1" w:rsidP="00516FD4"/>
    <w:p w14:paraId="5B0E7F18" w14:textId="6BC8D90B" w:rsidR="00C747C1" w:rsidRDefault="00DB5E74" w:rsidP="00516FD4">
      <w:r>
        <w:t>~l</w:t>
      </w:r>
      <w:r w:rsidR="00C747C1">
        <w:t>: Wellenlänge</w:t>
      </w:r>
      <w:r w:rsidR="00516FD4">
        <w:br/>
      </w:r>
      <w:r w:rsidR="00C747C1">
        <w:t>h: Planck'sches Wirkungsquantum</w:t>
      </w:r>
      <w:r w:rsidR="00516FD4">
        <w:br/>
      </w:r>
      <w:r w:rsidR="00C747C1">
        <w:t>p: Impuls des Quantenobjekts</w:t>
      </w:r>
    </w:p>
    <w:p w14:paraId="5486AA89" w14:textId="77777777" w:rsidR="00DB5E74" w:rsidRDefault="00DB5E74" w:rsidP="00C747C1"/>
    <w:p w14:paraId="0ACDDF00" w14:textId="01D3470E" w:rsidR="00DB5E74" w:rsidRPr="004E348E" w:rsidRDefault="00DB5E74" w:rsidP="00C747C1">
      <w:pPr>
        <w:rPr>
          <w:lang w:val="fr-FR"/>
        </w:rPr>
      </w:pPr>
      <w:r w:rsidRPr="004E348E">
        <w:rPr>
          <w:lang w:val="fr-FR"/>
        </w:rPr>
        <w:t>((37))</w:t>
      </w:r>
    </w:p>
    <w:p w14:paraId="562EA4C4" w14:textId="3361DF1D" w:rsidR="00C747C1" w:rsidRPr="004E348E" w:rsidRDefault="00C747C1" w:rsidP="009E7DF8">
      <w:pPr>
        <w:pStyle w:val="berschrift4"/>
        <w:rPr>
          <w:lang w:val="fr-FR"/>
        </w:rPr>
      </w:pPr>
      <w:r w:rsidRPr="004E348E">
        <w:rPr>
          <w:lang w:val="fr-FR"/>
        </w:rPr>
        <w:t>Compton-</w:t>
      </w:r>
      <w:proofErr w:type="spellStart"/>
      <w:r w:rsidRPr="004E348E">
        <w:rPr>
          <w:lang w:val="fr-FR"/>
        </w:rPr>
        <w:t>Effekt</w:t>
      </w:r>
      <w:proofErr w:type="spellEnd"/>
    </w:p>
    <w:p w14:paraId="5673E65E" w14:textId="4C2EFBCD" w:rsidR="00C747C1" w:rsidRPr="004E348E" w:rsidRDefault="009E7DF8" w:rsidP="00C747C1">
      <w:pPr>
        <w:rPr>
          <w:lang w:val="fr-FR"/>
        </w:rPr>
      </w:pPr>
      <w:r w:rsidRPr="004E348E">
        <w:rPr>
          <w:lang w:val="fr-FR"/>
        </w:rPr>
        <w:t>~</w:t>
      </w:r>
      <w:proofErr w:type="spellStart"/>
      <w:r w:rsidRPr="004E348E">
        <w:rPr>
          <w:lang w:val="fr-FR"/>
        </w:rPr>
        <w:t>D~l</w:t>
      </w:r>
      <w:proofErr w:type="spellEnd"/>
      <w:r w:rsidRPr="004E348E">
        <w:rPr>
          <w:lang w:val="fr-FR"/>
        </w:rPr>
        <w:t xml:space="preserve"> =~</w:t>
      </w:r>
      <w:proofErr w:type="spellStart"/>
      <w:r w:rsidRPr="004E348E">
        <w:rPr>
          <w:lang w:val="fr-FR"/>
        </w:rPr>
        <w:t>l_C</w:t>
      </w:r>
      <w:proofErr w:type="spellEnd"/>
      <w:r w:rsidRPr="004E348E">
        <w:rPr>
          <w:lang w:val="fr-FR"/>
        </w:rPr>
        <w:t xml:space="preserve"> *</w:t>
      </w:r>
      <w:r w:rsidR="00C747C1" w:rsidRPr="004E348E">
        <w:rPr>
          <w:lang w:val="fr-FR"/>
        </w:rPr>
        <w:t>(1 -</w:t>
      </w:r>
      <w:proofErr w:type="spellStart"/>
      <w:r w:rsidR="00C747C1" w:rsidRPr="004E348E">
        <w:rPr>
          <w:lang w:val="fr-FR"/>
        </w:rPr>
        <w:t>cos</w:t>
      </w:r>
      <w:r w:rsidRPr="004E348E">
        <w:rPr>
          <w:lang w:val="fr-FR"/>
        </w:rPr>
        <w:t>~f</w:t>
      </w:r>
      <w:proofErr w:type="spellEnd"/>
      <w:r w:rsidR="00C747C1" w:rsidRPr="004E348E">
        <w:rPr>
          <w:lang w:val="fr-FR"/>
        </w:rPr>
        <w:t>)</w:t>
      </w:r>
    </w:p>
    <w:p w14:paraId="004E788F" w14:textId="79D80746" w:rsidR="00C747C1" w:rsidRDefault="00C747C1" w:rsidP="00C747C1">
      <w:r>
        <w:t xml:space="preserve">mit: </w:t>
      </w:r>
      <w:r w:rsidR="009E7DF8">
        <w:t>~</w:t>
      </w:r>
      <w:proofErr w:type="spellStart"/>
      <w:r w:rsidR="009E7DF8">
        <w:t>l_</w:t>
      </w:r>
      <w:r>
        <w:t>C</w:t>
      </w:r>
      <w:proofErr w:type="spellEnd"/>
      <w:r>
        <w:t xml:space="preserve"> =</w:t>
      </w:r>
      <w:r w:rsidR="009E7DF8">
        <w:t>\</w:t>
      </w:r>
      <w:proofErr w:type="spellStart"/>
      <w:r w:rsidR="009E7DF8">
        <w:t>frac</w:t>
      </w:r>
      <w:proofErr w:type="spellEnd"/>
      <w:r w:rsidR="009E7DF8">
        <w:t>{h}{m *c}</w:t>
      </w:r>
    </w:p>
    <w:p w14:paraId="4EB3AFCE" w14:textId="77777777" w:rsidR="009E7DF8" w:rsidRDefault="009E7DF8" w:rsidP="00516FD4"/>
    <w:p w14:paraId="38C8A7EC" w14:textId="3D64CBF8" w:rsidR="009E7DF8" w:rsidRDefault="009E7DF8" w:rsidP="00516FD4">
      <w:r>
        <w:t>~</w:t>
      </w:r>
      <w:proofErr w:type="spellStart"/>
      <w:r>
        <w:t>D~l</w:t>
      </w:r>
      <w:proofErr w:type="spellEnd"/>
      <w:r>
        <w:t>: Änderung der Wellenlänge</w:t>
      </w:r>
      <w:r w:rsidR="00516FD4">
        <w:br/>
      </w:r>
      <w:r>
        <w:t>~</w:t>
      </w:r>
      <w:proofErr w:type="spellStart"/>
      <w:r>
        <w:t>l_C</w:t>
      </w:r>
      <w:proofErr w:type="spellEnd"/>
      <w:r>
        <w:t>: Compton-Wellenlänge</w:t>
      </w:r>
      <w:r w:rsidR="00516FD4">
        <w:br/>
      </w:r>
      <w:r>
        <w:t>~f: Streuwinkel (Winkel zwischen der Richtung des eingestrahlten und der Richtung des gestreuten Photons)</w:t>
      </w:r>
      <w:r w:rsidR="00516FD4">
        <w:br/>
      </w:r>
      <w:r>
        <w:t>h: Planck'sches Wirkungsquantum</w:t>
      </w:r>
      <w:r w:rsidR="00516FD4">
        <w:br/>
      </w:r>
      <w:r>
        <w:t>m: Masse des Quantenobjekts</w:t>
      </w:r>
      <w:r w:rsidR="00516FD4">
        <w:br/>
      </w:r>
      <w:r>
        <w:t>c: Lichtgeschwindigkeit</w:t>
      </w:r>
    </w:p>
    <w:p w14:paraId="7B2D02B0" w14:textId="77777777" w:rsidR="009E7DF8" w:rsidRDefault="009E7DF8" w:rsidP="00C747C1"/>
    <w:p w14:paraId="3B9A7C67" w14:textId="1586F1D5" w:rsidR="00C747C1" w:rsidRDefault="00C747C1" w:rsidP="009E7DF8">
      <w:pPr>
        <w:pStyle w:val="berschrift4"/>
      </w:pPr>
      <w:proofErr w:type="spellStart"/>
      <w:r>
        <w:t>Heisenberg'sche</w:t>
      </w:r>
      <w:proofErr w:type="spellEnd"/>
      <w:r>
        <w:t xml:space="preserve"> Unbestimmtheitsrelation</w:t>
      </w:r>
    </w:p>
    <w:p w14:paraId="30A340F4" w14:textId="16383632" w:rsidR="00C747C1" w:rsidRDefault="009E7DF8" w:rsidP="00C747C1">
      <w:r>
        <w:t>~</w:t>
      </w:r>
      <w:proofErr w:type="spellStart"/>
      <w:r>
        <w:t>Dx</w:t>
      </w:r>
      <w:proofErr w:type="spellEnd"/>
      <w:r>
        <w:t xml:space="preserve"> *~D(</w:t>
      </w:r>
      <w:proofErr w:type="spellStart"/>
      <w:r>
        <w:t>p_x</w:t>
      </w:r>
      <w:proofErr w:type="spellEnd"/>
      <w:r>
        <w:t>) &gt;=\</w:t>
      </w:r>
      <w:proofErr w:type="spellStart"/>
      <w:r>
        <w:t>frac</w:t>
      </w:r>
      <w:proofErr w:type="spellEnd"/>
      <w:r>
        <w:t>{h}{4~p}</w:t>
      </w:r>
    </w:p>
    <w:p w14:paraId="2DFAEA28" w14:textId="77777777" w:rsidR="009E7DF8" w:rsidRDefault="009E7DF8" w:rsidP="00516FD4"/>
    <w:p w14:paraId="4F1FD77C" w14:textId="623A672E" w:rsidR="009E7DF8" w:rsidRDefault="009E7DF8" w:rsidP="00516FD4">
      <w:r>
        <w:t>~</w:t>
      </w:r>
      <w:proofErr w:type="spellStart"/>
      <w:r>
        <w:t>Dx</w:t>
      </w:r>
      <w:proofErr w:type="spellEnd"/>
      <w:r>
        <w:t>: Ortsunbestimmtheit</w:t>
      </w:r>
      <w:r w:rsidR="00516FD4">
        <w:br/>
      </w:r>
      <w:r>
        <w:t>~D(</w:t>
      </w:r>
      <w:proofErr w:type="spellStart"/>
      <w:r>
        <w:t>p_x</w:t>
      </w:r>
      <w:proofErr w:type="spellEnd"/>
      <w:r>
        <w:t>): Impulsunbestimmtheit</w:t>
      </w:r>
      <w:r w:rsidR="00516FD4">
        <w:br/>
      </w:r>
      <w:r>
        <w:t>h: Planck'sches Wirkungsquantum</w:t>
      </w:r>
    </w:p>
    <w:p w14:paraId="27A28FE8" w14:textId="77777777" w:rsidR="009E7DF8" w:rsidRDefault="009E7DF8" w:rsidP="00C747C1"/>
    <w:p w14:paraId="45B81F53" w14:textId="26F40EE2" w:rsidR="00C747C1" w:rsidRDefault="00C747C1" w:rsidP="009E7DF8">
      <w:pPr>
        <w:pStyle w:val="berschrift4"/>
      </w:pPr>
      <w:r>
        <w:t>Energie-Zeit-Unbestimmtheitsrelation</w:t>
      </w:r>
    </w:p>
    <w:p w14:paraId="01F69197" w14:textId="3CD7302F" w:rsidR="00C747C1" w:rsidRDefault="009E7DF8" w:rsidP="00C747C1">
      <w:r>
        <w:t>~DE *~</w:t>
      </w:r>
      <w:proofErr w:type="spellStart"/>
      <w:r>
        <w:t>Dt</w:t>
      </w:r>
      <w:proofErr w:type="spellEnd"/>
      <w:r>
        <w:t xml:space="preserve"> &gt;=\</w:t>
      </w:r>
      <w:proofErr w:type="spellStart"/>
      <w:r>
        <w:t>frac</w:t>
      </w:r>
      <w:proofErr w:type="spellEnd"/>
      <w:r>
        <w:t>{h}{4~p}</w:t>
      </w:r>
    </w:p>
    <w:p w14:paraId="59D9F8D7" w14:textId="77777777" w:rsidR="009E7DF8" w:rsidRDefault="009E7DF8" w:rsidP="00516FD4"/>
    <w:p w14:paraId="07C28BED" w14:textId="52BCBF40" w:rsidR="004B24C6" w:rsidRDefault="004B24C6" w:rsidP="00516FD4">
      <w:r>
        <w:t>~DE: Energieunbestimmtheit</w:t>
      </w:r>
      <w:r w:rsidR="00516FD4">
        <w:br/>
      </w:r>
      <w:r>
        <w:t>~</w:t>
      </w:r>
      <w:proofErr w:type="spellStart"/>
      <w:r>
        <w:t>Dt</w:t>
      </w:r>
      <w:proofErr w:type="spellEnd"/>
      <w:r>
        <w:t>: Zeitunbestimmtheit</w:t>
      </w:r>
      <w:r w:rsidR="00516FD4">
        <w:br/>
      </w:r>
      <w:r>
        <w:t>h: Planck'sches Wirkungsquantum</w:t>
      </w:r>
    </w:p>
    <w:p w14:paraId="2E2939DE" w14:textId="77777777" w:rsidR="009E7DF8" w:rsidRDefault="009E7DF8" w:rsidP="00C747C1"/>
    <w:p w14:paraId="6B3BFFC1" w14:textId="581FA5F0" w:rsidR="00C747C1" w:rsidRDefault="00C747C1" w:rsidP="004B24C6">
      <w:pPr>
        <w:pStyle w:val="berschrift4"/>
      </w:pPr>
      <w:r>
        <w:t>zeitunabhängige Schrödingergleichung</w:t>
      </w:r>
    </w:p>
    <w:p w14:paraId="30379D1F" w14:textId="30EDF303" w:rsidR="004B24C6" w:rsidRDefault="00C90282" w:rsidP="00C747C1">
      <w:r>
        <w:t>(</w:t>
      </w:r>
      <w:r w:rsidR="004B24C6">
        <w:t>~</w:t>
      </w:r>
      <w:proofErr w:type="spellStart"/>
      <w:r w:rsidR="004B24C6">
        <w:t>F_n</w:t>
      </w:r>
      <w:proofErr w:type="spellEnd"/>
      <w:r>
        <w:t>)</w:t>
      </w:r>
      <w:r w:rsidR="00516FD4">
        <w:t>''</w:t>
      </w:r>
      <w:r w:rsidR="004B24C6">
        <w:t>(x) =\</w:t>
      </w:r>
      <w:proofErr w:type="spellStart"/>
      <w:r w:rsidR="004B24C6">
        <w:t>frac</w:t>
      </w:r>
      <w:proofErr w:type="spellEnd"/>
      <w:r w:rsidR="004B24C6">
        <w:t>{8~p^2 *m}{h^2} *</w:t>
      </w:r>
      <w:r w:rsidR="00C747C1">
        <w:t>(E</w:t>
      </w:r>
      <w:r w:rsidR="004B24C6">
        <w:t>_{</w:t>
      </w:r>
      <w:proofErr w:type="spellStart"/>
      <w:r w:rsidR="004B24C6">
        <w:t>pot</w:t>
      </w:r>
      <w:proofErr w:type="spellEnd"/>
      <w:r w:rsidR="004B24C6">
        <w:t>}</w:t>
      </w:r>
      <w:r w:rsidR="00C747C1">
        <w:t>(x) -</w:t>
      </w:r>
      <w:proofErr w:type="spellStart"/>
      <w:r w:rsidR="00C747C1">
        <w:t>E</w:t>
      </w:r>
      <w:r w:rsidR="004B24C6">
        <w:t>_n</w:t>
      </w:r>
      <w:proofErr w:type="spellEnd"/>
      <w:r w:rsidR="00C747C1">
        <w:t>)</w:t>
      </w:r>
      <w:r w:rsidR="004B24C6">
        <w:t xml:space="preserve"> *~</w:t>
      </w:r>
      <w:proofErr w:type="spellStart"/>
      <w:r w:rsidR="004B24C6">
        <w:t>F_n</w:t>
      </w:r>
      <w:proofErr w:type="spellEnd"/>
      <w:r w:rsidR="004B24C6">
        <w:t>(x)</w:t>
      </w:r>
    </w:p>
    <w:p w14:paraId="22A28E60" w14:textId="77777777" w:rsidR="00C747C1" w:rsidRDefault="00C747C1" w:rsidP="00C747C1">
      <w:r>
        <w:t>n =1, 2, 3, ...</w:t>
      </w:r>
    </w:p>
    <w:p w14:paraId="147A9A68" w14:textId="77777777" w:rsidR="004B24C6" w:rsidRDefault="004B24C6" w:rsidP="00C747C1"/>
    <w:p w14:paraId="241397AC" w14:textId="28EB1953" w:rsidR="00C747C1" w:rsidRDefault="00C747C1" w:rsidP="00C747C1">
      <w:r>
        <w:t>Lösung für den Potenzialtopf mit unendlich</w:t>
      </w:r>
      <w:r w:rsidR="004B24C6">
        <w:t xml:space="preserve"> </w:t>
      </w:r>
      <w:r>
        <w:t>hohen Wänden:</w:t>
      </w:r>
    </w:p>
    <w:p w14:paraId="1EAE76AE" w14:textId="59FBDE44" w:rsidR="00C747C1" w:rsidRDefault="004B24C6" w:rsidP="00C747C1">
      <w:r>
        <w:t>~</w:t>
      </w:r>
      <w:proofErr w:type="spellStart"/>
      <w:r>
        <w:t>F_</w:t>
      </w:r>
      <w:r w:rsidR="00C747C1">
        <w:t>n</w:t>
      </w:r>
      <w:proofErr w:type="spellEnd"/>
      <w:r w:rsidR="00C747C1">
        <w:t>(x) =</w:t>
      </w:r>
      <w:proofErr w:type="spellStart"/>
      <w:r w:rsidR="00C747C1">
        <w:t>A</w:t>
      </w:r>
      <w:r>
        <w:t>_</w:t>
      </w:r>
      <w:r w:rsidR="00C747C1">
        <w:t>n</w:t>
      </w:r>
      <w:proofErr w:type="spellEnd"/>
      <w:r w:rsidR="00C747C1">
        <w:t xml:space="preserve"> </w:t>
      </w:r>
      <w:r>
        <w:t>*</w:t>
      </w:r>
      <w:r w:rsidR="00C747C1">
        <w:t>sin(</w:t>
      </w:r>
      <w:r>
        <w:t>\</w:t>
      </w:r>
      <w:proofErr w:type="spellStart"/>
      <w:r>
        <w:t>frac</w:t>
      </w:r>
      <w:proofErr w:type="spellEnd"/>
      <w:r>
        <w:t>{~p *n}{L}</w:t>
      </w:r>
      <w:r w:rsidR="00C747C1">
        <w:t xml:space="preserve"> </w:t>
      </w:r>
      <w:r>
        <w:t>*</w:t>
      </w:r>
      <w:r w:rsidR="00C747C1">
        <w:t>x)</w:t>
      </w:r>
      <w:r>
        <w:br/>
      </w:r>
      <w:r w:rsidR="00C747C1">
        <w:t>für 0 &lt;x &lt;L,</w:t>
      </w:r>
    </w:p>
    <w:p w14:paraId="260BB8D8" w14:textId="6DECF43A" w:rsidR="00C747C1" w:rsidRDefault="00C747C1" w:rsidP="00C747C1">
      <w:r>
        <w:t xml:space="preserve">sonst: </w:t>
      </w:r>
      <w:r w:rsidR="004B24C6">
        <w:t>~</w:t>
      </w:r>
      <w:proofErr w:type="spellStart"/>
      <w:r w:rsidR="004B24C6">
        <w:t>F_</w:t>
      </w:r>
      <w:r>
        <w:t>n</w:t>
      </w:r>
      <w:proofErr w:type="spellEnd"/>
      <w:r>
        <w:t>(x) =0</w:t>
      </w:r>
    </w:p>
    <w:p w14:paraId="728E5148" w14:textId="77777777" w:rsidR="004B24C6" w:rsidRDefault="004B24C6" w:rsidP="00C747C1"/>
    <w:p w14:paraId="527C0821" w14:textId="62DCE0BD" w:rsidR="00C747C1" w:rsidRDefault="004B24C6" w:rsidP="00516FD4">
      <w:r>
        <w:t>~F</w:t>
      </w:r>
      <w:r w:rsidR="00C747C1">
        <w:t>: Wellenfunktion</w:t>
      </w:r>
      <w:r w:rsidR="00516FD4">
        <w:br/>
      </w:r>
      <w:r w:rsidR="00C747C1">
        <w:t>m: Masse</w:t>
      </w:r>
      <w:r w:rsidR="00516FD4">
        <w:br/>
      </w:r>
      <w:r w:rsidR="00C747C1">
        <w:t>h: Planck'sches Wirkungsquantum</w:t>
      </w:r>
      <w:r w:rsidR="00516FD4">
        <w:br/>
      </w:r>
      <w:r w:rsidR="00C747C1">
        <w:t>x: Ort</w:t>
      </w:r>
      <w:r w:rsidR="00516FD4">
        <w:br/>
      </w:r>
      <w:r w:rsidR="00C747C1">
        <w:t>E</w:t>
      </w:r>
      <w:r>
        <w:t>_{</w:t>
      </w:r>
      <w:proofErr w:type="spellStart"/>
      <w:r>
        <w:t>pot</w:t>
      </w:r>
      <w:proofErr w:type="spellEnd"/>
      <w:r>
        <w:t>}</w:t>
      </w:r>
      <w:r w:rsidR="00C747C1">
        <w:t>: potenzielle Energie</w:t>
      </w:r>
      <w:r w:rsidR="00516FD4">
        <w:br/>
      </w:r>
      <w:proofErr w:type="spellStart"/>
      <w:r w:rsidR="00C747C1">
        <w:t>E</w:t>
      </w:r>
      <w:r>
        <w:t>_</w:t>
      </w:r>
      <w:r w:rsidR="00C747C1">
        <w:t>n</w:t>
      </w:r>
      <w:proofErr w:type="spellEnd"/>
      <w:r w:rsidR="00C747C1">
        <w:t>: Energiewerte</w:t>
      </w:r>
      <w:r w:rsidR="00516FD4">
        <w:br/>
      </w:r>
      <w:proofErr w:type="spellStart"/>
      <w:r>
        <w:t>A_n</w:t>
      </w:r>
      <w:proofErr w:type="spellEnd"/>
      <w:r w:rsidR="00C747C1">
        <w:t>: Normierungsfaktor</w:t>
      </w:r>
      <w:r w:rsidR="00516FD4">
        <w:br/>
      </w:r>
      <w:r w:rsidR="00C747C1">
        <w:t>L: Länge des Potenzialtopfes</w:t>
      </w:r>
    </w:p>
    <w:p w14:paraId="641BCCC3" w14:textId="77777777" w:rsidR="004B24C6" w:rsidRDefault="004B24C6" w:rsidP="00C747C1"/>
    <w:p w14:paraId="7B50BC97" w14:textId="44A409E1" w:rsidR="00C747C1" w:rsidRDefault="00C747C1" w:rsidP="004B24C6">
      <w:pPr>
        <w:pStyle w:val="berschrift3"/>
      </w:pPr>
      <w:r>
        <w:t>Atomhülle</w:t>
      </w:r>
    </w:p>
    <w:p w14:paraId="635FEE8E" w14:textId="1F63803D" w:rsidR="00C747C1" w:rsidRDefault="00C747C1" w:rsidP="004B24C6">
      <w:pPr>
        <w:pStyle w:val="berschrift4"/>
      </w:pPr>
      <w:r>
        <w:t>Frequenzbedingung für Übergänge zwischen den diskreten Energieniveaus</w:t>
      </w:r>
    </w:p>
    <w:p w14:paraId="0F88FCC6" w14:textId="77777777" w:rsidR="00333D24" w:rsidRDefault="00C747C1" w:rsidP="00C747C1">
      <w:r>
        <w:t xml:space="preserve">h </w:t>
      </w:r>
      <w:r w:rsidR="00333D24">
        <w:t>*</w:t>
      </w:r>
      <w:r>
        <w:t>f =</w:t>
      </w:r>
      <w:proofErr w:type="spellStart"/>
      <w:r>
        <w:t>E</w:t>
      </w:r>
      <w:r w:rsidR="00333D24">
        <w:t>_</w:t>
      </w:r>
      <w:r>
        <w:t>m</w:t>
      </w:r>
      <w:proofErr w:type="spellEnd"/>
      <w:r>
        <w:t xml:space="preserve"> -</w:t>
      </w:r>
      <w:proofErr w:type="spellStart"/>
      <w:r>
        <w:t>E</w:t>
      </w:r>
      <w:r w:rsidR="00333D24">
        <w:t>_</w:t>
      </w:r>
      <w:r>
        <w:t>n</w:t>
      </w:r>
      <w:proofErr w:type="spellEnd"/>
      <w:r>
        <w:t xml:space="preserve"> =</w:t>
      </w:r>
      <w:r w:rsidR="00333D24">
        <w:t>~D</w:t>
      </w:r>
      <w:r>
        <w:t>E</w:t>
      </w:r>
    </w:p>
    <w:p w14:paraId="04138C31" w14:textId="77777777" w:rsidR="00333D24" w:rsidRDefault="00333D24" w:rsidP="00C747C1">
      <w:r>
        <w:t>n</w:t>
      </w:r>
      <w:r w:rsidR="00C747C1">
        <w:t>, m =1, 2, 3, ...</w:t>
      </w:r>
    </w:p>
    <w:p w14:paraId="033D235F" w14:textId="77777777" w:rsidR="00333D24" w:rsidRDefault="00333D24" w:rsidP="00C747C1"/>
    <w:p w14:paraId="7FDA42FC" w14:textId="2094281C" w:rsidR="00C747C1" w:rsidRDefault="00C747C1" w:rsidP="00516FD4">
      <w:r>
        <w:t>h: Planck'sches Wirkungsquantum</w:t>
      </w:r>
      <w:r w:rsidR="00516FD4">
        <w:br/>
      </w:r>
      <w:r>
        <w:t>f: Frequenz</w:t>
      </w:r>
      <w:r w:rsidR="00516FD4">
        <w:br/>
      </w:r>
      <w:proofErr w:type="spellStart"/>
      <w:r>
        <w:t>E</w:t>
      </w:r>
      <w:r w:rsidR="00333D24">
        <w:t>_</w:t>
      </w:r>
      <w:r>
        <w:t>m</w:t>
      </w:r>
      <w:proofErr w:type="spellEnd"/>
      <w:r>
        <w:t xml:space="preserve">, </w:t>
      </w:r>
      <w:proofErr w:type="spellStart"/>
      <w:r>
        <w:t>E</w:t>
      </w:r>
      <w:r w:rsidR="00333D24">
        <w:t>_</w:t>
      </w:r>
      <w:r>
        <w:t>n</w:t>
      </w:r>
      <w:proofErr w:type="spellEnd"/>
      <w:r>
        <w:t>: Energieniveaus</w:t>
      </w:r>
      <w:r w:rsidR="00516FD4">
        <w:br/>
      </w:r>
      <w:r w:rsidR="00333D24">
        <w:t>~D</w:t>
      </w:r>
      <w:r>
        <w:t>E: Energiedifferenz</w:t>
      </w:r>
    </w:p>
    <w:p w14:paraId="2AAD608E" w14:textId="77777777" w:rsidR="00333D24" w:rsidRDefault="00333D24" w:rsidP="00C747C1"/>
    <w:p w14:paraId="7348C457" w14:textId="2586F105" w:rsidR="00C747C1" w:rsidRDefault="00C747C1" w:rsidP="00333D24">
      <w:pPr>
        <w:pStyle w:val="berschrift4"/>
      </w:pPr>
      <w:r>
        <w:t>Spektrallinien des Wasserstoffatoms</w:t>
      </w:r>
    </w:p>
    <w:p w14:paraId="487F8EF3" w14:textId="61FEB042" w:rsidR="00C747C1" w:rsidRDefault="00C747C1" w:rsidP="00C747C1">
      <w:r>
        <w:t xml:space="preserve">f =c </w:t>
      </w:r>
      <w:r w:rsidR="00333D24">
        <w:t>*</w:t>
      </w:r>
      <w:r>
        <w:t>R</w:t>
      </w:r>
      <w:r w:rsidR="00333D24">
        <w:t>_</w:t>
      </w:r>
      <w:r>
        <w:t xml:space="preserve">H </w:t>
      </w:r>
      <w:r w:rsidR="00333D24">
        <w:t>*(\</w:t>
      </w:r>
      <w:proofErr w:type="spellStart"/>
      <w:r w:rsidR="00333D24">
        <w:t>frac</w:t>
      </w:r>
      <w:proofErr w:type="spellEnd"/>
      <w:r w:rsidR="00333D24">
        <w:t>{1}{n^2} -\</w:t>
      </w:r>
      <w:proofErr w:type="spellStart"/>
      <w:r w:rsidR="00333D24">
        <w:t>frac</w:t>
      </w:r>
      <w:proofErr w:type="spellEnd"/>
      <w:r w:rsidR="00333D24">
        <w:t>{1}{m^2})</w:t>
      </w:r>
    </w:p>
    <w:p w14:paraId="53EC3B03" w14:textId="77777777" w:rsidR="00C747C1" w:rsidRDefault="00C747C1" w:rsidP="00C747C1">
      <w:r>
        <w:lastRenderedPageBreak/>
        <w:t>n, m =1, 2, 3, ...</w:t>
      </w:r>
    </w:p>
    <w:p w14:paraId="64BC2469" w14:textId="77777777" w:rsidR="00333D24" w:rsidRDefault="00C747C1" w:rsidP="00C747C1">
      <w:r>
        <w:t>m &gt;n</w:t>
      </w:r>
    </w:p>
    <w:p w14:paraId="12123FC4" w14:textId="77777777" w:rsidR="00333D24" w:rsidRDefault="00333D24" w:rsidP="00C747C1"/>
    <w:p w14:paraId="72547272" w14:textId="37478C82" w:rsidR="00C747C1" w:rsidRDefault="00C747C1" w:rsidP="00516FD4">
      <w:r>
        <w:t>f: Frequenz</w:t>
      </w:r>
      <w:r w:rsidR="00516FD4">
        <w:br/>
      </w:r>
      <w:r>
        <w:t>c: Vakuumlichtgeschwindigkeit</w:t>
      </w:r>
      <w:r w:rsidR="00516FD4">
        <w:br/>
      </w:r>
      <w:r>
        <w:t>R</w:t>
      </w:r>
      <w:r w:rsidR="00333D24">
        <w:t>_</w:t>
      </w:r>
      <w:r>
        <w:t>H: Rydberg-Konstante des Wasserstoffatoms</w:t>
      </w:r>
    </w:p>
    <w:p w14:paraId="7859D221" w14:textId="77777777" w:rsidR="00333D24" w:rsidRDefault="00333D24" w:rsidP="00C747C1"/>
    <w:p w14:paraId="14CA8FEF" w14:textId="33EA3045" w:rsidR="00333D24" w:rsidRDefault="00333D24" w:rsidP="00C747C1">
      <w:r>
        <w:t>((38))</w:t>
      </w:r>
    </w:p>
    <w:p w14:paraId="2CB78576" w14:textId="4C0C48B2" w:rsidR="00C747C1" w:rsidRDefault="00C747C1" w:rsidP="00333D24">
      <w:pPr>
        <w:pStyle w:val="berschrift4"/>
      </w:pPr>
      <w:r>
        <w:t>Energieniveaus des Wasserstoffatoms</w:t>
      </w:r>
      <w:r w:rsidR="00C90282">
        <w:t xml:space="preserve"> </w:t>
      </w:r>
      <w:r>
        <w:t>(ohne Korrektur des mitbewegten Kerns)</w:t>
      </w:r>
    </w:p>
    <w:p w14:paraId="1787D810" w14:textId="79AD28B6" w:rsidR="00C747C1" w:rsidRDefault="00C747C1" w:rsidP="00C747C1">
      <w:proofErr w:type="spellStart"/>
      <w:r>
        <w:t>E</w:t>
      </w:r>
      <w:r w:rsidR="00333D24">
        <w:t>_</w:t>
      </w:r>
      <w:r>
        <w:t>n</w:t>
      </w:r>
      <w:proofErr w:type="spellEnd"/>
      <w:r>
        <w:t xml:space="preserve"> =-</w:t>
      </w:r>
      <w:r w:rsidR="00333D24">
        <w:t>\</w:t>
      </w:r>
      <w:proofErr w:type="spellStart"/>
      <w:r w:rsidR="00333D24">
        <w:t>frac</w:t>
      </w:r>
      <w:proofErr w:type="spellEnd"/>
      <w:r w:rsidR="00333D24">
        <w:t>{</w:t>
      </w:r>
      <w:proofErr w:type="spellStart"/>
      <w:r w:rsidR="00333D24">
        <w:t>m_e</w:t>
      </w:r>
      <w:proofErr w:type="spellEnd"/>
      <w:r w:rsidR="00333D24">
        <w:t xml:space="preserve"> *e^4}{8(~e_0)^2 *h^2} *\</w:t>
      </w:r>
      <w:proofErr w:type="spellStart"/>
      <w:r w:rsidR="00333D24">
        <w:t>frac</w:t>
      </w:r>
      <w:proofErr w:type="spellEnd"/>
      <w:r w:rsidR="00333D24">
        <w:t>{1}{n^2}</w:t>
      </w:r>
      <w:r>
        <w:t xml:space="preserve"> </w:t>
      </w:r>
      <w:r w:rsidR="00C90282">
        <w:br/>
      </w:r>
      <w:r>
        <w:t xml:space="preserve">=-13,6eV </w:t>
      </w:r>
      <w:r w:rsidR="00333D24">
        <w:t>*</w:t>
      </w:r>
      <w:r w:rsidR="00C90282">
        <w:t>\</w:t>
      </w:r>
      <w:proofErr w:type="spellStart"/>
      <w:r w:rsidR="00C90282">
        <w:t>frac</w:t>
      </w:r>
      <w:proofErr w:type="spellEnd"/>
      <w:r w:rsidR="00C90282">
        <w:t>{</w:t>
      </w:r>
      <w:r>
        <w:t>1</w:t>
      </w:r>
      <w:r w:rsidR="00C90282">
        <w:t>}{</w:t>
      </w:r>
      <w:r w:rsidR="005F50D4">
        <w:t>n^2</w:t>
      </w:r>
      <w:r w:rsidR="00C90282">
        <w:t>}</w:t>
      </w:r>
    </w:p>
    <w:p w14:paraId="6F7BC30A" w14:textId="77777777" w:rsidR="005F50D4" w:rsidRDefault="00C747C1" w:rsidP="00C747C1">
      <w:r>
        <w:t>n =1, 2, 3, ...</w:t>
      </w:r>
    </w:p>
    <w:p w14:paraId="76FE890F" w14:textId="77777777" w:rsidR="005F50D4" w:rsidRDefault="005F50D4" w:rsidP="00C747C1"/>
    <w:p w14:paraId="18370365" w14:textId="6BD82DD9" w:rsidR="00C747C1" w:rsidRDefault="00C747C1" w:rsidP="00516FD4">
      <w:proofErr w:type="spellStart"/>
      <w:r>
        <w:t>E</w:t>
      </w:r>
      <w:r w:rsidR="005F50D4">
        <w:t>_</w:t>
      </w:r>
      <w:r>
        <w:t>n</w:t>
      </w:r>
      <w:proofErr w:type="spellEnd"/>
      <w:r>
        <w:t>: Energieniveau des Wasserstoffatoms</w:t>
      </w:r>
      <w:r w:rsidR="00516FD4">
        <w:br/>
      </w:r>
      <w:proofErr w:type="spellStart"/>
      <w:r>
        <w:t>m</w:t>
      </w:r>
      <w:r w:rsidR="005F50D4">
        <w:t>_</w:t>
      </w:r>
      <w:r>
        <w:t>e</w:t>
      </w:r>
      <w:proofErr w:type="spellEnd"/>
      <w:r>
        <w:t>: Elektronenmasse</w:t>
      </w:r>
      <w:r w:rsidR="00516FD4">
        <w:br/>
      </w:r>
      <w:r>
        <w:t>e: Elementarladung</w:t>
      </w:r>
      <w:r w:rsidR="00516FD4">
        <w:br/>
      </w:r>
      <w:r w:rsidR="005F50D4">
        <w:t>~e_</w:t>
      </w:r>
      <w:r>
        <w:t>0: elektrische Feldkonstante</w:t>
      </w:r>
      <w:r w:rsidR="00516FD4">
        <w:br/>
      </w:r>
      <w:r>
        <w:t>h: Planck'sches Wirkungsquantum</w:t>
      </w:r>
    </w:p>
    <w:p w14:paraId="010E944C" w14:textId="77777777" w:rsidR="005F50D4" w:rsidRDefault="005F50D4" w:rsidP="00C747C1"/>
    <w:p w14:paraId="1189FFAD" w14:textId="2C4FDDE1" w:rsidR="00C747C1" w:rsidRDefault="00C747C1" w:rsidP="005F50D4">
      <w:pPr>
        <w:pStyle w:val="berschrift4"/>
      </w:pPr>
      <w:r>
        <w:t>Energieniveaus eines Ein-Elektronen-Atoms</w:t>
      </w:r>
      <w:r w:rsidR="00C90282">
        <w:t xml:space="preserve"> </w:t>
      </w:r>
      <w:r>
        <w:t>(ohne Korrektur des mitbewegten Kerns)</w:t>
      </w:r>
    </w:p>
    <w:p w14:paraId="10058A34" w14:textId="5F63C5C2" w:rsidR="005F50D4" w:rsidRDefault="005F50D4" w:rsidP="00516FD4">
      <w:pPr>
        <w:pStyle w:val="Liste"/>
      </w:pPr>
      <w:proofErr w:type="spellStart"/>
      <w:r>
        <w:t>E_n</w:t>
      </w:r>
      <w:proofErr w:type="spellEnd"/>
      <w:r>
        <w:t xml:space="preserve"> =-\</w:t>
      </w:r>
      <w:proofErr w:type="spellStart"/>
      <w:r>
        <w:t>frac</w:t>
      </w:r>
      <w:proofErr w:type="spellEnd"/>
      <w:r>
        <w:t>{</w:t>
      </w:r>
      <w:proofErr w:type="spellStart"/>
      <w:r>
        <w:t>m_e</w:t>
      </w:r>
      <w:proofErr w:type="spellEnd"/>
      <w:r>
        <w:t xml:space="preserve"> *e^4}{8(~e_0)^2 *h^2} *\</w:t>
      </w:r>
      <w:proofErr w:type="spellStart"/>
      <w:r>
        <w:t>frac</w:t>
      </w:r>
      <w:proofErr w:type="spellEnd"/>
      <w:r>
        <w:t xml:space="preserve">{Z^2}{n^2} </w:t>
      </w:r>
      <w:r w:rsidR="00516FD4">
        <w:br/>
      </w:r>
      <w:r>
        <w:t>=-</w:t>
      </w:r>
      <w:r w:rsidR="00C747C1">
        <w:t>13,6eV</w:t>
      </w:r>
      <w:r>
        <w:t xml:space="preserve"> *\</w:t>
      </w:r>
      <w:proofErr w:type="spellStart"/>
      <w:r>
        <w:t>frac</w:t>
      </w:r>
      <w:proofErr w:type="spellEnd"/>
      <w:r>
        <w:t>{Z^2}{n^2}</w:t>
      </w:r>
    </w:p>
    <w:p w14:paraId="7860603D" w14:textId="77777777" w:rsidR="005F50D4" w:rsidRDefault="00C747C1" w:rsidP="00C747C1">
      <w:r>
        <w:t>n =1, 2, 3, ...</w:t>
      </w:r>
    </w:p>
    <w:p w14:paraId="043A6A6F" w14:textId="77777777" w:rsidR="005F50D4" w:rsidRDefault="005F50D4" w:rsidP="00C747C1"/>
    <w:p w14:paraId="2F5A8799" w14:textId="0B54A6FC" w:rsidR="00C747C1" w:rsidRDefault="00C747C1" w:rsidP="00C747C1">
      <w:proofErr w:type="spellStart"/>
      <w:r>
        <w:t>E</w:t>
      </w:r>
      <w:r w:rsidR="005F50D4">
        <w:t>_</w:t>
      </w:r>
      <w:r>
        <w:t>n</w:t>
      </w:r>
      <w:proofErr w:type="spellEnd"/>
      <w:r>
        <w:t>: Energieniveau eines Ein-Elektronen-Atoms</w:t>
      </w:r>
      <w:r w:rsidR="00151F59">
        <w:br/>
      </w:r>
      <w:proofErr w:type="spellStart"/>
      <w:r>
        <w:t>m</w:t>
      </w:r>
      <w:r w:rsidR="005F50D4">
        <w:t>_</w:t>
      </w:r>
      <w:r>
        <w:t>e</w:t>
      </w:r>
      <w:proofErr w:type="spellEnd"/>
      <w:r>
        <w:t>: Elektronenmasse</w:t>
      </w:r>
      <w:r w:rsidR="00151F59">
        <w:br/>
      </w:r>
      <w:r>
        <w:t>e: Elementarladung</w:t>
      </w:r>
      <w:r w:rsidR="00151F59">
        <w:br/>
      </w:r>
      <w:r w:rsidR="005F50D4">
        <w:t>~e_</w:t>
      </w:r>
      <w:r>
        <w:t>0: elektrische Feldkonstante</w:t>
      </w:r>
      <w:r w:rsidR="00151F59">
        <w:br/>
      </w:r>
      <w:r>
        <w:t>h: Planck'sches Wirkungsquantum</w:t>
      </w:r>
      <w:r w:rsidR="00151F59">
        <w:br/>
      </w:r>
      <w:r>
        <w:t>Z: Ordnungszahl</w:t>
      </w:r>
    </w:p>
    <w:p w14:paraId="7368DD4F" w14:textId="77777777" w:rsidR="005F50D4" w:rsidRDefault="005F50D4" w:rsidP="00C747C1"/>
    <w:p w14:paraId="3F10BEF1" w14:textId="1A90513E" w:rsidR="00C747C1" w:rsidRDefault="00C747C1" w:rsidP="005F50D4">
      <w:pPr>
        <w:pStyle w:val="berschrift4"/>
      </w:pPr>
      <w:r>
        <w:t>Moseley-Gesetz für die K</w:t>
      </w:r>
      <w:r w:rsidR="005F50D4">
        <w:t>_{~</w:t>
      </w:r>
      <w:r>
        <w:t>a</w:t>
      </w:r>
      <w:r w:rsidR="005F50D4">
        <w:t>}</w:t>
      </w:r>
      <w:r>
        <w:t>-Linie eines Röntgenspektrums</w:t>
      </w:r>
    </w:p>
    <w:p w14:paraId="047D64F5" w14:textId="77777777" w:rsidR="005F50D4" w:rsidRDefault="00C747C1" w:rsidP="00C747C1">
      <w:r>
        <w:t>E</w:t>
      </w:r>
      <w:r w:rsidR="005F50D4">
        <w:t>_{</w:t>
      </w:r>
      <w:r>
        <w:t>K</w:t>
      </w:r>
      <w:r w:rsidR="005F50D4">
        <w:t>_{~a}}</w:t>
      </w:r>
      <w:r>
        <w:t xml:space="preserve"> =13,6eV *3</w:t>
      </w:r>
      <w:r w:rsidR="005F50D4">
        <w:t>/4</w:t>
      </w:r>
      <w:r>
        <w:t xml:space="preserve"> </w:t>
      </w:r>
      <w:r w:rsidR="005F50D4">
        <w:t>*</w:t>
      </w:r>
      <w:r>
        <w:t>(Z -1)</w:t>
      </w:r>
      <w:r w:rsidR="005F50D4">
        <w:t>^</w:t>
      </w:r>
      <w:r>
        <w:t>2</w:t>
      </w:r>
    </w:p>
    <w:p w14:paraId="7E9BEB9E" w14:textId="77777777" w:rsidR="005F50D4" w:rsidRDefault="005F50D4" w:rsidP="00C747C1"/>
    <w:p w14:paraId="0079EC89" w14:textId="3875E453" w:rsidR="00C747C1" w:rsidRDefault="00C747C1" w:rsidP="00151F59">
      <w:r>
        <w:t>E</w:t>
      </w:r>
      <w:r w:rsidR="005F50D4">
        <w:t>_{</w:t>
      </w:r>
      <w:r>
        <w:t>K</w:t>
      </w:r>
      <w:r w:rsidR="005F50D4">
        <w:t>_{~a}}</w:t>
      </w:r>
      <w:r>
        <w:t>: Energie des beim K</w:t>
      </w:r>
      <w:r w:rsidR="005F50D4">
        <w:t>_{~</w:t>
      </w:r>
      <w:r>
        <w:t>a</w:t>
      </w:r>
      <w:r w:rsidR="005F50D4">
        <w:t>}</w:t>
      </w:r>
      <w:r>
        <w:t>-Übergang emittierten Photons</w:t>
      </w:r>
      <w:r w:rsidR="00151F59">
        <w:br/>
      </w:r>
      <w:r>
        <w:t>Z: Ordnungszahl</w:t>
      </w:r>
    </w:p>
    <w:p w14:paraId="457D109E" w14:textId="77777777" w:rsidR="005F50D4" w:rsidRDefault="005F50D4" w:rsidP="00C747C1"/>
    <w:p w14:paraId="6073F419" w14:textId="3A3DD01D" w:rsidR="00C747C1" w:rsidRDefault="00C747C1" w:rsidP="005F50D4">
      <w:pPr>
        <w:pStyle w:val="berschrift4"/>
      </w:pPr>
      <w:r>
        <w:t>Energie im eindimensionalen Potenzialtopf mit unendlich hohen Wänden</w:t>
      </w:r>
    </w:p>
    <w:p w14:paraId="40A29080" w14:textId="2ACE3834" w:rsidR="005F50D4" w:rsidRDefault="005F50D4" w:rsidP="00C747C1">
      <w:proofErr w:type="spellStart"/>
      <w:r>
        <w:t>E_n</w:t>
      </w:r>
      <w:proofErr w:type="spellEnd"/>
      <w:r>
        <w:t xml:space="preserve"> =\</w:t>
      </w:r>
      <w:proofErr w:type="spellStart"/>
      <w:r>
        <w:t>frac</w:t>
      </w:r>
      <w:proofErr w:type="spellEnd"/>
      <w:r>
        <w:t>{h^2}{8m *L^2} *n^2</w:t>
      </w:r>
    </w:p>
    <w:p w14:paraId="237F236A" w14:textId="77777777" w:rsidR="005F50D4" w:rsidRDefault="00C747C1" w:rsidP="00C747C1">
      <w:r>
        <w:t>n =1, 2, 3, ...</w:t>
      </w:r>
    </w:p>
    <w:p w14:paraId="0CB80193" w14:textId="53DD1AE1" w:rsidR="005F50D4" w:rsidRDefault="005F50D4" w:rsidP="00C747C1">
      <w:r>
        <w:t>Im Inneren gilt:</w:t>
      </w:r>
      <w:r w:rsidR="00AD4F37">
        <w:t xml:space="preserve"> </w:t>
      </w:r>
      <w:r>
        <w:t>E_{</w:t>
      </w:r>
      <w:proofErr w:type="spellStart"/>
      <w:r>
        <w:t>pot</w:t>
      </w:r>
      <w:proofErr w:type="spellEnd"/>
      <w:r>
        <w:t>} =0eV</w:t>
      </w:r>
    </w:p>
    <w:p w14:paraId="2375E381" w14:textId="77777777" w:rsidR="005F50D4" w:rsidRDefault="005F50D4" w:rsidP="00C747C1"/>
    <w:p w14:paraId="37CB847D" w14:textId="44EBB370" w:rsidR="00C747C1" w:rsidRDefault="00C747C1" w:rsidP="00C747C1">
      <w:proofErr w:type="spellStart"/>
      <w:r>
        <w:t>E</w:t>
      </w:r>
      <w:r w:rsidR="005F50D4">
        <w:t>_</w:t>
      </w:r>
      <w:r>
        <w:t>n</w:t>
      </w:r>
      <w:proofErr w:type="spellEnd"/>
      <w:r>
        <w:t>: Energieniveau</w:t>
      </w:r>
      <w:r w:rsidR="00350AEC">
        <w:br/>
      </w:r>
      <w:r>
        <w:t>h: Planck'sches Wirkungsquantum</w:t>
      </w:r>
      <w:r w:rsidR="00350AEC">
        <w:br/>
      </w:r>
      <w:r>
        <w:t>m: Masse des Quantenobjekts</w:t>
      </w:r>
      <w:r w:rsidR="00350AEC">
        <w:br/>
      </w:r>
      <w:r w:rsidR="005F50D4">
        <w:t>L</w:t>
      </w:r>
      <w:r>
        <w:t>: Länge des Potenzialtopfes</w:t>
      </w:r>
    </w:p>
    <w:p w14:paraId="7124C937" w14:textId="77777777" w:rsidR="005F50D4" w:rsidRDefault="005F50D4" w:rsidP="00C747C1"/>
    <w:p w14:paraId="15A68F2C" w14:textId="0C6069C1" w:rsidR="00C747C1" w:rsidRDefault="00C747C1" w:rsidP="005F50D4">
      <w:pPr>
        <w:pStyle w:val="berschrift4"/>
      </w:pPr>
      <w:r>
        <w:t>Materiewellenlänge bei stationären Zuständen im eindimensionalen Potenzialtopf</w:t>
      </w:r>
    </w:p>
    <w:p w14:paraId="31CF43B5" w14:textId="134052E9" w:rsidR="00C747C1" w:rsidRDefault="005F50D4" w:rsidP="00C747C1">
      <w:r>
        <w:t>~</w:t>
      </w:r>
      <w:proofErr w:type="spellStart"/>
      <w:r>
        <w:t>l_</w:t>
      </w:r>
      <w:r w:rsidR="00C747C1">
        <w:t>n</w:t>
      </w:r>
      <w:proofErr w:type="spellEnd"/>
      <w:r>
        <w:t xml:space="preserve"> </w:t>
      </w:r>
      <w:r w:rsidR="00C747C1">
        <w:t>=</w:t>
      </w:r>
      <w:r>
        <w:t>2 *L/n</w:t>
      </w:r>
    </w:p>
    <w:p w14:paraId="55BC74D8" w14:textId="77777777" w:rsidR="005F50D4" w:rsidRDefault="00C747C1" w:rsidP="00C747C1">
      <w:r>
        <w:t>n =1, 2, 3, ...</w:t>
      </w:r>
    </w:p>
    <w:p w14:paraId="32F1EC06" w14:textId="77777777" w:rsidR="005F50D4" w:rsidRDefault="005F50D4" w:rsidP="00C747C1"/>
    <w:p w14:paraId="01F4A9DF" w14:textId="062D887B" w:rsidR="00C747C1" w:rsidRDefault="005F50D4" w:rsidP="00C747C1">
      <w:r>
        <w:t>~</w:t>
      </w:r>
      <w:proofErr w:type="spellStart"/>
      <w:r>
        <w:t>l_</w:t>
      </w:r>
      <w:r w:rsidR="00C747C1">
        <w:t>n</w:t>
      </w:r>
      <w:proofErr w:type="spellEnd"/>
      <w:r w:rsidR="00C747C1">
        <w:t>: Materiewellenlänge</w:t>
      </w:r>
      <w:r w:rsidR="00350AEC">
        <w:br/>
      </w:r>
      <w:r w:rsidR="00C747C1">
        <w:t>L: Länge des Potenzialtopfs</w:t>
      </w:r>
    </w:p>
    <w:p w14:paraId="5EB79E27" w14:textId="77777777" w:rsidR="005F50D4" w:rsidRDefault="005F50D4" w:rsidP="00C747C1"/>
    <w:p w14:paraId="2225922D" w14:textId="2A8F8394" w:rsidR="00C747C1" w:rsidRDefault="00C747C1" w:rsidP="005F50D4">
      <w:pPr>
        <w:pStyle w:val="berschrift2"/>
      </w:pPr>
      <w:r>
        <w:t>3.5 Wärmelehre</w:t>
      </w:r>
    </w:p>
    <w:p w14:paraId="16658ABD" w14:textId="77777777" w:rsidR="00C747C1" w:rsidRDefault="00C747C1" w:rsidP="005F50D4">
      <w:pPr>
        <w:pStyle w:val="berschrift3"/>
      </w:pPr>
      <w:r>
        <w:t>Grundgleichung der Wärmelehre</w:t>
      </w:r>
    </w:p>
    <w:p w14:paraId="50883C97" w14:textId="51A97DDD" w:rsidR="00C747C1" w:rsidRDefault="00C747C1" w:rsidP="00C747C1">
      <w:r>
        <w:t>Q =</w:t>
      </w:r>
      <w:r w:rsidR="005F50D4">
        <w:t>~D</w:t>
      </w:r>
      <w:r>
        <w:t>E =c *m *</w:t>
      </w:r>
      <w:r w:rsidR="005F50D4">
        <w:t>~D</w:t>
      </w:r>
      <w:r>
        <w:t>T</w:t>
      </w:r>
    </w:p>
    <w:p w14:paraId="50A31247" w14:textId="77777777" w:rsidR="005F50D4" w:rsidRDefault="005F50D4" w:rsidP="00C747C1"/>
    <w:p w14:paraId="15895515" w14:textId="2D5EF59A" w:rsidR="00C747C1" w:rsidRDefault="00C747C1" w:rsidP="00350AEC">
      <w:r>
        <w:t>Q: aufgenommene bzw. abgegebene Wärme</w:t>
      </w:r>
      <w:r w:rsidR="00350AEC">
        <w:br/>
      </w:r>
      <w:r>
        <w:t>E: Energie</w:t>
      </w:r>
      <w:r w:rsidR="00350AEC">
        <w:br/>
      </w:r>
      <w:r>
        <w:lastRenderedPageBreak/>
        <w:t>c: spezifische Wärmekapazität</w:t>
      </w:r>
      <w:r w:rsidR="00350AEC">
        <w:br/>
      </w:r>
      <w:r>
        <w:t>m: Masse</w:t>
      </w:r>
      <w:r w:rsidR="00350AEC">
        <w:br/>
      </w:r>
      <w:r>
        <w:t>T: Temperatur</w:t>
      </w:r>
    </w:p>
    <w:p w14:paraId="46C406B6" w14:textId="77777777" w:rsidR="005F50D4" w:rsidRDefault="005F50D4" w:rsidP="00C747C1"/>
    <w:p w14:paraId="5091D381" w14:textId="7706464E" w:rsidR="00C747C1" w:rsidRDefault="00C747C1" w:rsidP="005F50D4">
      <w:pPr>
        <w:pStyle w:val="berschrift3"/>
      </w:pPr>
      <w:r>
        <w:t>Entropieänderung</w:t>
      </w:r>
    </w:p>
    <w:p w14:paraId="056BE3A5" w14:textId="55B5761A" w:rsidR="00C747C1" w:rsidRDefault="008A18AE" w:rsidP="00C747C1">
      <w:r>
        <w:t>~D</w:t>
      </w:r>
      <w:r w:rsidR="00C747C1">
        <w:t>S =</w:t>
      </w:r>
      <w:r>
        <w:t>\</w:t>
      </w:r>
      <w:proofErr w:type="spellStart"/>
      <w:r>
        <w:t>frac</w:t>
      </w:r>
      <w:proofErr w:type="spellEnd"/>
      <w:r>
        <w:t>{Q_{</w:t>
      </w:r>
      <w:proofErr w:type="spellStart"/>
      <w:r>
        <w:t>rev</w:t>
      </w:r>
      <w:proofErr w:type="spellEnd"/>
      <w:r>
        <w:t>}}{T}</w:t>
      </w:r>
    </w:p>
    <w:p w14:paraId="1708D403" w14:textId="2D8098CA" w:rsidR="00C747C1" w:rsidRDefault="00C747C1" w:rsidP="00C747C1"/>
    <w:p w14:paraId="48BA2ADD" w14:textId="77C3AC67" w:rsidR="00C747C1" w:rsidRDefault="00C747C1" w:rsidP="00350AEC">
      <w:r>
        <w:t>S: Entropie</w:t>
      </w:r>
      <w:r w:rsidR="00350AEC">
        <w:br/>
      </w:r>
      <w:r>
        <w:t>Q</w:t>
      </w:r>
      <w:r w:rsidR="008A18AE">
        <w:t>_{</w:t>
      </w:r>
      <w:proofErr w:type="spellStart"/>
      <w:r w:rsidR="008A18AE">
        <w:t>rev</w:t>
      </w:r>
      <w:proofErr w:type="spellEnd"/>
      <w:r w:rsidR="008A18AE">
        <w:t>}</w:t>
      </w:r>
      <w:r>
        <w:t>: reversibel aufgenommene bzw. abgegebene Wärme</w:t>
      </w:r>
      <w:r w:rsidR="00350AEC">
        <w:br/>
      </w:r>
      <w:r>
        <w:t>T: Temperatur</w:t>
      </w:r>
    </w:p>
    <w:p w14:paraId="437C42DB" w14:textId="77777777" w:rsidR="008A18AE" w:rsidRDefault="008A18AE" w:rsidP="00C747C1"/>
    <w:p w14:paraId="3ABADC14" w14:textId="6AD1F477" w:rsidR="008A18AE" w:rsidRDefault="008A18AE" w:rsidP="00C747C1">
      <w:r>
        <w:t>((39))</w:t>
      </w:r>
    </w:p>
    <w:p w14:paraId="31B5AD49" w14:textId="77777777" w:rsidR="00C747C1" w:rsidRDefault="00C747C1" w:rsidP="005817DA">
      <w:pPr>
        <w:pStyle w:val="berschrift3"/>
      </w:pPr>
      <w:r>
        <w:t>Hauptsätze der Wärmelehre</w:t>
      </w:r>
    </w:p>
    <w:p w14:paraId="21C5993F" w14:textId="28B9D512" w:rsidR="00C747C1" w:rsidRDefault="00C747C1" w:rsidP="005817DA">
      <w:pPr>
        <w:pStyle w:val="berschrift4"/>
      </w:pPr>
      <w:r>
        <w:t>1. Hauptsatz</w:t>
      </w:r>
    </w:p>
    <w:p w14:paraId="3470A57C" w14:textId="77777777" w:rsidR="005817DA" w:rsidRDefault="005817DA" w:rsidP="00C747C1">
      <w:r>
        <w:t>~D</w:t>
      </w:r>
      <w:r w:rsidR="00C747C1">
        <w:t>U =Q +W</w:t>
      </w:r>
    </w:p>
    <w:p w14:paraId="0DBDE0D8" w14:textId="77777777" w:rsidR="005817DA" w:rsidRDefault="005817DA" w:rsidP="00C747C1"/>
    <w:p w14:paraId="3494C38E" w14:textId="7CA5701D" w:rsidR="00C747C1" w:rsidRDefault="00C747C1" w:rsidP="00350AEC">
      <w:r>
        <w:t>U: innere Energie</w:t>
      </w:r>
      <w:r w:rsidR="00350AEC">
        <w:br/>
      </w:r>
      <w:r>
        <w:t>Q: Wärme</w:t>
      </w:r>
      <w:r w:rsidR="00350AEC">
        <w:br/>
      </w:r>
      <w:r>
        <w:t>W: Arbeit</w:t>
      </w:r>
    </w:p>
    <w:p w14:paraId="07C90E9A" w14:textId="77777777" w:rsidR="005817DA" w:rsidRDefault="005817DA" w:rsidP="00C747C1"/>
    <w:p w14:paraId="4A1EE4DE" w14:textId="71CB1207" w:rsidR="00C747C1" w:rsidRDefault="00C747C1" w:rsidP="005817DA">
      <w:pPr>
        <w:pStyle w:val="berschrift4"/>
      </w:pPr>
      <w:r>
        <w:t>2. Hauptsatz</w:t>
      </w:r>
    </w:p>
    <w:p w14:paraId="5965FF9E" w14:textId="77777777" w:rsidR="005817DA" w:rsidRDefault="005817DA" w:rsidP="00C747C1">
      <w:r>
        <w:t>~D</w:t>
      </w:r>
      <w:r w:rsidR="00C747C1">
        <w:t>S &gt;</w:t>
      </w:r>
      <w:r>
        <w:t>=</w:t>
      </w:r>
      <w:r w:rsidR="00C747C1">
        <w:t>0</w:t>
      </w:r>
    </w:p>
    <w:p w14:paraId="22D716AC" w14:textId="77777777" w:rsidR="005817DA" w:rsidRDefault="005817DA" w:rsidP="00C747C1"/>
    <w:p w14:paraId="1E3F0107" w14:textId="308D78C9" w:rsidR="00C747C1" w:rsidRDefault="00C747C1" w:rsidP="00350AEC">
      <w:r>
        <w:t>S: Entropie</w:t>
      </w:r>
    </w:p>
    <w:p w14:paraId="48623052" w14:textId="77777777" w:rsidR="005817DA" w:rsidRDefault="005817DA" w:rsidP="00C747C1"/>
    <w:p w14:paraId="72171DFD" w14:textId="51125C0D" w:rsidR="00C747C1" w:rsidRDefault="00C747C1" w:rsidP="005817DA">
      <w:pPr>
        <w:pStyle w:val="berschrift3"/>
      </w:pPr>
      <w:r>
        <w:t>Zustandsgleichung für ideale Gase</w:t>
      </w:r>
    </w:p>
    <w:p w14:paraId="7BE678CE" w14:textId="3363F8F2" w:rsidR="00C747C1" w:rsidRDefault="005817DA" w:rsidP="00C747C1">
      <w:r>
        <w:t>\</w:t>
      </w:r>
      <w:proofErr w:type="spellStart"/>
      <w:r>
        <w:t>frac</w:t>
      </w:r>
      <w:proofErr w:type="spellEnd"/>
      <w:r>
        <w:t>{p *V}{T}</w:t>
      </w:r>
      <w:r w:rsidR="00C747C1">
        <w:t xml:space="preserve"> =konstant</w:t>
      </w:r>
    </w:p>
    <w:p w14:paraId="755DE4DC" w14:textId="77777777" w:rsidR="005817DA" w:rsidRDefault="005817DA" w:rsidP="00C747C1"/>
    <w:p w14:paraId="53B56774" w14:textId="4671E3CA" w:rsidR="00C747C1" w:rsidRDefault="00C747C1" w:rsidP="00350AEC">
      <w:r>
        <w:t>p: Druck</w:t>
      </w:r>
      <w:r w:rsidR="00350AEC">
        <w:br/>
      </w:r>
      <w:r>
        <w:t>V: Volumen</w:t>
      </w:r>
      <w:r w:rsidR="00350AEC">
        <w:br/>
      </w:r>
      <w:r>
        <w:t>T: Temperatur</w:t>
      </w:r>
    </w:p>
    <w:p w14:paraId="7E858440" w14:textId="77777777" w:rsidR="005817DA" w:rsidRDefault="005817DA" w:rsidP="00C747C1"/>
    <w:p w14:paraId="714EA747" w14:textId="2F983DBF" w:rsidR="00C747C1" w:rsidRDefault="00C747C1" w:rsidP="005817DA">
      <w:pPr>
        <w:pStyle w:val="berschrift3"/>
      </w:pPr>
      <w:r>
        <w:t>Thermisches Verhalten von Festkörpern, Flüssigkeiten und Gasen</w:t>
      </w:r>
    </w:p>
    <w:p w14:paraId="71743C56" w14:textId="1A3C855E" w:rsidR="00C747C1" w:rsidRDefault="005817DA" w:rsidP="005817DA">
      <w:pPr>
        <w:pStyle w:val="berschrift4"/>
      </w:pPr>
      <w:r>
        <w:t>A</w:t>
      </w:r>
      <w:r w:rsidR="00C747C1">
        <w:t>ggregatzustandsänderungen</w:t>
      </w:r>
    </w:p>
    <w:p w14:paraId="133B9EAA" w14:textId="4806E500" w:rsidR="00C747C1" w:rsidRDefault="005817DA" w:rsidP="005817DA">
      <w:pPr>
        <w:pStyle w:val="Liste"/>
      </w:pPr>
      <w:r>
        <w:t>-</w:t>
      </w:r>
      <w:r w:rsidR="00C747C1">
        <w:t xml:space="preserve"> Verdampfungswärme</w:t>
      </w:r>
    </w:p>
    <w:p w14:paraId="0FE435D3" w14:textId="77777777" w:rsidR="005817DA" w:rsidRDefault="00C747C1" w:rsidP="005817DA">
      <w:pPr>
        <w:pStyle w:val="Liste2"/>
      </w:pPr>
      <w:r>
        <w:t>Q</w:t>
      </w:r>
      <w:r w:rsidR="005817DA">
        <w:t>_</w:t>
      </w:r>
      <w:r>
        <w:t>V =</w:t>
      </w:r>
      <w:proofErr w:type="spellStart"/>
      <w:r w:rsidR="005817DA">
        <w:t>q_</w:t>
      </w:r>
      <w:r>
        <w:t>V</w:t>
      </w:r>
      <w:proofErr w:type="spellEnd"/>
      <w:r w:rsidR="005817DA">
        <w:t xml:space="preserve"> *</w:t>
      </w:r>
      <w:r>
        <w:t>m</w:t>
      </w:r>
    </w:p>
    <w:p w14:paraId="11AB67E0" w14:textId="77777777" w:rsidR="005817DA" w:rsidRDefault="005817DA" w:rsidP="00350AEC">
      <w:pPr>
        <w:pStyle w:val="Listenfortsetzung"/>
      </w:pPr>
    </w:p>
    <w:p w14:paraId="71429721" w14:textId="560F5999" w:rsidR="00C747C1" w:rsidRDefault="00C747C1" w:rsidP="00350AEC">
      <w:pPr>
        <w:pStyle w:val="Listenfortsetzung"/>
      </w:pPr>
      <w:r>
        <w:t>Q</w:t>
      </w:r>
      <w:r w:rsidR="005817DA">
        <w:t>_</w:t>
      </w:r>
      <w:r>
        <w:t>V: Verdampfungswärme</w:t>
      </w:r>
      <w:r w:rsidR="00350AEC">
        <w:br/>
      </w:r>
      <w:proofErr w:type="spellStart"/>
      <w:r>
        <w:t>q</w:t>
      </w:r>
      <w:r w:rsidR="005817DA">
        <w:t>_</w:t>
      </w:r>
      <w:r>
        <w:t>V</w:t>
      </w:r>
      <w:proofErr w:type="spellEnd"/>
      <w:r>
        <w:t>: spezifische Verdampfungswärme</w:t>
      </w:r>
      <w:r w:rsidR="00350AEC">
        <w:br/>
      </w:r>
      <w:r>
        <w:t>m: Masse</w:t>
      </w:r>
    </w:p>
    <w:p w14:paraId="415C3FB3" w14:textId="77777777" w:rsidR="005817DA" w:rsidRDefault="005817DA" w:rsidP="00C747C1"/>
    <w:p w14:paraId="22ACAFBF" w14:textId="25ED1B39" w:rsidR="00C747C1" w:rsidRPr="004E348E" w:rsidRDefault="005817DA" w:rsidP="005817DA">
      <w:pPr>
        <w:pStyle w:val="Liste"/>
        <w:rPr>
          <w:lang w:val="en-GB"/>
        </w:rPr>
      </w:pPr>
      <w:r w:rsidRPr="004E348E">
        <w:rPr>
          <w:lang w:val="en-GB"/>
        </w:rPr>
        <w:t>-</w:t>
      </w:r>
      <w:r w:rsidR="00C747C1" w:rsidRPr="004E348E">
        <w:rPr>
          <w:lang w:val="en-GB"/>
        </w:rPr>
        <w:t xml:space="preserve"> </w:t>
      </w:r>
      <w:proofErr w:type="spellStart"/>
      <w:r w:rsidR="00C747C1" w:rsidRPr="004E348E">
        <w:rPr>
          <w:lang w:val="en-GB"/>
        </w:rPr>
        <w:t>Schmelzwärme</w:t>
      </w:r>
      <w:proofErr w:type="spellEnd"/>
    </w:p>
    <w:p w14:paraId="0E87845C" w14:textId="77777777" w:rsidR="005817DA" w:rsidRPr="004E348E" w:rsidRDefault="00C747C1" w:rsidP="005817DA">
      <w:pPr>
        <w:pStyle w:val="Liste2"/>
        <w:rPr>
          <w:lang w:val="en-GB"/>
        </w:rPr>
      </w:pPr>
      <w:r w:rsidRPr="004E348E">
        <w:rPr>
          <w:lang w:val="en-GB"/>
        </w:rPr>
        <w:t>Q</w:t>
      </w:r>
      <w:r w:rsidR="005817DA" w:rsidRPr="004E348E">
        <w:rPr>
          <w:lang w:val="en-GB"/>
        </w:rPr>
        <w:t>_</w:t>
      </w:r>
      <w:r w:rsidRPr="004E348E">
        <w:rPr>
          <w:lang w:val="en-GB"/>
        </w:rPr>
        <w:t>S =</w:t>
      </w:r>
      <w:proofErr w:type="spellStart"/>
      <w:r w:rsidR="005817DA" w:rsidRPr="004E348E">
        <w:rPr>
          <w:lang w:val="en-GB"/>
        </w:rPr>
        <w:t>q_</w:t>
      </w:r>
      <w:r w:rsidRPr="004E348E">
        <w:rPr>
          <w:lang w:val="en-GB"/>
        </w:rPr>
        <w:t>S</w:t>
      </w:r>
      <w:proofErr w:type="spellEnd"/>
      <w:r w:rsidR="005817DA" w:rsidRPr="004E348E">
        <w:rPr>
          <w:lang w:val="en-GB"/>
        </w:rPr>
        <w:t xml:space="preserve"> *</w:t>
      </w:r>
      <w:r w:rsidRPr="004E348E">
        <w:rPr>
          <w:lang w:val="en-GB"/>
        </w:rPr>
        <w:t>m</w:t>
      </w:r>
    </w:p>
    <w:p w14:paraId="547B28EE" w14:textId="77777777" w:rsidR="005817DA" w:rsidRPr="004E348E" w:rsidRDefault="005817DA" w:rsidP="00350AEC">
      <w:pPr>
        <w:pStyle w:val="Listenfortsetzung"/>
        <w:rPr>
          <w:lang w:val="en-GB"/>
        </w:rPr>
      </w:pPr>
    </w:p>
    <w:p w14:paraId="55DEF572" w14:textId="37AF5373" w:rsidR="00C747C1" w:rsidRDefault="00C747C1" w:rsidP="00350AEC">
      <w:pPr>
        <w:pStyle w:val="Listenfortsetzung"/>
      </w:pPr>
      <w:r>
        <w:t>Q</w:t>
      </w:r>
      <w:r w:rsidR="005817DA">
        <w:t>_</w:t>
      </w:r>
      <w:r>
        <w:t>S: Schmelzwärme</w:t>
      </w:r>
      <w:r w:rsidR="00350AEC">
        <w:br/>
      </w:r>
      <w:proofErr w:type="spellStart"/>
      <w:r>
        <w:t>q</w:t>
      </w:r>
      <w:r w:rsidR="005817DA">
        <w:t>_</w:t>
      </w:r>
      <w:r>
        <w:t>S</w:t>
      </w:r>
      <w:proofErr w:type="spellEnd"/>
      <w:r>
        <w:t>: spezifische Schmelzwärme</w:t>
      </w:r>
      <w:r w:rsidR="00350AEC">
        <w:br/>
      </w:r>
      <w:r>
        <w:t>m: Masse</w:t>
      </w:r>
    </w:p>
    <w:p w14:paraId="4C18B058" w14:textId="77777777" w:rsidR="005817DA" w:rsidRDefault="005817DA" w:rsidP="00C747C1"/>
    <w:p w14:paraId="657B060E" w14:textId="1B857DA6" w:rsidR="00C747C1" w:rsidRDefault="00C747C1" w:rsidP="005817DA">
      <w:pPr>
        <w:pStyle w:val="berschrift4"/>
      </w:pPr>
      <w:r>
        <w:t>Wärmeleitung</w:t>
      </w:r>
    </w:p>
    <w:p w14:paraId="572E106F" w14:textId="77777777" w:rsidR="005817DA" w:rsidRDefault="00C747C1" w:rsidP="00C747C1">
      <w:r>
        <w:t>Q =</w:t>
      </w:r>
      <w:r w:rsidR="005817DA">
        <w:t>~D</w:t>
      </w:r>
      <w:r>
        <w:t>E =</w:t>
      </w:r>
      <w:r w:rsidR="005817DA">
        <w:t>~l</w:t>
      </w:r>
      <w:r>
        <w:t xml:space="preserve"> *A *</w:t>
      </w:r>
      <w:r w:rsidR="005817DA">
        <w:t>\</w:t>
      </w:r>
      <w:proofErr w:type="spellStart"/>
      <w:r w:rsidR="005817DA">
        <w:t>frac</w:t>
      </w:r>
      <w:proofErr w:type="spellEnd"/>
      <w:r w:rsidR="005817DA">
        <w:t>{~DT}{d}</w:t>
      </w:r>
      <w:r>
        <w:t xml:space="preserve"> *</w:t>
      </w:r>
      <w:r w:rsidR="005817DA">
        <w:t>~</w:t>
      </w:r>
      <w:proofErr w:type="spellStart"/>
      <w:r w:rsidR="005817DA">
        <w:t>D</w:t>
      </w:r>
      <w:r>
        <w:t>t</w:t>
      </w:r>
      <w:proofErr w:type="spellEnd"/>
    </w:p>
    <w:p w14:paraId="579AA0C3" w14:textId="77777777" w:rsidR="005817DA" w:rsidRDefault="005817DA" w:rsidP="00C747C1"/>
    <w:p w14:paraId="39D16B25" w14:textId="261A0730" w:rsidR="00C747C1" w:rsidRDefault="00C747C1" w:rsidP="00350AEC">
      <w:r>
        <w:t>Q: Wärme</w:t>
      </w:r>
      <w:r w:rsidR="00350AEC">
        <w:br/>
      </w:r>
      <w:r>
        <w:t>E: Energie</w:t>
      </w:r>
      <w:r w:rsidR="00350AEC">
        <w:br/>
      </w:r>
      <w:r w:rsidR="005817DA">
        <w:t>~l</w:t>
      </w:r>
      <w:r>
        <w:t>: Wärmeleitfähigkeitskoeffizient</w:t>
      </w:r>
      <w:r w:rsidR="00350AEC">
        <w:br/>
      </w:r>
      <w:r>
        <w:t>A: Flächeninhalt</w:t>
      </w:r>
      <w:r w:rsidR="00350AEC">
        <w:br/>
      </w:r>
      <w:r>
        <w:t>T: Temperatur</w:t>
      </w:r>
      <w:r w:rsidR="00350AEC">
        <w:br/>
      </w:r>
      <w:r>
        <w:t>d: Dicke/Länge des Körpers</w:t>
      </w:r>
      <w:r w:rsidR="00350AEC">
        <w:br/>
      </w:r>
      <w:r>
        <w:t>t: Zeit</w:t>
      </w:r>
    </w:p>
    <w:p w14:paraId="32082AF5" w14:textId="4E88961F" w:rsidR="00C747C1" w:rsidRDefault="00C747C1" w:rsidP="00C747C1"/>
    <w:p w14:paraId="694D84A1" w14:textId="77777777" w:rsidR="005817DA" w:rsidRDefault="00C747C1" w:rsidP="005817DA">
      <w:pPr>
        <w:pStyle w:val="berschrift4"/>
      </w:pPr>
      <w:r>
        <w:t>Thermische Längenänderung</w:t>
      </w:r>
    </w:p>
    <w:p w14:paraId="43CF8282" w14:textId="2856072C" w:rsidR="005817DA" w:rsidRDefault="005817DA" w:rsidP="005817DA">
      <w:r>
        <w:t>~Dl =~</w:t>
      </w:r>
      <w:r w:rsidR="00C747C1">
        <w:t>a *</w:t>
      </w:r>
      <w:r>
        <w:t>l_</w:t>
      </w:r>
      <w:r w:rsidR="00C747C1">
        <w:t>0 *</w:t>
      </w:r>
      <w:r>
        <w:t>~D</w:t>
      </w:r>
      <w:r w:rsidR="00C747C1">
        <w:t>T</w:t>
      </w:r>
    </w:p>
    <w:p w14:paraId="36DC5453" w14:textId="77777777" w:rsidR="005817DA" w:rsidRDefault="005817DA" w:rsidP="00350AEC"/>
    <w:p w14:paraId="1244EC8D" w14:textId="20BF0D42" w:rsidR="00C747C1" w:rsidRDefault="005817DA" w:rsidP="00350AEC">
      <w:r>
        <w:lastRenderedPageBreak/>
        <w:t>l: Länge</w:t>
      </w:r>
      <w:r w:rsidR="00350AEC">
        <w:br/>
      </w:r>
      <w:r>
        <w:t>~</w:t>
      </w:r>
      <w:r w:rsidR="00C747C1">
        <w:t>a: Längenausdehnungskoeffizient</w:t>
      </w:r>
      <w:r w:rsidR="00350AEC">
        <w:br/>
      </w:r>
      <w:r>
        <w:t>l_</w:t>
      </w:r>
      <w:r w:rsidR="00C747C1">
        <w:t>0: Ausgangslänge</w:t>
      </w:r>
      <w:r w:rsidR="00350AEC">
        <w:br/>
      </w:r>
      <w:r w:rsidR="00C747C1">
        <w:t>T: Temperatur</w:t>
      </w:r>
    </w:p>
    <w:p w14:paraId="22EAE505" w14:textId="77777777" w:rsidR="005817DA" w:rsidRDefault="005817DA" w:rsidP="00C747C1"/>
    <w:p w14:paraId="69C95E2B" w14:textId="3C112290" w:rsidR="005817DA" w:rsidRDefault="00C747C1" w:rsidP="005817DA">
      <w:pPr>
        <w:pStyle w:val="berschrift4"/>
      </w:pPr>
      <w:r>
        <w:t xml:space="preserve">Thermische </w:t>
      </w:r>
      <w:r w:rsidR="004E348E">
        <w:t>V</w:t>
      </w:r>
      <w:r>
        <w:t>olumenänderung</w:t>
      </w:r>
    </w:p>
    <w:p w14:paraId="7140C1F1" w14:textId="77777777" w:rsidR="005817DA" w:rsidRDefault="005817DA" w:rsidP="005817DA">
      <w:r>
        <w:t>~D</w:t>
      </w:r>
      <w:r w:rsidR="00C747C1">
        <w:t>V =</w:t>
      </w:r>
      <w:r>
        <w:t>~c</w:t>
      </w:r>
      <w:r w:rsidR="00C747C1">
        <w:t xml:space="preserve"> </w:t>
      </w:r>
      <w:r>
        <w:t>*</w:t>
      </w:r>
      <w:r w:rsidR="00C747C1">
        <w:t>V</w:t>
      </w:r>
      <w:r>
        <w:t>_</w:t>
      </w:r>
      <w:r w:rsidR="00C747C1">
        <w:t>0 *</w:t>
      </w:r>
      <w:r>
        <w:t>~D</w:t>
      </w:r>
      <w:r w:rsidR="00C747C1">
        <w:t>T</w:t>
      </w:r>
    </w:p>
    <w:p w14:paraId="7DCC7BFE" w14:textId="77777777" w:rsidR="005817DA" w:rsidRDefault="005817DA" w:rsidP="005817DA"/>
    <w:p w14:paraId="0FB13951" w14:textId="3184D094" w:rsidR="00C747C1" w:rsidRDefault="005817DA" w:rsidP="00350AEC">
      <w:r>
        <w:t>V: Volumen</w:t>
      </w:r>
      <w:r w:rsidR="00350AEC">
        <w:br/>
      </w:r>
      <w:r>
        <w:t>~c</w:t>
      </w:r>
      <w:r w:rsidR="00C747C1">
        <w:t>: Volumenausdehnungskoeffizient</w:t>
      </w:r>
      <w:r w:rsidR="00350AEC">
        <w:br/>
      </w:r>
      <w:r w:rsidR="00C747C1">
        <w:t>V</w:t>
      </w:r>
      <w:r>
        <w:t>_</w:t>
      </w:r>
      <w:r w:rsidR="00C747C1">
        <w:t>0: Ausgangsvolumen</w:t>
      </w:r>
      <w:r w:rsidR="00350AEC">
        <w:br/>
      </w:r>
      <w:r w:rsidR="00C747C1">
        <w:t>T: Temperatur</w:t>
      </w:r>
    </w:p>
    <w:p w14:paraId="41A73B0D" w14:textId="77777777" w:rsidR="005817DA" w:rsidRDefault="005817DA" w:rsidP="00C747C1"/>
    <w:p w14:paraId="2B9AFE7C" w14:textId="645D1077" w:rsidR="005817DA" w:rsidRDefault="005817DA" w:rsidP="00C747C1">
      <w:r>
        <w:t>((40))</w:t>
      </w:r>
    </w:p>
    <w:p w14:paraId="614D8031" w14:textId="65B8510C" w:rsidR="00AD4F37" w:rsidRDefault="00AD4F37" w:rsidP="00AD4F37">
      <w:pPr>
        <w:pStyle w:val="berschrift2"/>
      </w:pPr>
      <w:r>
        <w:t>3.6 Spezielle Relativitätstheorie</w:t>
      </w:r>
    </w:p>
    <w:p w14:paraId="1CF0969E" w14:textId="47914899" w:rsidR="00C747C1" w:rsidRDefault="00C747C1" w:rsidP="005817DA">
      <w:pPr>
        <w:pStyle w:val="berschrift3"/>
      </w:pPr>
      <w:r>
        <w:t>Galilei-Transformation</w:t>
      </w:r>
    </w:p>
    <w:p w14:paraId="54CEFC18" w14:textId="096DCFD8" w:rsidR="00C747C1" w:rsidRDefault="00C747C1" w:rsidP="007D7CCB">
      <w:pPr>
        <w:pStyle w:val="Liste"/>
      </w:pPr>
      <w:r>
        <w:t xml:space="preserve">S </w:t>
      </w:r>
      <w:r w:rsidR="007D7CCB">
        <w:t>\</w:t>
      </w:r>
      <w:proofErr w:type="spellStart"/>
      <w:r w:rsidR="007D7CCB">
        <w:t>to</w:t>
      </w:r>
      <w:proofErr w:type="spellEnd"/>
      <w:r>
        <w:t xml:space="preserve"> S'</w:t>
      </w:r>
    </w:p>
    <w:p w14:paraId="150F8A5D" w14:textId="77777777" w:rsidR="00AD4F37" w:rsidRPr="004E348E" w:rsidRDefault="00C747C1" w:rsidP="00AD4F37">
      <w:pPr>
        <w:pStyle w:val="Liste2"/>
        <w:rPr>
          <w:lang w:val="fr-FR"/>
        </w:rPr>
      </w:pPr>
      <w:r w:rsidRPr="004E348E">
        <w:rPr>
          <w:lang w:val="fr-FR"/>
        </w:rPr>
        <w:t xml:space="preserve">x' =x -v </w:t>
      </w:r>
      <w:r w:rsidR="007D7CCB" w:rsidRPr="004E348E">
        <w:rPr>
          <w:lang w:val="fr-FR"/>
        </w:rPr>
        <w:t>*</w:t>
      </w:r>
      <w:r w:rsidRPr="004E348E">
        <w:rPr>
          <w:lang w:val="fr-FR"/>
        </w:rPr>
        <w:t>t</w:t>
      </w:r>
    </w:p>
    <w:p w14:paraId="427FEA0E" w14:textId="77777777" w:rsidR="00AD4F37" w:rsidRPr="004E348E" w:rsidRDefault="00C747C1" w:rsidP="00AD4F37">
      <w:pPr>
        <w:pStyle w:val="Liste2"/>
        <w:rPr>
          <w:lang w:val="fr-FR"/>
        </w:rPr>
      </w:pPr>
      <w:r w:rsidRPr="004E348E">
        <w:rPr>
          <w:lang w:val="fr-FR"/>
        </w:rPr>
        <w:t>y' =y</w:t>
      </w:r>
    </w:p>
    <w:p w14:paraId="018575B9" w14:textId="77777777" w:rsidR="00AD4F37" w:rsidRPr="004E348E" w:rsidRDefault="00C747C1" w:rsidP="00AD4F37">
      <w:pPr>
        <w:pStyle w:val="Liste2"/>
        <w:rPr>
          <w:lang w:val="fr-FR"/>
        </w:rPr>
      </w:pPr>
      <w:r w:rsidRPr="004E348E">
        <w:rPr>
          <w:lang w:val="fr-FR"/>
        </w:rPr>
        <w:t>z' =z</w:t>
      </w:r>
    </w:p>
    <w:p w14:paraId="18F03D99" w14:textId="77777777" w:rsidR="00AD4F37" w:rsidRPr="004E348E" w:rsidRDefault="00C747C1" w:rsidP="00AD4F37">
      <w:pPr>
        <w:pStyle w:val="Liste2"/>
        <w:rPr>
          <w:lang w:val="en-GB"/>
        </w:rPr>
      </w:pPr>
      <w:r w:rsidRPr="004E348E">
        <w:rPr>
          <w:lang w:val="en-GB"/>
        </w:rPr>
        <w:t>t' =t</w:t>
      </w:r>
    </w:p>
    <w:p w14:paraId="53361E91" w14:textId="77777777" w:rsidR="00AD4F37" w:rsidRPr="004E348E" w:rsidRDefault="00AD4F37" w:rsidP="007D7CCB">
      <w:pPr>
        <w:pStyle w:val="Liste"/>
        <w:rPr>
          <w:lang w:val="en-GB"/>
        </w:rPr>
      </w:pPr>
    </w:p>
    <w:p w14:paraId="589EB2F2" w14:textId="5B43CDAC" w:rsidR="00AD4F37" w:rsidRPr="004E348E" w:rsidRDefault="00AD4F37" w:rsidP="007D7CCB">
      <w:pPr>
        <w:pStyle w:val="Liste"/>
        <w:rPr>
          <w:lang w:val="en-GB"/>
        </w:rPr>
      </w:pPr>
      <w:r w:rsidRPr="004E348E">
        <w:rPr>
          <w:lang w:val="en-GB"/>
        </w:rPr>
        <w:t>S' \to S</w:t>
      </w:r>
    </w:p>
    <w:p w14:paraId="3AE4318E" w14:textId="77777777" w:rsidR="00AD4F37" w:rsidRPr="004E348E" w:rsidRDefault="00AD4F37" w:rsidP="00AD4F37">
      <w:pPr>
        <w:pStyle w:val="Liste2"/>
        <w:rPr>
          <w:lang w:val="en-GB"/>
        </w:rPr>
      </w:pPr>
      <w:r w:rsidRPr="004E348E">
        <w:rPr>
          <w:lang w:val="en-GB"/>
        </w:rPr>
        <w:t>x =x' +v *t</w:t>
      </w:r>
    </w:p>
    <w:p w14:paraId="2BE7E142" w14:textId="77777777" w:rsidR="00AD4F37" w:rsidRDefault="00AD4F37" w:rsidP="00AD4F37">
      <w:pPr>
        <w:pStyle w:val="Liste2"/>
      </w:pPr>
      <w:r>
        <w:t>y =y'</w:t>
      </w:r>
    </w:p>
    <w:p w14:paraId="2BCFDAE4" w14:textId="77777777" w:rsidR="00AD4F37" w:rsidRDefault="00AD4F37" w:rsidP="00AD4F37">
      <w:pPr>
        <w:pStyle w:val="Liste2"/>
      </w:pPr>
      <w:r>
        <w:t>z =z'</w:t>
      </w:r>
    </w:p>
    <w:p w14:paraId="5538C50E" w14:textId="39890557" w:rsidR="00C747C1" w:rsidRDefault="00C747C1" w:rsidP="00AD4F37">
      <w:pPr>
        <w:pStyle w:val="Liste2"/>
      </w:pPr>
      <w:r>
        <w:t>t =t'</w:t>
      </w:r>
    </w:p>
    <w:p w14:paraId="72F01583" w14:textId="77777777" w:rsidR="007D7CCB" w:rsidRDefault="007D7CCB" w:rsidP="00C747C1"/>
    <w:p w14:paraId="4F9105DE" w14:textId="600D2847" w:rsidR="00C747C1" w:rsidRDefault="00C747C1" w:rsidP="00350AEC">
      <w:r>
        <w:t>x, y, z: Koordinaten im Inertialsystem S</w:t>
      </w:r>
      <w:r w:rsidR="00350AEC">
        <w:br/>
      </w:r>
      <w:r>
        <w:t>x', y', z': Koordinaten im Inertialsystem S'</w:t>
      </w:r>
      <w:r w:rsidR="00350AEC">
        <w:br/>
      </w:r>
      <w:r>
        <w:lastRenderedPageBreak/>
        <w:t>t, t': Zeiten in den jeweiligen Systemen</w:t>
      </w:r>
      <w:r w:rsidR="00350AEC">
        <w:br/>
      </w:r>
      <w:r>
        <w:t>v: Relativgeschwindigkeit der Inertialsysteme S und S</w:t>
      </w:r>
      <w:r w:rsidR="00AD4F37">
        <w:t>'</w:t>
      </w:r>
    </w:p>
    <w:p w14:paraId="049CCA5B" w14:textId="77777777" w:rsidR="007D7CCB" w:rsidRDefault="007D7CCB" w:rsidP="00C747C1"/>
    <w:p w14:paraId="099AE454" w14:textId="2F0241A3" w:rsidR="00C747C1" w:rsidRDefault="00C747C1" w:rsidP="007D7CCB">
      <w:pPr>
        <w:pStyle w:val="berschrift3"/>
      </w:pPr>
      <w:r>
        <w:t>Lorentz-Faktor</w:t>
      </w:r>
    </w:p>
    <w:p w14:paraId="1636135B" w14:textId="6E8B0073" w:rsidR="00C747C1" w:rsidRDefault="007D7CCB" w:rsidP="00C747C1">
      <w:r>
        <w:t>~c =\</w:t>
      </w:r>
      <w:proofErr w:type="spellStart"/>
      <w:r>
        <w:t>frac</w:t>
      </w:r>
      <w:proofErr w:type="spellEnd"/>
      <w:r>
        <w:t>{1}{</w:t>
      </w:r>
      <w:r w:rsidR="00350AEC">
        <w:t>\</w:t>
      </w:r>
      <w:r>
        <w:t>s{1 -(v/c)^2}}</w:t>
      </w:r>
    </w:p>
    <w:p w14:paraId="65E9E2D4" w14:textId="627A6192" w:rsidR="00C747C1" w:rsidRDefault="00C747C1" w:rsidP="00C747C1"/>
    <w:p w14:paraId="6A1C86AA" w14:textId="34B66BEE" w:rsidR="00C747C1" w:rsidRDefault="008A1148" w:rsidP="00350AEC">
      <w:r>
        <w:t>~c</w:t>
      </w:r>
      <w:r w:rsidR="00C747C1">
        <w:t>: Lorentz-Faktor</w:t>
      </w:r>
      <w:r w:rsidR="00350AEC">
        <w:br/>
      </w:r>
      <w:r w:rsidR="00C747C1">
        <w:t>v: Relativgeschwindigkeit der Inertialsysteme S und S'</w:t>
      </w:r>
      <w:r w:rsidR="00350AEC">
        <w:br/>
      </w:r>
      <w:r w:rsidR="00C747C1">
        <w:t>c: Lichtgeschwindigkeit</w:t>
      </w:r>
    </w:p>
    <w:p w14:paraId="391F56A0" w14:textId="77777777" w:rsidR="008A1148" w:rsidRDefault="008A1148" w:rsidP="00C747C1"/>
    <w:p w14:paraId="63672470" w14:textId="06E277EC" w:rsidR="00C747C1" w:rsidRPr="004E348E" w:rsidRDefault="00C747C1" w:rsidP="008A1148">
      <w:pPr>
        <w:pStyle w:val="berschrift3"/>
        <w:rPr>
          <w:lang w:val="fr-FR"/>
        </w:rPr>
      </w:pPr>
      <w:r w:rsidRPr="004E348E">
        <w:rPr>
          <w:lang w:val="fr-FR"/>
        </w:rPr>
        <w:t>Lorentz-Transformation</w:t>
      </w:r>
    </w:p>
    <w:p w14:paraId="6D564D20" w14:textId="77777777" w:rsidR="00AD4F37" w:rsidRPr="004E348E" w:rsidRDefault="008A1148" w:rsidP="008A1148">
      <w:pPr>
        <w:pStyle w:val="Liste"/>
        <w:rPr>
          <w:lang w:val="fr-FR"/>
        </w:rPr>
      </w:pPr>
      <w:r w:rsidRPr="004E348E">
        <w:rPr>
          <w:lang w:val="fr-FR"/>
        </w:rPr>
        <w:t>S \to S'</w:t>
      </w:r>
    </w:p>
    <w:p w14:paraId="600C91A8" w14:textId="77777777" w:rsidR="00AD4F37" w:rsidRPr="004E348E" w:rsidRDefault="00AD4F37" w:rsidP="00AD4F37">
      <w:pPr>
        <w:pStyle w:val="Liste2"/>
        <w:rPr>
          <w:lang w:val="fr-FR"/>
        </w:rPr>
      </w:pPr>
      <w:r w:rsidRPr="004E348E">
        <w:rPr>
          <w:lang w:val="fr-FR"/>
        </w:rPr>
        <w:t>x' =~c *(x -v *t)</w:t>
      </w:r>
    </w:p>
    <w:p w14:paraId="1855B1C1" w14:textId="77777777" w:rsidR="00AD4F37" w:rsidRPr="004E348E" w:rsidRDefault="00AD4F37" w:rsidP="00AD4F37">
      <w:pPr>
        <w:pStyle w:val="Liste2"/>
        <w:rPr>
          <w:lang w:val="fr-FR"/>
        </w:rPr>
      </w:pPr>
      <w:r w:rsidRPr="004E348E">
        <w:rPr>
          <w:lang w:val="fr-FR"/>
        </w:rPr>
        <w:t>y' =y</w:t>
      </w:r>
    </w:p>
    <w:p w14:paraId="4DEF8512" w14:textId="77777777" w:rsidR="00AD4F37" w:rsidRPr="004E348E" w:rsidRDefault="00AD4F37" w:rsidP="00AD4F37">
      <w:pPr>
        <w:pStyle w:val="Liste2"/>
        <w:rPr>
          <w:lang w:val="en-GB"/>
        </w:rPr>
      </w:pPr>
      <w:r w:rsidRPr="004E348E">
        <w:rPr>
          <w:lang w:val="en-GB"/>
        </w:rPr>
        <w:t>z' =z</w:t>
      </w:r>
    </w:p>
    <w:p w14:paraId="466AE302" w14:textId="77777777" w:rsidR="00AD4F37" w:rsidRPr="004E348E" w:rsidRDefault="00AD4F37" w:rsidP="00AD4F37">
      <w:pPr>
        <w:pStyle w:val="Liste2"/>
        <w:rPr>
          <w:lang w:val="en-GB"/>
        </w:rPr>
      </w:pPr>
      <w:r w:rsidRPr="004E348E">
        <w:rPr>
          <w:lang w:val="en-GB"/>
        </w:rPr>
        <w:t>t' =~c *(t -\frac{v}{c^2} *x)</w:t>
      </w:r>
    </w:p>
    <w:p w14:paraId="71F6E205" w14:textId="77777777" w:rsidR="00AD4F37" w:rsidRPr="004E348E" w:rsidRDefault="00AD4F37" w:rsidP="008A1148">
      <w:pPr>
        <w:pStyle w:val="Liste"/>
        <w:rPr>
          <w:lang w:val="en-GB"/>
        </w:rPr>
      </w:pPr>
    </w:p>
    <w:p w14:paraId="470E78D0" w14:textId="0D93963A" w:rsidR="008A1148" w:rsidRPr="004E348E" w:rsidRDefault="008A1148" w:rsidP="008A1148">
      <w:pPr>
        <w:pStyle w:val="Liste"/>
        <w:rPr>
          <w:lang w:val="en-GB"/>
        </w:rPr>
      </w:pPr>
      <w:r w:rsidRPr="004E348E">
        <w:rPr>
          <w:lang w:val="en-GB"/>
        </w:rPr>
        <w:t>S' \to S</w:t>
      </w:r>
    </w:p>
    <w:p w14:paraId="113DA353" w14:textId="1661EB63" w:rsidR="008A1148" w:rsidRPr="004E348E" w:rsidRDefault="008A1148" w:rsidP="00AD4F37">
      <w:pPr>
        <w:pStyle w:val="Liste2"/>
        <w:rPr>
          <w:lang w:val="fr-FR"/>
        </w:rPr>
      </w:pPr>
      <w:r w:rsidRPr="004E348E">
        <w:rPr>
          <w:lang w:val="fr-FR"/>
        </w:rPr>
        <w:t>x =~c *(x' +v *t')</w:t>
      </w:r>
    </w:p>
    <w:p w14:paraId="04AF5FE1" w14:textId="384235F4" w:rsidR="008A1148" w:rsidRPr="004E348E" w:rsidRDefault="008A1148" w:rsidP="00AD4F37">
      <w:pPr>
        <w:pStyle w:val="Liste2"/>
        <w:rPr>
          <w:lang w:val="fr-FR"/>
        </w:rPr>
      </w:pPr>
      <w:r w:rsidRPr="004E348E">
        <w:rPr>
          <w:lang w:val="fr-FR"/>
        </w:rPr>
        <w:t>y =y'</w:t>
      </w:r>
    </w:p>
    <w:p w14:paraId="56FDDB1B" w14:textId="44845334" w:rsidR="008A1148" w:rsidRPr="004E348E" w:rsidRDefault="008A1148" w:rsidP="00AD4F37">
      <w:pPr>
        <w:pStyle w:val="Liste2"/>
        <w:rPr>
          <w:lang w:val="fr-FR"/>
        </w:rPr>
      </w:pPr>
      <w:r w:rsidRPr="004E348E">
        <w:rPr>
          <w:lang w:val="fr-FR"/>
        </w:rPr>
        <w:t>z =z'</w:t>
      </w:r>
    </w:p>
    <w:p w14:paraId="63CB86A1" w14:textId="50CC7E34" w:rsidR="008A1148" w:rsidRPr="004E348E" w:rsidRDefault="008A1148" w:rsidP="00AD4F37">
      <w:pPr>
        <w:pStyle w:val="Liste2"/>
        <w:rPr>
          <w:lang w:val="fr-FR"/>
        </w:rPr>
      </w:pPr>
      <w:r w:rsidRPr="004E348E">
        <w:rPr>
          <w:lang w:val="fr-FR"/>
        </w:rPr>
        <w:t xml:space="preserve">t =~c *(t' </w:t>
      </w:r>
      <w:r w:rsidR="004D7769" w:rsidRPr="004E348E">
        <w:rPr>
          <w:lang w:val="fr-FR"/>
        </w:rPr>
        <w:t>+</w:t>
      </w:r>
      <w:r w:rsidRPr="004E348E">
        <w:rPr>
          <w:lang w:val="fr-FR"/>
        </w:rPr>
        <w:t>\frac{v}{c^2} *x')</w:t>
      </w:r>
    </w:p>
    <w:p w14:paraId="096D6402" w14:textId="77777777" w:rsidR="008A1148" w:rsidRPr="004E348E" w:rsidRDefault="008A1148" w:rsidP="00C747C1">
      <w:pPr>
        <w:rPr>
          <w:lang w:val="fr-FR"/>
        </w:rPr>
      </w:pPr>
    </w:p>
    <w:p w14:paraId="7669E25D" w14:textId="6C84830D" w:rsidR="00C747C1" w:rsidRDefault="00C747C1" w:rsidP="00350AEC">
      <w:r>
        <w:t>x, y, z: Koordinaten im Inertialsystem S</w:t>
      </w:r>
      <w:r w:rsidR="00350AEC">
        <w:br/>
      </w:r>
      <w:r>
        <w:t>x', y', z': Koordinaten im Inertialsystem S</w:t>
      </w:r>
      <w:r w:rsidR="008A1148">
        <w:t>'</w:t>
      </w:r>
      <w:r w:rsidR="00350AEC">
        <w:br/>
      </w:r>
      <w:r>
        <w:t>t, t': Zeiten in den jeweiligen Systemen</w:t>
      </w:r>
      <w:r w:rsidR="00350AEC">
        <w:br/>
      </w:r>
      <w:r>
        <w:t>v: Relativgeschwindigkeit der Inertialsysteme S und S</w:t>
      </w:r>
      <w:r w:rsidR="008A1148">
        <w:t>'</w:t>
      </w:r>
      <w:r>
        <w:t xml:space="preserve"> zueinander</w:t>
      </w:r>
      <w:r w:rsidR="00350AEC">
        <w:br/>
      </w:r>
      <w:r w:rsidR="008A1148">
        <w:t>~c</w:t>
      </w:r>
      <w:r>
        <w:t>: Lorentz-Faktor</w:t>
      </w:r>
      <w:r w:rsidR="00350AEC">
        <w:br/>
      </w:r>
      <w:r>
        <w:t>c: Lichtgeschwindigkeit</w:t>
      </w:r>
    </w:p>
    <w:p w14:paraId="7AEA709A" w14:textId="77777777" w:rsidR="008A1148" w:rsidRDefault="008A1148" w:rsidP="00C747C1"/>
    <w:p w14:paraId="571E12E7" w14:textId="57949A25" w:rsidR="00C747C1" w:rsidRDefault="00C747C1" w:rsidP="008A1148">
      <w:pPr>
        <w:pStyle w:val="berschrift3"/>
      </w:pPr>
      <w:r>
        <w:lastRenderedPageBreak/>
        <w:t>Zeitdilatation</w:t>
      </w:r>
    </w:p>
    <w:p w14:paraId="37C81158" w14:textId="28952B28" w:rsidR="00C747C1" w:rsidRDefault="008A1148" w:rsidP="00C747C1">
      <w:r>
        <w:t>~</w:t>
      </w:r>
      <w:proofErr w:type="spellStart"/>
      <w:r>
        <w:t>D</w:t>
      </w:r>
      <w:r w:rsidR="00C747C1">
        <w:t>t</w:t>
      </w:r>
      <w:proofErr w:type="spellEnd"/>
      <w:r w:rsidR="00C747C1">
        <w:t xml:space="preserve"> =</w:t>
      </w:r>
      <w:r>
        <w:t>~c</w:t>
      </w:r>
      <w:r w:rsidR="00C747C1">
        <w:t xml:space="preserve"> </w:t>
      </w:r>
      <w:r>
        <w:t>*~D(</w:t>
      </w:r>
      <w:r w:rsidR="00C747C1">
        <w:t>t</w:t>
      </w:r>
      <w:r>
        <w:t>_</w:t>
      </w:r>
      <w:r w:rsidR="00C747C1">
        <w:t>0</w:t>
      </w:r>
      <w:r>
        <w:t>)</w:t>
      </w:r>
    </w:p>
    <w:p w14:paraId="4D5D6627" w14:textId="77777777" w:rsidR="008A1148" w:rsidRDefault="008A1148" w:rsidP="00C747C1"/>
    <w:p w14:paraId="7E1E3173" w14:textId="011F7351" w:rsidR="00C747C1" w:rsidRDefault="008A1148" w:rsidP="00350AEC">
      <w:r>
        <w:t>~</w:t>
      </w:r>
      <w:proofErr w:type="spellStart"/>
      <w:r>
        <w:t>D</w:t>
      </w:r>
      <w:r w:rsidR="00C747C1">
        <w:t>t</w:t>
      </w:r>
      <w:proofErr w:type="spellEnd"/>
      <w:r w:rsidR="00C747C1">
        <w:t>: Zeitdauer, die ein Beobachter aus seinem Ruhesystem S für einen Vorgang misst</w:t>
      </w:r>
      <w:r w:rsidR="00350AEC">
        <w:br/>
      </w:r>
      <w:r>
        <w:t>~c</w:t>
      </w:r>
      <w:r w:rsidR="00C747C1">
        <w:t>: Lorentz-Faktor</w:t>
      </w:r>
      <w:r w:rsidR="00350AEC">
        <w:br/>
      </w:r>
      <w:r>
        <w:t>~D(</w:t>
      </w:r>
      <w:r w:rsidR="00C747C1">
        <w:t>t</w:t>
      </w:r>
      <w:r>
        <w:t>_</w:t>
      </w:r>
      <w:r w:rsidR="00C747C1">
        <w:t>0</w:t>
      </w:r>
      <w:r>
        <w:t>)</w:t>
      </w:r>
      <w:r w:rsidR="00C747C1">
        <w:t>: Zeitdauer, in der im dazu mit der Relativgeschwindigkeit v bewegten Bezugssystem S' ein Vorgang abläuft</w:t>
      </w:r>
    </w:p>
    <w:p w14:paraId="5AFEC081" w14:textId="77777777" w:rsidR="008A1148" w:rsidRDefault="008A1148" w:rsidP="00C747C1"/>
    <w:p w14:paraId="675BFE90" w14:textId="5194F819" w:rsidR="00C747C1" w:rsidRDefault="00C747C1" w:rsidP="008A1148">
      <w:pPr>
        <w:pStyle w:val="berschrift3"/>
      </w:pPr>
      <w:r>
        <w:t>Längenkontraktion</w:t>
      </w:r>
    </w:p>
    <w:p w14:paraId="4F41C8D5" w14:textId="4547FD53" w:rsidR="00C747C1" w:rsidRDefault="00C747C1" w:rsidP="00C747C1">
      <w:r>
        <w:t>l =</w:t>
      </w:r>
      <w:r w:rsidR="000B2998">
        <w:t>\</w:t>
      </w:r>
      <w:proofErr w:type="spellStart"/>
      <w:r w:rsidR="000B2998">
        <w:t>frac</w:t>
      </w:r>
      <w:proofErr w:type="spellEnd"/>
      <w:r w:rsidR="000B2998">
        <w:t>{l_0}{~c}</w:t>
      </w:r>
    </w:p>
    <w:p w14:paraId="29C26A26" w14:textId="75CE4040" w:rsidR="00C747C1" w:rsidRDefault="00C747C1" w:rsidP="00C747C1"/>
    <w:p w14:paraId="2A3C4562" w14:textId="05CD1768" w:rsidR="00C747C1" w:rsidRDefault="00C747C1" w:rsidP="00350AEC">
      <w:r>
        <w:t>l: Länge eines im bewegten Bezugssystem S' ruhenden Stabes, die ein Beobachter aus seinem Ruhesystem S misst;</w:t>
      </w:r>
      <w:r w:rsidR="00350AEC">
        <w:br/>
      </w:r>
      <w:r w:rsidR="000B2998">
        <w:t>l_</w:t>
      </w:r>
      <w:r>
        <w:t>0: Länge eines im bewegten Bezugssystem S' ruhenden Stabes, im bewegten Bezugssystem S' gemessen</w:t>
      </w:r>
      <w:r w:rsidR="00350AEC">
        <w:br/>
      </w:r>
      <w:r w:rsidR="000B2998">
        <w:t>~c</w:t>
      </w:r>
      <w:r>
        <w:t>: Lorentz-Faktor</w:t>
      </w:r>
    </w:p>
    <w:p w14:paraId="1847DD7C" w14:textId="77777777" w:rsidR="000B2998" w:rsidRDefault="000B2998" w:rsidP="00C747C1"/>
    <w:p w14:paraId="1E4D3620" w14:textId="74632004" w:rsidR="000B2998" w:rsidRDefault="000B2998" w:rsidP="00C747C1">
      <w:r>
        <w:t>((41))</w:t>
      </w:r>
    </w:p>
    <w:p w14:paraId="653E8349" w14:textId="1808A276" w:rsidR="00C747C1" w:rsidRDefault="00C747C1" w:rsidP="007934FF">
      <w:pPr>
        <w:pStyle w:val="berschrift3"/>
      </w:pPr>
      <w:r>
        <w:t>Impuls</w:t>
      </w:r>
    </w:p>
    <w:p w14:paraId="2A3F7AB0" w14:textId="18135F70" w:rsidR="00C747C1" w:rsidRDefault="00C747C1" w:rsidP="00C747C1">
      <w:r>
        <w:t>p =</w:t>
      </w:r>
      <w:r w:rsidR="009766A1">
        <w:t>~c *</w:t>
      </w:r>
      <w:r>
        <w:t xml:space="preserve">m </w:t>
      </w:r>
      <w:r w:rsidR="009766A1">
        <w:t>*</w:t>
      </w:r>
      <w:r>
        <w:t>v</w:t>
      </w:r>
    </w:p>
    <w:p w14:paraId="6B221913" w14:textId="77777777" w:rsidR="009766A1" w:rsidRDefault="009766A1" w:rsidP="00C747C1"/>
    <w:p w14:paraId="60526C61" w14:textId="13872511" w:rsidR="00C747C1" w:rsidRDefault="00C747C1" w:rsidP="00350AEC">
      <w:r>
        <w:t>p: Impuls</w:t>
      </w:r>
      <w:r w:rsidR="00350AEC">
        <w:br/>
      </w:r>
      <w:r w:rsidR="009766A1">
        <w:t>~c</w:t>
      </w:r>
      <w:r>
        <w:t>: Lorentz-Faktor</w:t>
      </w:r>
      <w:r w:rsidR="00350AEC">
        <w:br/>
      </w:r>
      <w:r>
        <w:t>m: Masse</w:t>
      </w:r>
      <w:r w:rsidR="00350AEC">
        <w:br/>
      </w:r>
      <w:r>
        <w:t>v: Geschwindigkeit</w:t>
      </w:r>
    </w:p>
    <w:p w14:paraId="055672D2" w14:textId="77777777" w:rsidR="009766A1" w:rsidRDefault="009766A1" w:rsidP="00C747C1"/>
    <w:p w14:paraId="5514B927" w14:textId="59A40B68" w:rsidR="00C747C1" w:rsidRDefault="00C747C1" w:rsidP="00F52D0D">
      <w:pPr>
        <w:pStyle w:val="berschrift3"/>
      </w:pPr>
      <w:r>
        <w:t>Energie</w:t>
      </w:r>
    </w:p>
    <w:p w14:paraId="170FE6EF" w14:textId="05579A2B" w:rsidR="00C747C1" w:rsidRDefault="00C747C1" w:rsidP="00C747C1">
      <w:r>
        <w:t>E =</w:t>
      </w:r>
      <w:r w:rsidR="00F52D0D">
        <w:t>~c *</w:t>
      </w:r>
      <w:r>
        <w:t xml:space="preserve">m </w:t>
      </w:r>
      <w:r w:rsidR="00F52D0D">
        <w:t>*</w:t>
      </w:r>
      <w:r>
        <w:t>c</w:t>
      </w:r>
      <w:r w:rsidR="00F52D0D">
        <w:t>^</w:t>
      </w:r>
      <w:r>
        <w:t>2 =E</w:t>
      </w:r>
      <w:r w:rsidR="00F52D0D">
        <w:t>_0</w:t>
      </w:r>
      <w:r>
        <w:t xml:space="preserve"> +E</w:t>
      </w:r>
      <w:r w:rsidR="00F52D0D">
        <w:t>_{</w:t>
      </w:r>
      <w:proofErr w:type="spellStart"/>
      <w:r w:rsidR="00F52D0D">
        <w:t>kin</w:t>
      </w:r>
      <w:proofErr w:type="spellEnd"/>
      <w:r w:rsidR="00F52D0D">
        <w:t>}</w:t>
      </w:r>
    </w:p>
    <w:p w14:paraId="0DEE60E5" w14:textId="77777777" w:rsidR="00F52D0D" w:rsidRDefault="00F52D0D" w:rsidP="00C747C1"/>
    <w:p w14:paraId="581B2987" w14:textId="3C923B08" w:rsidR="00C747C1" w:rsidRDefault="00C747C1" w:rsidP="00350AEC">
      <w:r>
        <w:t>E: Energie</w:t>
      </w:r>
      <w:r w:rsidR="00350AEC">
        <w:br/>
      </w:r>
      <w:r w:rsidR="00F52D0D">
        <w:t>~c</w:t>
      </w:r>
      <w:r>
        <w:t>: Lorentz-Faktor</w:t>
      </w:r>
      <w:r w:rsidR="00350AEC">
        <w:br/>
      </w:r>
      <w:r>
        <w:lastRenderedPageBreak/>
        <w:t>m: Masse</w:t>
      </w:r>
      <w:r w:rsidR="00350AEC">
        <w:br/>
      </w:r>
      <w:r>
        <w:t>c: Lichtgeschwindigkeit</w:t>
      </w:r>
      <w:r w:rsidR="00350AEC">
        <w:br/>
      </w:r>
      <w:r>
        <w:t>E</w:t>
      </w:r>
      <w:r w:rsidR="00F52D0D">
        <w:t>_0</w:t>
      </w:r>
      <w:r>
        <w:t>: Ruheenergie</w:t>
      </w:r>
      <w:r w:rsidR="00350AEC">
        <w:br/>
      </w:r>
      <w:r>
        <w:t>E</w:t>
      </w:r>
      <w:r w:rsidR="00F52D0D">
        <w:t>_{</w:t>
      </w:r>
      <w:proofErr w:type="spellStart"/>
      <w:r w:rsidR="00F52D0D">
        <w:t>kin</w:t>
      </w:r>
      <w:proofErr w:type="spellEnd"/>
      <w:r w:rsidR="00F52D0D">
        <w:t>}</w:t>
      </w:r>
      <w:r>
        <w:t>: kinetische Energie</w:t>
      </w:r>
    </w:p>
    <w:p w14:paraId="7AE837E3" w14:textId="77777777" w:rsidR="00F52D0D" w:rsidRDefault="00F52D0D" w:rsidP="00C747C1"/>
    <w:p w14:paraId="2514FD8E" w14:textId="71162DCE" w:rsidR="00C747C1" w:rsidRDefault="00C747C1" w:rsidP="00F52D0D">
      <w:pPr>
        <w:pStyle w:val="berschrift3"/>
      </w:pPr>
      <w:r>
        <w:t>Energie-Impuls-Beziehung</w:t>
      </w:r>
    </w:p>
    <w:p w14:paraId="314FFE70" w14:textId="4EA35F84" w:rsidR="00C747C1" w:rsidRDefault="00C747C1" w:rsidP="00C747C1">
      <w:r>
        <w:t>E</w:t>
      </w:r>
      <w:r w:rsidR="00F52D0D">
        <w:t>^</w:t>
      </w:r>
      <w:r>
        <w:t>2 =c</w:t>
      </w:r>
      <w:r w:rsidR="00F52D0D">
        <w:t>^</w:t>
      </w:r>
      <w:r>
        <w:t xml:space="preserve">2 </w:t>
      </w:r>
      <w:r w:rsidR="00F52D0D">
        <w:t>*</w:t>
      </w:r>
      <w:r>
        <w:t>p</w:t>
      </w:r>
      <w:r w:rsidR="00F52D0D">
        <w:t>^</w:t>
      </w:r>
      <w:r>
        <w:t>2 +</w:t>
      </w:r>
      <w:r w:rsidR="00F52D0D">
        <w:t>(</w:t>
      </w:r>
      <w:r>
        <w:t>E</w:t>
      </w:r>
      <w:r w:rsidR="00F52D0D">
        <w:t>_0)^</w:t>
      </w:r>
      <w:r>
        <w:t>2</w:t>
      </w:r>
    </w:p>
    <w:p w14:paraId="095D1C8B" w14:textId="77777777" w:rsidR="00F52D0D" w:rsidRDefault="00F52D0D" w:rsidP="00C747C1"/>
    <w:p w14:paraId="7323C2F0" w14:textId="59F30DC6" w:rsidR="00F52D0D" w:rsidRDefault="00F52D0D" w:rsidP="00350AEC">
      <w:r>
        <w:t>E: Energie</w:t>
      </w:r>
      <w:r w:rsidR="00350AEC">
        <w:br/>
      </w:r>
      <w:r>
        <w:t>c: Lichtgeschwindigkeit</w:t>
      </w:r>
      <w:r w:rsidR="00350AEC">
        <w:br/>
      </w:r>
      <w:r>
        <w:t>p: Impuls</w:t>
      </w:r>
      <w:r w:rsidR="00350AEC">
        <w:br/>
      </w:r>
      <w:r>
        <w:t>E_0: Ruheenergie</w:t>
      </w:r>
    </w:p>
    <w:p w14:paraId="6D2291B1" w14:textId="77777777" w:rsidR="00F52D0D" w:rsidRDefault="00F52D0D" w:rsidP="00F52D0D"/>
    <w:p w14:paraId="64E0DDF6" w14:textId="6C941E59" w:rsidR="00C747C1" w:rsidRDefault="00C747C1" w:rsidP="00F52D0D">
      <w:pPr>
        <w:pStyle w:val="berschrift2"/>
      </w:pPr>
      <w:r>
        <w:t>3.7 Kernphysik</w:t>
      </w:r>
    </w:p>
    <w:p w14:paraId="21B006F4" w14:textId="77777777" w:rsidR="00C747C1" w:rsidRDefault="00C747C1" w:rsidP="00F52D0D">
      <w:pPr>
        <w:pStyle w:val="berschrift3"/>
      </w:pPr>
      <w:r>
        <w:t>Nukleonen</w:t>
      </w:r>
    </w:p>
    <w:p w14:paraId="3E632C16" w14:textId="3D2F19C6" w:rsidR="00F52D0D" w:rsidRDefault="00F52D0D" w:rsidP="00C747C1">
      <w:r>
        <w:t>A =Z +N</w:t>
      </w:r>
    </w:p>
    <w:p w14:paraId="3F9F2B2E" w14:textId="77777777" w:rsidR="00F52D0D" w:rsidRDefault="00F52D0D" w:rsidP="00C747C1"/>
    <w:p w14:paraId="1F384367" w14:textId="5C8C1D99" w:rsidR="00F52D0D" w:rsidRDefault="00F52D0D" w:rsidP="00350AEC">
      <w:r>
        <w:t>A: Nukleonenzahl, Massenzahl</w:t>
      </w:r>
      <w:r w:rsidR="00350AEC">
        <w:br/>
      </w:r>
      <w:r>
        <w:t>N: Neutronenzahl</w:t>
      </w:r>
      <w:r w:rsidR="00350AEC">
        <w:br/>
      </w:r>
      <w:r>
        <w:t>Z: Protonenzahl, Kernladungszahl</w:t>
      </w:r>
    </w:p>
    <w:p w14:paraId="5D3DB5E9" w14:textId="77777777" w:rsidR="00F52D0D" w:rsidRDefault="00F52D0D" w:rsidP="00C747C1"/>
    <w:p w14:paraId="79077749" w14:textId="4C90FEA2" w:rsidR="00C747C1" w:rsidRDefault="00C747C1" w:rsidP="00F52D0D">
      <w:pPr>
        <w:pStyle w:val="berschrift3"/>
      </w:pPr>
      <w:r>
        <w:t xml:space="preserve">Freisetzung von </w:t>
      </w:r>
      <w:r w:rsidR="00F52D0D">
        <w:t>~</w:t>
      </w:r>
      <w:r>
        <w:t xml:space="preserve">a-, </w:t>
      </w:r>
      <w:r w:rsidR="00F52D0D">
        <w:t>~b</w:t>
      </w:r>
      <w:r>
        <w:t xml:space="preserve">-, </w:t>
      </w:r>
      <w:r w:rsidR="00F52D0D">
        <w:t>~c</w:t>
      </w:r>
      <w:r>
        <w:t>-Strahlung</w:t>
      </w:r>
    </w:p>
    <w:p w14:paraId="6F142F33" w14:textId="71855B60" w:rsidR="00C747C1" w:rsidRDefault="00F52D0D" w:rsidP="00F52D0D">
      <w:pPr>
        <w:pStyle w:val="Liste"/>
      </w:pPr>
      <w:r>
        <w:t>~</w:t>
      </w:r>
      <w:r w:rsidR="00C747C1">
        <w:t>a-Zerfall:</w:t>
      </w:r>
    </w:p>
    <w:p w14:paraId="0A949E27" w14:textId="207C8985" w:rsidR="00F52D0D" w:rsidRDefault="000950DB" w:rsidP="000950DB">
      <w:pPr>
        <w:pStyle w:val="Liste2"/>
      </w:pPr>
      <w:r>
        <w:t>^{A}_{Z}X \</w:t>
      </w:r>
      <w:proofErr w:type="spellStart"/>
      <w:r>
        <w:t>ra</w:t>
      </w:r>
      <w:proofErr w:type="spellEnd"/>
      <w:r>
        <w:t xml:space="preserve"> ^{A -4}_{Z -2}Y +^</w:t>
      </w:r>
      <w:r w:rsidR="00AB0CD1">
        <w:t>{</w:t>
      </w:r>
      <w:r>
        <w:t>4</w:t>
      </w:r>
      <w:r w:rsidR="00AB0CD1">
        <w:t>}</w:t>
      </w:r>
      <w:r>
        <w:t>_</w:t>
      </w:r>
      <w:r w:rsidR="00AB0CD1">
        <w:t>{</w:t>
      </w:r>
      <w:r>
        <w:t>2</w:t>
      </w:r>
      <w:r w:rsidR="00AB0CD1">
        <w:t>}</w:t>
      </w:r>
      <w:r>
        <w:t>He</w:t>
      </w:r>
    </w:p>
    <w:p w14:paraId="723CAA5E" w14:textId="77777777" w:rsidR="000950DB" w:rsidRDefault="000950DB" w:rsidP="00C747C1"/>
    <w:p w14:paraId="53A066DE" w14:textId="21D81F37" w:rsidR="00C747C1" w:rsidRDefault="000950DB" w:rsidP="000950DB">
      <w:pPr>
        <w:pStyle w:val="Liste"/>
      </w:pPr>
      <w:r>
        <w:t>~b</w:t>
      </w:r>
      <w:r w:rsidR="00C747C1">
        <w:t>-Zerfälle:</w:t>
      </w:r>
    </w:p>
    <w:p w14:paraId="5273FB3B" w14:textId="7BEE01B3" w:rsidR="000950DB" w:rsidRDefault="000950DB" w:rsidP="000950DB">
      <w:pPr>
        <w:pStyle w:val="Liste2"/>
      </w:pPr>
      <w:r>
        <w:t>^{A}_{Z}X \</w:t>
      </w:r>
      <w:proofErr w:type="spellStart"/>
      <w:r>
        <w:t>ra</w:t>
      </w:r>
      <w:proofErr w:type="spellEnd"/>
      <w:r>
        <w:t xml:space="preserve"> ^{A}_{Z +1}Y +^{0}_{-1}e +^{0}_{0}\</w:t>
      </w:r>
      <w:proofErr w:type="spellStart"/>
      <w:r>
        <w:t>ol</w:t>
      </w:r>
      <w:proofErr w:type="spellEnd"/>
      <w:r>
        <w:t>{</w:t>
      </w:r>
      <w:proofErr w:type="spellStart"/>
      <w:r>
        <w:t>v_e</w:t>
      </w:r>
      <w:proofErr w:type="spellEnd"/>
      <w:r>
        <w:t>}</w:t>
      </w:r>
    </w:p>
    <w:p w14:paraId="271066DF" w14:textId="1B753571" w:rsidR="000950DB" w:rsidRDefault="000950DB" w:rsidP="000950DB">
      <w:pPr>
        <w:pStyle w:val="Liste2"/>
      </w:pPr>
      <w:r>
        <w:t>^{A}_{Z}X \</w:t>
      </w:r>
      <w:proofErr w:type="spellStart"/>
      <w:r>
        <w:t>ra</w:t>
      </w:r>
      <w:proofErr w:type="spellEnd"/>
      <w:r>
        <w:t xml:space="preserve"> ^{A}_{Z -1}Y +^{0}_{1}e +^{0}_{0}</w:t>
      </w:r>
      <w:proofErr w:type="spellStart"/>
      <w:r>
        <w:t>v_e</w:t>
      </w:r>
      <w:proofErr w:type="spellEnd"/>
    </w:p>
    <w:p w14:paraId="4D2D68A2" w14:textId="77777777" w:rsidR="000950DB" w:rsidRDefault="000950DB" w:rsidP="00C747C1"/>
    <w:p w14:paraId="550A3409" w14:textId="3A3AA24C" w:rsidR="00C747C1" w:rsidRDefault="000950DB" w:rsidP="000950DB">
      <w:pPr>
        <w:pStyle w:val="Liste"/>
      </w:pPr>
      <w:r>
        <w:t>~c</w:t>
      </w:r>
      <w:r w:rsidR="00C747C1">
        <w:t>-Strahlung:</w:t>
      </w:r>
    </w:p>
    <w:p w14:paraId="7A8FFFB2" w14:textId="50127F56" w:rsidR="000950DB" w:rsidRDefault="000950DB" w:rsidP="000950DB">
      <w:pPr>
        <w:pStyle w:val="Liste2"/>
      </w:pPr>
      <w:r>
        <w:t>^{A}_{Z}X* \</w:t>
      </w:r>
      <w:proofErr w:type="spellStart"/>
      <w:r>
        <w:t>ra</w:t>
      </w:r>
      <w:proofErr w:type="spellEnd"/>
      <w:r>
        <w:t xml:space="preserve"> ^{A}_{Z}X +^{0}_</w:t>
      </w:r>
      <w:r w:rsidR="004D7769">
        <w:t>{</w:t>
      </w:r>
      <w:r>
        <w:t>0}~c</w:t>
      </w:r>
    </w:p>
    <w:p w14:paraId="2E789F72" w14:textId="77777777" w:rsidR="000950DB" w:rsidRDefault="000950DB" w:rsidP="00C747C1"/>
    <w:p w14:paraId="529815EC" w14:textId="1AB807D5" w:rsidR="00C747C1" w:rsidRDefault="00C747C1" w:rsidP="00497D3E">
      <w:r>
        <w:t>A: Massenzahl</w:t>
      </w:r>
      <w:r w:rsidR="00497D3E">
        <w:br/>
      </w:r>
      <w:r>
        <w:t>Z: Protonenzahl, Kernladungszahl</w:t>
      </w:r>
      <w:r w:rsidR="00497D3E">
        <w:br/>
      </w:r>
      <w:r>
        <w:t>X, Y: Elementsymbol</w:t>
      </w:r>
      <w:r w:rsidR="00497D3E">
        <w:br/>
      </w:r>
      <w:r>
        <w:t>X</w:t>
      </w:r>
      <w:r w:rsidR="000950DB">
        <w:t>*</w:t>
      </w:r>
      <w:r>
        <w:t>: angeregtes Nuklid</w:t>
      </w:r>
      <w:r w:rsidR="00497D3E">
        <w:br/>
      </w:r>
      <w:r w:rsidR="000950DB">
        <w:t>\</w:t>
      </w:r>
      <w:proofErr w:type="spellStart"/>
      <w:r w:rsidR="000950DB">
        <w:t>ol</w:t>
      </w:r>
      <w:proofErr w:type="spellEnd"/>
      <w:r w:rsidR="000950DB">
        <w:t>{</w:t>
      </w:r>
      <w:proofErr w:type="spellStart"/>
      <w:r w:rsidR="000950DB">
        <w:t>v_e</w:t>
      </w:r>
      <w:proofErr w:type="spellEnd"/>
      <w:r w:rsidR="000950DB">
        <w:t>}</w:t>
      </w:r>
      <w:r>
        <w:t>: Elektron-Antineutrino</w:t>
      </w:r>
      <w:r w:rsidR="00497D3E">
        <w:br/>
      </w:r>
      <w:proofErr w:type="spellStart"/>
      <w:r>
        <w:t>v</w:t>
      </w:r>
      <w:r w:rsidR="000950DB">
        <w:t>_</w:t>
      </w:r>
      <w:r>
        <w:t>e</w:t>
      </w:r>
      <w:proofErr w:type="spellEnd"/>
      <w:r>
        <w:t xml:space="preserve"> : Elektron</w:t>
      </w:r>
      <w:r w:rsidR="000950DB">
        <w:t>-</w:t>
      </w:r>
      <w:r>
        <w:t>Neutrino</w:t>
      </w:r>
    </w:p>
    <w:p w14:paraId="1D565F9D" w14:textId="77777777" w:rsidR="000950DB" w:rsidRDefault="000950DB" w:rsidP="00C747C1"/>
    <w:p w14:paraId="2F8DE769" w14:textId="7ACCC960" w:rsidR="00C747C1" w:rsidRDefault="00C747C1" w:rsidP="000950DB">
      <w:pPr>
        <w:pStyle w:val="berschrift3"/>
      </w:pPr>
      <w:r>
        <w:t>Aktivität einer radioaktiven Substanz</w:t>
      </w:r>
    </w:p>
    <w:p w14:paraId="71F37777" w14:textId="6BB1FBA6" w:rsidR="00C747C1" w:rsidRDefault="00C747C1" w:rsidP="00C747C1">
      <w:r>
        <w:t>A(t) =-</w:t>
      </w:r>
      <w:r w:rsidR="00AB0CD1">
        <w:t>\</w:t>
      </w:r>
      <w:proofErr w:type="spellStart"/>
      <w:r w:rsidR="00AB0CD1">
        <w:t>dot</w:t>
      </w:r>
      <w:proofErr w:type="spellEnd"/>
      <w:r w:rsidR="00AB0CD1">
        <w:t>{</w:t>
      </w:r>
      <w:r>
        <w:t>N</w:t>
      </w:r>
      <w:r w:rsidR="00AB0CD1">
        <w:t>}</w:t>
      </w:r>
      <w:r>
        <w:t>(</w:t>
      </w:r>
      <w:r w:rsidR="00AB0CD1">
        <w:t>t</w:t>
      </w:r>
      <w:r>
        <w:t>) =-</w:t>
      </w:r>
      <w:r w:rsidR="00AB0CD1">
        <w:t>\</w:t>
      </w:r>
      <w:proofErr w:type="spellStart"/>
      <w:r w:rsidR="00AB0CD1">
        <w:t>frac</w:t>
      </w:r>
      <w:proofErr w:type="spellEnd"/>
      <w:r w:rsidR="00AB0CD1">
        <w:t>{</w:t>
      </w:r>
      <w:proofErr w:type="spellStart"/>
      <w:r w:rsidR="00AB0CD1">
        <w:t>dN</w:t>
      </w:r>
      <w:proofErr w:type="spellEnd"/>
      <w:r w:rsidR="00AB0CD1">
        <w:t>}{</w:t>
      </w:r>
      <w:proofErr w:type="spellStart"/>
      <w:r w:rsidR="00AB0CD1">
        <w:t>dt</w:t>
      </w:r>
      <w:proofErr w:type="spellEnd"/>
      <w:r w:rsidR="00AB0CD1">
        <w:t>}</w:t>
      </w:r>
      <w:r>
        <w:t xml:space="preserve"> =</w:t>
      </w:r>
      <w:r w:rsidR="00AB0CD1">
        <w:t>~l</w:t>
      </w:r>
      <w:r>
        <w:t xml:space="preserve"> </w:t>
      </w:r>
      <w:r w:rsidR="00AB0CD1">
        <w:t>*</w:t>
      </w:r>
      <w:r>
        <w:t>N(t)</w:t>
      </w:r>
    </w:p>
    <w:p w14:paraId="511E80C0" w14:textId="77777777" w:rsidR="00AB0CD1" w:rsidRDefault="00AB0CD1" w:rsidP="00C747C1"/>
    <w:p w14:paraId="498EB6A4" w14:textId="52DE8E15" w:rsidR="00C747C1" w:rsidRDefault="00C747C1" w:rsidP="00497D3E">
      <w:r>
        <w:t>A: Aktivität</w:t>
      </w:r>
      <w:r w:rsidR="00497D3E">
        <w:br/>
      </w:r>
      <w:r>
        <w:t>N: Anzahl der noch nicht zerfallenen</w:t>
      </w:r>
      <w:r w:rsidR="00AB0CD1">
        <w:t xml:space="preserve"> </w:t>
      </w:r>
      <w:r>
        <w:t>Kerne</w:t>
      </w:r>
      <w:r w:rsidR="00497D3E">
        <w:br/>
      </w:r>
      <w:r w:rsidR="00AB0CD1">
        <w:t>~l</w:t>
      </w:r>
      <w:r>
        <w:t>: Zerfallskonstante</w:t>
      </w:r>
    </w:p>
    <w:p w14:paraId="17C33AE7" w14:textId="77777777" w:rsidR="00AB0CD1" w:rsidRDefault="00AB0CD1" w:rsidP="00C747C1"/>
    <w:p w14:paraId="126CBFDB" w14:textId="010ED54C" w:rsidR="00AB0CD1" w:rsidRDefault="00AB0CD1" w:rsidP="00C747C1">
      <w:r>
        <w:t>((42))</w:t>
      </w:r>
    </w:p>
    <w:p w14:paraId="03019277" w14:textId="37B76A10" w:rsidR="00C747C1" w:rsidRDefault="00C747C1" w:rsidP="00AB0CD1">
      <w:pPr>
        <w:pStyle w:val="berschrift3"/>
      </w:pPr>
      <w:r>
        <w:t>Zerfallsgesetz</w:t>
      </w:r>
    </w:p>
    <w:p w14:paraId="6E5C8D62" w14:textId="233638EE" w:rsidR="00C747C1" w:rsidRDefault="00C747C1" w:rsidP="00C747C1">
      <w:r>
        <w:t>N(t) =N</w:t>
      </w:r>
      <w:r w:rsidR="00AF4A60">
        <w:t>_0</w:t>
      </w:r>
      <w:r>
        <w:t xml:space="preserve"> *</w:t>
      </w:r>
      <w:r w:rsidR="00AF4A60">
        <w:t>e^{</w:t>
      </w:r>
      <w:r>
        <w:t>-</w:t>
      </w:r>
      <w:r w:rsidR="00497D3E">
        <w:t>~</w:t>
      </w:r>
      <w:r w:rsidR="00AF4A60">
        <w:t>l *t}</w:t>
      </w:r>
    </w:p>
    <w:p w14:paraId="3D5716C1" w14:textId="56845D6B" w:rsidR="00C747C1" w:rsidRDefault="00C747C1" w:rsidP="00C747C1">
      <w:r>
        <w:t>N(t) =N</w:t>
      </w:r>
      <w:r w:rsidR="00AF4A60">
        <w:t>_0</w:t>
      </w:r>
      <w:r>
        <w:t>-</w:t>
      </w:r>
      <w:r w:rsidR="00AF4A60">
        <w:t>*(1/2)^{</w:t>
      </w:r>
      <w:r w:rsidR="00497D3E">
        <w:t>\</w:t>
      </w:r>
      <w:proofErr w:type="spellStart"/>
      <w:r w:rsidR="00497D3E">
        <w:t>frac</w:t>
      </w:r>
      <w:proofErr w:type="spellEnd"/>
      <w:r w:rsidR="00497D3E">
        <w:t>{</w:t>
      </w:r>
      <w:r w:rsidR="00AF4A60">
        <w:t>t</w:t>
      </w:r>
      <w:r w:rsidR="00497D3E">
        <w:t>}{</w:t>
      </w:r>
      <w:r w:rsidR="00AF4A60">
        <w:t>T_{1/2}</w:t>
      </w:r>
      <w:r w:rsidR="00497D3E">
        <w:t>}</w:t>
      </w:r>
      <w:r w:rsidR="00AF4A60">
        <w:t>}</w:t>
      </w:r>
    </w:p>
    <w:p w14:paraId="09E70894" w14:textId="616AC1E2" w:rsidR="00C747C1" w:rsidRDefault="00C747C1" w:rsidP="00C747C1">
      <w:r>
        <w:t>mit: T</w:t>
      </w:r>
      <w:r w:rsidR="00AF4A60">
        <w:t>_{1</w:t>
      </w:r>
      <w:r>
        <w:t>/2</w:t>
      </w:r>
      <w:r w:rsidR="00AF4A60">
        <w:t>}</w:t>
      </w:r>
      <w:r>
        <w:t xml:space="preserve"> =</w:t>
      </w:r>
      <w:r w:rsidR="00AF4A60">
        <w:t>\</w:t>
      </w:r>
      <w:proofErr w:type="spellStart"/>
      <w:r w:rsidR="00AF4A60">
        <w:t>frac</w:t>
      </w:r>
      <w:proofErr w:type="spellEnd"/>
      <w:r w:rsidR="00AF4A60">
        <w:t>{ln2}{~l}</w:t>
      </w:r>
    </w:p>
    <w:p w14:paraId="3B64BC64" w14:textId="77777777" w:rsidR="00AF4A60" w:rsidRDefault="00AF4A60" w:rsidP="00C747C1"/>
    <w:p w14:paraId="7186B770" w14:textId="5B31240E" w:rsidR="00C747C1" w:rsidRDefault="00C747C1" w:rsidP="00497D3E">
      <w:r>
        <w:t>N: Anzahl der zur Zeit t noch nicht zerfallenen Kerne</w:t>
      </w:r>
      <w:r w:rsidR="00497D3E">
        <w:br/>
      </w:r>
      <w:r>
        <w:t>N</w:t>
      </w:r>
      <w:r w:rsidR="00AF4A60">
        <w:t>_0</w:t>
      </w:r>
      <w:r>
        <w:t>: Anzahl der ursprünglich vorhandenen Kerne</w:t>
      </w:r>
      <w:r w:rsidR="00497D3E">
        <w:br/>
      </w:r>
      <w:r w:rsidR="00AF4A60">
        <w:t>~l</w:t>
      </w:r>
      <w:r>
        <w:t>: Zerfallskonstante</w:t>
      </w:r>
      <w:r w:rsidR="00497D3E">
        <w:br/>
      </w:r>
      <w:r>
        <w:t>t: Zeit</w:t>
      </w:r>
      <w:r w:rsidR="00497D3E">
        <w:br/>
      </w:r>
      <w:r>
        <w:t>T</w:t>
      </w:r>
      <w:r w:rsidR="00AF4A60">
        <w:t>_{</w:t>
      </w:r>
      <w:r>
        <w:t>1/2</w:t>
      </w:r>
      <w:r w:rsidR="00AF4A60">
        <w:t>}</w:t>
      </w:r>
      <w:r>
        <w:t>: Halbwertszeit</w:t>
      </w:r>
    </w:p>
    <w:p w14:paraId="27CD7150" w14:textId="77777777" w:rsidR="00AF4A60" w:rsidRDefault="00AF4A60" w:rsidP="00C747C1"/>
    <w:p w14:paraId="58382F82" w14:textId="465E396A" w:rsidR="00C747C1" w:rsidRDefault="00C747C1" w:rsidP="00AF4A60">
      <w:pPr>
        <w:pStyle w:val="berschrift3"/>
      </w:pPr>
      <w:r>
        <w:t>Absorptionsgesetz</w:t>
      </w:r>
    </w:p>
    <w:p w14:paraId="146F8C81" w14:textId="0B3F28A2" w:rsidR="00C747C1" w:rsidRDefault="00D751D3" w:rsidP="00497D3E">
      <w:pPr>
        <w:pStyle w:val="Liste"/>
      </w:pPr>
      <w:r>
        <w:t>z</w:t>
      </w:r>
      <w:r w:rsidR="00C747C1">
        <w:t>(d) =z</w:t>
      </w:r>
      <w:r>
        <w:t>_0</w:t>
      </w:r>
      <w:r w:rsidR="00C747C1">
        <w:t xml:space="preserve"> *e</w:t>
      </w:r>
      <w:r>
        <w:t>^{-</w:t>
      </w:r>
      <w:r w:rsidR="00C747C1">
        <w:t>~</w:t>
      </w:r>
      <w:r>
        <w:t xml:space="preserve">m *d} </w:t>
      </w:r>
      <w:r w:rsidR="00497D3E">
        <w:br/>
      </w:r>
      <w:r w:rsidR="00C747C1">
        <w:t>=z</w:t>
      </w:r>
      <w:r>
        <w:t>_0</w:t>
      </w:r>
      <w:r w:rsidR="00C747C1">
        <w:t xml:space="preserve"> </w:t>
      </w:r>
      <w:r>
        <w:t>*(1</w:t>
      </w:r>
      <w:r w:rsidR="004D7769">
        <w:t>/</w:t>
      </w:r>
      <w:r>
        <w:t>2)^</w:t>
      </w:r>
      <w:r w:rsidR="00497D3E">
        <w:t>{\</w:t>
      </w:r>
      <w:proofErr w:type="spellStart"/>
      <w:r w:rsidR="00497D3E">
        <w:t>frac</w:t>
      </w:r>
      <w:proofErr w:type="spellEnd"/>
      <w:r w:rsidR="00497D3E">
        <w:t>{</w:t>
      </w:r>
      <w:r>
        <w:t>d}{D_{1/2}}</w:t>
      </w:r>
      <w:r w:rsidR="00497D3E">
        <w:t>}</w:t>
      </w:r>
    </w:p>
    <w:p w14:paraId="2C307D35" w14:textId="77777777" w:rsidR="00D751D3" w:rsidRDefault="00D751D3" w:rsidP="00C747C1"/>
    <w:p w14:paraId="1081B36B" w14:textId="6CA59185" w:rsidR="00C747C1" w:rsidRDefault="00C747C1" w:rsidP="00497D3E">
      <w:r>
        <w:lastRenderedPageBreak/>
        <w:t>z: Zählrate (hinter einem Absorber der Dicke d)</w:t>
      </w:r>
      <w:r w:rsidR="00497D3E">
        <w:br/>
      </w:r>
      <w:r>
        <w:t>z</w:t>
      </w:r>
      <w:r w:rsidR="00D751D3">
        <w:t>_</w:t>
      </w:r>
      <w:r>
        <w:t>0: Zählrate (ohne Absorber, gleicher Ort)</w:t>
      </w:r>
      <w:r w:rsidR="00497D3E">
        <w:br/>
      </w:r>
      <w:r w:rsidR="00D751D3">
        <w:t>~m</w:t>
      </w:r>
      <w:r>
        <w:t>: Schwächungskoeffizient</w:t>
      </w:r>
      <w:r w:rsidR="00497D3E">
        <w:br/>
      </w:r>
      <w:r>
        <w:t>D</w:t>
      </w:r>
      <w:r w:rsidR="00D751D3">
        <w:t>_{1/2}</w:t>
      </w:r>
      <w:r>
        <w:t xml:space="preserve">: </w:t>
      </w:r>
      <w:proofErr w:type="spellStart"/>
      <w:r>
        <w:t>Halbwertsdicke</w:t>
      </w:r>
      <w:proofErr w:type="spellEnd"/>
    </w:p>
    <w:p w14:paraId="15CBD765" w14:textId="77777777" w:rsidR="00D751D3" w:rsidRDefault="00D751D3" w:rsidP="00C747C1"/>
    <w:p w14:paraId="5ACCD3AE" w14:textId="59DD31C9" w:rsidR="00C747C1" w:rsidRDefault="00C747C1" w:rsidP="00D751D3">
      <w:pPr>
        <w:pStyle w:val="berschrift3"/>
      </w:pPr>
      <w:r>
        <w:t>Energiedosis</w:t>
      </w:r>
    </w:p>
    <w:p w14:paraId="13840592" w14:textId="73F34823" w:rsidR="00D751D3" w:rsidRDefault="00D751D3" w:rsidP="00C747C1">
      <w:r>
        <w:t>D =E/m</w:t>
      </w:r>
    </w:p>
    <w:p w14:paraId="0338E23E" w14:textId="77777777" w:rsidR="00D751D3" w:rsidRDefault="00D751D3" w:rsidP="00C747C1"/>
    <w:p w14:paraId="312FCEEB" w14:textId="6469C426" w:rsidR="00C747C1" w:rsidRDefault="00C747C1" w:rsidP="00497D3E">
      <w:r>
        <w:t>D: Energiedosis</w:t>
      </w:r>
      <w:r w:rsidR="00497D3E">
        <w:br/>
      </w:r>
      <w:r>
        <w:t>E: aufgenommene Energie</w:t>
      </w:r>
      <w:r w:rsidR="00497D3E">
        <w:br/>
      </w:r>
      <w:r>
        <w:t>m: Masse</w:t>
      </w:r>
    </w:p>
    <w:p w14:paraId="251CA68F" w14:textId="77777777" w:rsidR="00D751D3" w:rsidRDefault="00D751D3" w:rsidP="00C747C1"/>
    <w:p w14:paraId="1221E09F" w14:textId="75B1126C" w:rsidR="00C747C1" w:rsidRDefault="00C747C1" w:rsidP="00D751D3">
      <w:pPr>
        <w:pStyle w:val="berschrift3"/>
      </w:pPr>
      <w:r>
        <w:t>Äquivalentdosis</w:t>
      </w:r>
    </w:p>
    <w:p w14:paraId="3E1BB5F2" w14:textId="22842525" w:rsidR="00D751D3" w:rsidRDefault="00D751D3" w:rsidP="00C747C1">
      <w:r>
        <w:t>H =D *q</w:t>
      </w:r>
    </w:p>
    <w:p w14:paraId="5F61B3A4" w14:textId="77777777" w:rsidR="00497D3E" w:rsidRDefault="00497D3E" w:rsidP="00D751D3">
      <w:pPr>
        <w:pStyle w:val="Liste"/>
      </w:pPr>
    </w:p>
    <w:p w14:paraId="38B2DFAC" w14:textId="43DD818D" w:rsidR="00C747C1" w:rsidRDefault="00C747C1" w:rsidP="00497D3E">
      <w:r>
        <w:t>H: Äquivalentdosis</w:t>
      </w:r>
      <w:r w:rsidR="00497D3E">
        <w:br/>
      </w:r>
      <w:r>
        <w:t>D: Energiedosis</w:t>
      </w:r>
      <w:r w:rsidR="00497D3E">
        <w:br/>
      </w:r>
      <w:r>
        <w:t>q: Qualitätsfaktor</w:t>
      </w:r>
    </w:p>
    <w:p w14:paraId="0A50EFC1" w14:textId="77777777" w:rsidR="00D751D3" w:rsidRDefault="00D751D3" w:rsidP="00C747C1"/>
    <w:p w14:paraId="413B8DE5" w14:textId="534B4989" w:rsidR="00C747C1" w:rsidRDefault="00C747C1" w:rsidP="00D751D3">
      <w:pPr>
        <w:pStyle w:val="berschrift3"/>
      </w:pPr>
      <w:r>
        <w:t>Effektive Dosis</w:t>
      </w:r>
    </w:p>
    <w:p w14:paraId="24BF5DD0" w14:textId="07544B86" w:rsidR="00C747C1" w:rsidRDefault="00C747C1" w:rsidP="00C747C1">
      <w:r>
        <w:t>E =w</w:t>
      </w:r>
      <w:r w:rsidR="00D751D3">
        <w:t>_{</w:t>
      </w:r>
      <w:r>
        <w:t>T</w:t>
      </w:r>
      <w:r w:rsidR="00D751D3">
        <w:t>_1}</w:t>
      </w:r>
      <w:r>
        <w:t xml:space="preserve"> *H</w:t>
      </w:r>
      <w:r w:rsidR="00D751D3">
        <w:t>_{</w:t>
      </w:r>
      <w:r>
        <w:t>T</w:t>
      </w:r>
      <w:r w:rsidR="00D751D3">
        <w:t>_1}</w:t>
      </w:r>
      <w:r>
        <w:t xml:space="preserve"> +w</w:t>
      </w:r>
      <w:r w:rsidR="00D751D3">
        <w:t>_{</w:t>
      </w:r>
      <w:r>
        <w:t>T</w:t>
      </w:r>
      <w:r w:rsidR="00D751D3">
        <w:t>_2}</w:t>
      </w:r>
      <w:r>
        <w:t xml:space="preserve"> *H</w:t>
      </w:r>
      <w:r w:rsidR="00D751D3">
        <w:t>_{</w:t>
      </w:r>
      <w:r>
        <w:t>T</w:t>
      </w:r>
      <w:r w:rsidR="00D751D3">
        <w:t>_2}</w:t>
      </w:r>
      <w:r>
        <w:t xml:space="preserve"> +...</w:t>
      </w:r>
    </w:p>
    <w:p w14:paraId="457E5819" w14:textId="77777777" w:rsidR="00D751D3" w:rsidRDefault="00D751D3" w:rsidP="00C747C1"/>
    <w:p w14:paraId="40AE5D9A" w14:textId="09D11065" w:rsidR="00C747C1" w:rsidRDefault="00C747C1" w:rsidP="00497D3E">
      <w:r>
        <w:t>E: Effektive Dosis</w:t>
      </w:r>
      <w:r w:rsidR="00497D3E">
        <w:br/>
      </w:r>
      <w:r>
        <w:t>w</w:t>
      </w:r>
      <w:r w:rsidR="00D751D3">
        <w:t>_{</w:t>
      </w:r>
      <w:r>
        <w:t>T</w:t>
      </w:r>
      <w:r w:rsidR="00D751D3">
        <w:t>_1}</w:t>
      </w:r>
      <w:r>
        <w:t>,</w:t>
      </w:r>
      <w:r w:rsidR="00D751D3">
        <w:t xml:space="preserve"> </w:t>
      </w:r>
      <w:r>
        <w:t>w</w:t>
      </w:r>
      <w:r w:rsidR="00D751D3">
        <w:t>_{</w:t>
      </w:r>
      <w:r>
        <w:t>T</w:t>
      </w:r>
      <w:r w:rsidR="00D751D3">
        <w:t>_2}</w:t>
      </w:r>
      <w:r>
        <w:t>, ...: Gewebe-</w:t>
      </w:r>
      <w:proofErr w:type="spellStart"/>
      <w:r>
        <w:t>Wichtungsfaktoren</w:t>
      </w:r>
      <w:proofErr w:type="spellEnd"/>
      <w:r w:rsidR="00497D3E">
        <w:br/>
      </w:r>
      <w:r>
        <w:t>H</w:t>
      </w:r>
      <w:r w:rsidR="00D751D3">
        <w:t>_{</w:t>
      </w:r>
      <w:r>
        <w:t>T</w:t>
      </w:r>
      <w:r w:rsidR="00D751D3">
        <w:t>_1}</w:t>
      </w:r>
      <w:r>
        <w:t>, H</w:t>
      </w:r>
      <w:r w:rsidR="00D751D3">
        <w:t>_{</w:t>
      </w:r>
      <w:r>
        <w:t>T</w:t>
      </w:r>
      <w:r w:rsidR="00D751D3">
        <w:t>_2}</w:t>
      </w:r>
      <w:r>
        <w:t>, ...: Organ-Äquivalentdosen</w:t>
      </w:r>
    </w:p>
    <w:p w14:paraId="264FBAFB" w14:textId="77777777" w:rsidR="00D751D3" w:rsidRDefault="00D751D3" w:rsidP="00D751D3">
      <w:pPr>
        <w:pStyle w:val="Liste"/>
      </w:pPr>
    </w:p>
    <w:p w14:paraId="636CC998" w14:textId="77777777" w:rsidR="00C747C1" w:rsidRDefault="00C747C1" w:rsidP="00D751D3">
      <w:pPr>
        <w:pStyle w:val="berschrift3"/>
      </w:pPr>
      <w:r>
        <w:t>Bindungsenergie des Kerns</w:t>
      </w:r>
    </w:p>
    <w:p w14:paraId="5F7EABFA" w14:textId="71EAE03D" w:rsidR="00C747C1" w:rsidRDefault="00C747C1" w:rsidP="00C747C1">
      <w:r>
        <w:t>E</w:t>
      </w:r>
      <w:r w:rsidR="00D751D3">
        <w:t>_</w:t>
      </w:r>
      <w:r>
        <w:t>B =</w:t>
      </w:r>
      <w:r w:rsidR="00D751D3">
        <w:t>~</w:t>
      </w:r>
      <w:proofErr w:type="spellStart"/>
      <w:r w:rsidR="00D751D3">
        <w:t>D</w:t>
      </w:r>
      <w:r>
        <w:t>m</w:t>
      </w:r>
      <w:proofErr w:type="spellEnd"/>
      <w:r>
        <w:t xml:space="preserve"> *c</w:t>
      </w:r>
      <w:r w:rsidR="00D751D3">
        <w:t>^</w:t>
      </w:r>
      <w:r>
        <w:t>2</w:t>
      </w:r>
    </w:p>
    <w:p w14:paraId="199874E8" w14:textId="7E354399" w:rsidR="00C747C1" w:rsidRDefault="00C747C1" w:rsidP="00C747C1">
      <w:r>
        <w:t xml:space="preserve">mit: </w:t>
      </w:r>
      <w:r w:rsidR="00D751D3">
        <w:t>~</w:t>
      </w:r>
      <w:proofErr w:type="spellStart"/>
      <w:r w:rsidR="00D751D3">
        <w:t>D</w:t>
      </w:r>
      <w:r>
        <w:t>m</w:t>
      </w:r>
      <w:proofErr w:type="spellEnd"/>
      <w:r>
        <w:t xml:space="preserve"> =Z *</w:t>
      </w:r>
      <w:proofErr w:type="spellStart"/>
      <w:r>
        <w:t>m</w:t>
      </w:r>
      <w:r w:rsidR="00D751D3">
        <w:t>_</w:t>
      </w:r>
      <w:r>
        <w:t>p</w:t>
      </w:r>
      <w:proofErr w:type="spellEnd"/>
      <w:r>
        <w:t xml:space="preserve"> +N *</w:t>
      </w:r>
      <w:proofErr w:type="spellStart"/>
      <w:r>
        <w:t>m</w:t>
      </w:r>
      <w:r w:rsidR="00D751D3">
        <w:t>_</w:t>
      </w:r>
      <w:r>
        <w:t>n</w:t>
      </w:r>
      <w:proofErr w:type="spellEnd"/>
      <w:r>
        <w:t xml:space="preserve"> -</w:t>
      </w:r>
      <w:proofErr w:type="spellStart"/>
      <w:r>
        <w:t>m</w:t>
      </w:r>
      <w:r w:rsidR="00D751D3">
        <w:t>_</w:t>
      </w:r>
      <w:r>
        <w:t>K</w:t>
      </w:r>
      <w:proofErr w:type="spellEnd"/>
    </w:p>
    <w:p w14:paraId="31D739FA" w14:textId="77777777" w:rsidR="00D751D3" w:rsidRDefault="00D751D3" w:rsidP="00C747C1"/>
    <w:p w14:paraId="4C4F5A80" w14:textId="07495064" w:rsidR="00C747C1" w:rsidRDefault="00C747C1" w:rsidP="00497D3E">
      <w:r>
        <w:lastRenderedPageBreak/>
        <w:t>E</w:t>
      </w:r>
      <w:r w:rsidR="00D751D3">
        <w:t>_</w:t>
      </w:r>
      <w:r>
        <w:t>B: Bindungsenergie</w:t>
      </w:r>
      <w:r w:rsidR="00497D3E">
        <w:br/>
      </w:r>
      <w:r w:rsidR="00D751D3">
        <w:t>~</w:t>
      </w:r>
      <w:proofErr w:type="spellStart"/>
      <w:r w:rsidR="00D751D3">
        <w:t>D</w:t>
      </w:r>
      <w:r>
        <w:t>m</w:t>
      </w:r>
      <w:proofErr w:type="spellEnd"/>
      <w:r>
        <w:t>: Massendefekt</w:t>
      </w:r>
      <w:r w:rsidR="00497D3E">
        <w:br/>
      </w:r>
      <w:r>
        <w:t>c: Lichtgeschwindigkeit</w:t>
      </w:r>
      <w:r w:rsidR="00497D3E">
        <w:br/>
      </w:r>
      <w:r>
        <w:t>Z: Protonenzahl, Kernladungszahl</w:t>
      </w:r>
      <w:r w:rsidR="00497D3E">
        <w:br/>
      </w:r>
      <w:proofErr w:type="spellStart"/>
      <w:r>
        <w:t>m</w:t>
      </w:r>
      <w:r w:rsidR="00497D3E">
        <w:t>_p</w:t>
      </w:r>
      <w:proofErr w:type="spellEnd"/>
      <w:r>
        <w:t>: Protonenmasse</w:t>
      </w:r>
      <w:r w:rsidR="00497D3E">
        <w:br/>
      </w:r>
      <w:r>
        <w:t>N: Neutronenzahl</w:t>
      </w:r>
      <w:r w:rsidR="00497D3E">
        <w:br/>
      </w:r>
      <w:proofErr w:type="spellStart"/>
      <w:r>
        <w:t>m</w:t>
      </w:r>
      <w:r w:rsidR="00D751D3">
        <w:t>_</w:t>
      </w:r>
      <w:r>
        <w:t>n</w:t>
      </w:r>
      <w:proofErr w:type="spellEnd"/>
      <w:r>
        <w:t>: Neutronenmasse</w:t>
      </w:r>
      <w:r w:rsidR="00497D3E">
        <w:br/>
      </w:r>
      <w:proofErr w:type="spellStart"/>
      <w:r>
        <w:t>m</w:t>
      </w:r>
      <w:r w:rsidR="00D751D3">
        <w:t>_</w:t>
      </w:r>
      <w:r>
        <w:t>K</w:t>
      </w:r>
      <w:proofErr w:type="spellEnd"/>
      <w:r>
        <w:t>: Kernmasse</w:t>
      </w:r>
    </w:p>
    <w:p w14:paraId="05440726" w14:textId="77777777" w:rsidR="00D751D3" w:rsidRDefault="00D751D3" w:rsidP="00C747C1"/>
    <w:p w14:paraId="1B4FBBEA" w14:textId="27FF3940" w:rsidR="00C747C1" w:rsidRDefault="00C747C1" w:rsidP="00D751D3">
      <w:pPr>
        <w:pStyle w:val="berschrift3"/>
      </w:pPr>
      <w:r>
        <w:t>Freiwerdende Energie bei Kernreaktionen (Q-Wert)</w:t>
      </w:r>
    </w:p>
    <w:p w14:paraId="3AE73E84" w14:textId="77777777" w:rsidR="00D751D3" w:rsidRDefault="00C747C1" w:rsidP="00C747C1">
      <w:r>
        <w:t>Q =</w:t>
      </w:r>
      <w:r w:rsidR="00D751D3">
        <w:t>~D</w:t>
      </w:r>
      <w:r>
        <w:t>E =(m</w:t>
      </w:r>
      <w:r w:rsidR="00D751D3">
        <w:t>_{vor}</w:t>
      </w:r>
      <w:r>
        <w:t xml:space="preserve"> -m</w:t>
      </w:r>
      <w:r w:rsidR="00D751D3">
        <w:t>_{nach}</w:t>
      </w:r>
      <w:r>
        <w:t>)</w:t>
      </w:r>
      <w:r w:rsidR="00D751D3">
        <w:t xml:space="preserve"> </w:t>
      </w:r>
      <w:r>
        <w:t>*c</w:t>
      </w:r>
      <w:r w:rsidR="00D751D3">
        <w:t>^</w:t>
      </w:r>
      <w:r>
        <w:t>2</w:t>
      </w:r>
    </w:p>
    <w:p w14:paraId="4F61DA54" w14:textId="14EB381B" w:rsidR="00D751D3" w:rsidRDefault="00D751D3" w:rsidP="00C747C1">
      <w:proofErr w:type="spellStart"/>
      <w:r>
        <w:t>r_K</w:t>
      </w:r>
      <w:proofErr w:type="spellEnd"/>
      <w:r>
        <w:t xml:space="preserve"> \</w:t>
      </w:r>
      <w:proofErr w:type="spellStart"/>
      <w:r>
        <w:t>apx</w:t>
      </w:r>
      <w:proofErr w:type="spellEnd"/>
      <w:r>
        <w:t xml:space="preserve"> 1,4 *10^{-15}</w:t>
      </w:r>
      <w:r w:rsidR="00497D3E">
        <w:t xml:space="preserve"> </w:t>
      </w:r>
      <w:r>
        <w:t>m *</w:t>
      </w:r>
      <w:r w:rsidR="00497D3E">
        <w:t>\s</w:t>
      </w:r>
      <w:r>
        <w:t>[3]{A}</w:t>
      </w:r>
    </w:p>
    <w:p w14:paraId="074FF349" w14:textId="77777777" w:rsidR="00D751D3" w:rsidRDefault="00D751D3" w:rsidP="00C747C1"/>
    <w:p w14:paraId="1F98C96B" w14:textId="1375782C" w:rsidR="00D751D3" w:rsidRDefault="00C747C1" w:rsidP="00497D3E">
      <w:r>
        <w:t>Q: Q-Wert der Kernreaktion</w:t>
      </w:r>
      <w:r w:rsidR="00497D3E">
        <w:br/>
      </w:r>
      <w:r>
        <w:t>E: Energie</w:t>
      </w:r>
      <w:r w:rsidR="00497D3E">
        <w:br/>
      </w:r>
      <w:r>
        <w:t>m</w:t>
      </w:r>
      <w:r w:rsidR="00D751D3">
        <w:t>_{vor}</w:t>
      </w:r>
      <w:r>
        <w:t>: Masse vor der Kernreaktion</w:t>
      </w:r>
      <w:r w:rsidR="00497D3E">
        <w:br/>
      </w:r>
      <w:r>
        <w:t>m</w:t>
      </w:r>
      <w:r w:rsidR="00D751D3">
        <w:t>_{nach}</w:t>
      </w:r>
      <w:r>
        <w:t>: Masse nach der Kernreaktion</w:t>
      </w:r>
      <w:r w:rsidR="00497D3E">
        <w:br/>
      </w:r>
      <w:r>
        <w:t>c: Lichtgeschwindigkeit</w:t>
      </w:r>
      <w:r w:rsidR="00497D3E">
        <w:br/>
      </w:r>
      <w:proofErr w:type="spellStart"/>
      <w:r w:rsidR="00D751D3">
        <w:t>r_K</w:t>
      </w:r>
      <w:proofErr w:type="spellEnd"/>
      <w:r w:rsidR="00D751D3">
        <w:t>: Kernradius</w:t>
      </w:r>
      <w:r w:rsidR="00497D3E">
        <w:br/>
      </w:r>
      <w:r w:rsidR="00D751D3">
        <w:t>A: Massenzahl</w:t>
      </w:r>
    </w:p>
    <w:p w14:paraId="71F4701E" w14:textId="77777777" w:rsidR="00D751D3" w:rsidRDefault="00D751D3" w:rsidP="00C747C1"/>
    <w:p w14:paraId="0691A4D6" w14:textId="1D4D8A7B" w:rsidR="00D751D3" w:rsidRDefault="00D751D3" w:rsidP="00C747C1">
      <w:r>
        <w:t>((43))</w:t>
      </w:r>
    </w:p>
    <w:p w14:paraId="74C47EED" w14:textId="77777777" w:rsidR="00C747C1" w:rsidRDefault="00C747C1" w:rsidP="00D751D3">
      <w:pPr>
        <w:pStyle w:val="berschrift2"/>
      </w:pPr>
      <w:r>
        <w:t>3.8 Astrophysik</w:t>
      </w:r>
    </w:p>
    <w:p w14:paraId="314636E5" w14:textId="77777777" w:rsidR="00C747C1" w:rsidRDefault="00C747C1" w:rsidP="001C6001">
      <w:pPr>
        <w:pStyle w:val="berschrift3"/>
      </w:pPr>
      <w:proofErr w:type="spellStart"/>
      <w:r>
        <w:t>Kepler'sche</w:t>
      </w:r>
      <w:proofErr w:type="spellEnd"/>
      <w:r>
        <w:t xml:space="preserve"> Gesetze</w:t>
      </w:r>
    </w:p>
    <w:p w14:paraId="3EBE7AFB" w14:textId="77777777" w:rsidR="001C6001" w:rsidRDefault="001C6001" w:rsidP="00C747C1"/>
    <w:p w14:paraId="6DB4BF23" w14:textId="65C92489" w:rsidR="00C747C1" w:rsidRDefault="00C747C1" w:rsidP="001C6001">
      <w:pPr>
        <w:pStyle w:val="berschrift4"/>
      </w:pPr>
      <w:r>
        <w:t xml:space="preserve">1. </w:t>
      </w:r>
      <w:proofErr w:type="spellStart"/>
      <w:r>
        <w:t>Kepler'sches</w:t>
      </w:r>
      <w:proofErr w:type="spellEnd"/>
      <w:r>
        <w:t xml:space="preserve"> Gesetz</w:t>
      </w:r>
    </w:p>
    <w:p w14:paraId="4A159AA6" w14:textId="77777777" w:rsidR="00C747C1" w:rsidRDefault="00C747C1" w:rsidP="00C747C1">
      <w:r>
        <w:t>Die Planeten bewegen sich auf Ellipsenbahnen, in deren einem Brennpunkt die Sonne steht.</w:t>
      </w:r>
    </w:p>
    <w:p w14:paraId="2E3010CE" w14:textId="77777777" w:rsidR="005C738D" w:rsidRDefault="005C738D" w:rsidP="00C747C1"/>
    <w:p w14:paraId="39DAB2BD" w14:textId="5D3089BA" w:rsidR="00C747C1" w:rsidRDefault="005C738D" w:rsidP="00C747C1">
      <w:r>
        <w:t>&lt;Bild&gt;Die Planeten P bewegen sich auf Ellipsenbahnen um die Sonne, die in einem ihrer Brennpunkte F_1 bzw. F_2 steht.</w:t>
      </w:r>
      <w:r>
        <w:br/>
      </w:r>
      <w:r>
        <w:lastRenderedPageBreak/>
        <w:t xml:space="preserve">Der Abstand eines Brennpunkts zum Schnittpunkt der beiden Symmetrieachsen </w:t>
      </w:r>
      <w:r w:rsidR="00706A4E">
        <w:t>der Ellipse mit großer Halbachse a und kleiner Halbachse b</w:t>
      </w:r>
      <w:r>
        <w:t xml:space="preserve"> </w:t>
      </w:r>
      <w:r w:rsidR="004D4C1F">
        <w:t xml:space="preserve">wird </w:t>
      </w:r>
      <w:r w:rsidR="00706A4E">
        <w:t xml:space="preserve">als </w:t>
      </w:r>
      <w:r>
        <w:t>lineare Exzentrizität</w:t>
      </w:r>
      <w:r w:rsidR="00706A4E">
        <w:t xml:space="preserve"> e</w:t>
      </w:r>
      <w:r>
        <w:t xml:space="preserve"> bezeichnet.</w:t>
      </w:r>
      <w:r>
        <w:br/>
        <w:t>Ein Planet P bildet bei seinem Lauf auf der Ellipsenbahn mit den Brennpunkten F_1 und F_2 gedachte Dreiecke.</w:t>
      </w:r>
      <w:r>
        <w:br/>
        <w:t>&lt;/Bild&gt;</w:t>
      </w:r>
    </w:p>
    <w:p w14:paraId="4B24CEF5" w14:textId="77777777" w:rsidR="001C6001" w:rsidRDefault="001C6001" w:rsidP="00C747C1"/>
    <w:p w14:paraId="1607CDBC" w14:textId="426C2DC6" w:rsidR="00C747C1" w:rsidRDefault="00C747C1" w:rsidP="00C747C1">
      <w:r>
        <w:t xml:space="preserve">mit: </w:t>
      </w:r>
      <w:r w:rsidR="001C6001">
        <w:t>~e</w:t>
      </w:r>
      <w:r>
        <w:t xml:space="preserve"> =</w:t>
      </w:r>
      <w:r w:rsidR="001C6001">
        <w:t>e/</w:t>
      </w:r>
      <w:r>
        <w:t>a</w:t>
      </w:r>
    </w:p>
    <w:p w14:paraId="0E52B058" w14:textId="77777777" w:rsidR="001C6001" w:rsidRDefault="001C6001" w:rsidP="001C6001"/>
    <w:p w14:paraId="209E2F38" w14:textId="3DB4DE4E" w:rsidR="001C6001" w:rsidRDefault="001C6001" w:rsidP="00497D3E">
      <w:r>
        <w:t>a, b: große bzw. kleine Halbachse</w:t>
      </w:r>
      <w:r w:rsidR="00497D3E">
        <w:br/>
      </w:r>
      <w:r>
        <w:t>e: lineare Exzentrizität</w:t>
      </w:r>
      <w:r w:rsidR="00497D3E">
        <w:br/>
      </w:r>
      <w:r>
        <w:t>F_1, F_2: Brennpunkte</w:t>
      </w:r>
      <w:r w:rsidR="00497D3E">
        <w:br/>
      </w:r>
      <w:r>
        <w:t>P: Planet</w:t>
      </w:r>
      <w:r w:rsidR="00497D3E">
        <w:br/>
      </w:r>
      <w:r>
        <w:t>~e: numerische Exzentrizität</w:t>
      </w:r>
    </w:p>
    <w:p w14:paraId="07E398F9" w14:textId="77777777" w:rsidR="001C6001" w:rsidRDefault="001C6001" w:rsidP="00C747C1"/>
    <w:p w14:paraId="446C6D4E" w14:textId="142D5728" w:rsidR="00C747C1" w:rsidRDefault="00C747C1" w:rsidP="001C6001">
      <w:pPr>
        <w:pStyle w:val="berschrift4"/>
      </w:pPr>
      <w:r>
        <w:t xml:space="preserve">2. </w:t>
      </w:r>
      <w:proofErr w:type="spellStart"/>
      <w:r>
        <w:t>Kepler'sches</w:t>
      </w:r>
      <w:proofErr w:type="spellEnd"/>
      <w:r>
        <w:t xml:space="preserve"> Gesetz</w:t>
      </w:r>
    </w:p>
    <w:p w14:paraId="4B3ED728" w14:textId="6FD4844E" w:rsidR="001C6001" w:rsidRDefault="00DC62D6" w:rsidP="00C747C1">
      <w:r>
        <w:t>&lt;Bild&gt;Die Verbindungsstrecke zwischen Sonne und einem Planet</w:t>
      </w:r>
      <w:r w:rsidR="00616D8A">
        <w:t>en</w:t>
      </w:r>
      <w:r>
        <w:t xml:space="preserve"> überstreicht in </w:t>
      </w:r>
      <w:r w:rsidR="00616D8A">
        <w:t>einer gewissen Zeit eine bestimmte Fläche mit Flächeninhalt A.</w:t>
      </w:r>
      <w:r>
        <w:br/>
        <w:t>&lt;/Bild&gt;</w:t>
      </w:r>
    </w:p>
    <w:p w14:paraId="3909A783" w14:textId="77777777" w:rsidR="001C6001" w:rsidRDefault="001C6001" w:rsidP="00C747C1"/>
    <w:p w14:paraId="38718A8E" w14:textId="6DC48CBE" w:rsidR="00AA7648" w:rsidRDefault="00360061" w:rsidP="00C747C1">
      <w:r>
        <w:t>\</w:t>
      </w:r>
      <w:proofErr w:type="spellStart"/>
      <w:r>
        <w:t>frac</w:t>
      </w:r>
      <w:proofErr w:type="spellEnd"/>
      <w:r>
        <w:t>{</w:t>
      </w:r>
      <w:r w:rsidR="00AA7648">
        <w:t>~DA</w:t>
      </w:r>
      <w:r>
        <w:t>}{</w:t>
      </w:r>
      <w:r w:rsidR="00AA7648">
        <w:t>~</w:t>
      </w:r>
      <w:proofErr w:type="spellStart"/>
      <w:r w:rsidR="00AA7648">
        <w:t>Dt</w:t>
      </w:r>
      <w:proofErr w:type="spellEnd"/>
      <w:r>
        <w:t>}</w:t>
      </w:r>
      <w:r w:rsidR="00AA7648">
        <w:t xml:space="preserve"> =konstant</w:t>
      </w:r>
    </w:p>
    <w:p w14:paraId="20A20357" w14:textId="77777777" w:rsidR="001C6001" w:rsidRDefault="001C6001" w:rsidP="00C747C1"/>
    <w:p w14:paraId="059C3DE8" w14:textId="1BDB02CA" w:rsidR="00C747C1" w:rsidRDefault="00C747C1" w:rsidP="00497D3E">
      <w:r>
        <w:t>A: Flächeninhalt der vom Leitstrahl überstrichene Fläche</w:t>
      </w:r>
      <w:r w:rsidR="00497D3E">
        <w:br/>
      </w:r>
      <w:r>
        <w:t>t: Zeit</w:t>
      </w:r>
    </w:p>
    <w:p w14:paraId="4A1C98D7" w14:textId="77777777" w:rsidR="00AA7648" w:rsidRDefault="00AA7648" w:rsidP="00C747C1"/>
    <w:p w14:paraId="47FE179E" w14:textId="6114CB53" w:rsidR="00C747C1" w:rsidRDefault="00C747C1" w:rsidP="00AA7648">
      <w:pPr>
        <w:pStyle w:val="berschrift4"/>
      </w:pPr>
      <w:r>
        <w:t xml:space="preserve">3. </w:t>
      </w:r>
      <w:proofErr w:type="spellStart"/>
      <w:r>
        <w:t>Kepler'sches</w:t>
      </w:r>
      <w:proofErr w:type="spellEnd"/>
      <w:r>
        <w:t xml:space="preserve"> Gesetz</w:t>
      </w:r>
    </w:p>
    <w:p w14:paraId="08B535C8" w14:textId="526B0F5F" w:rsidR="009C7F84" w:rsidRDefault="009C7F84" w:rsidP="00C747C1">
      <w:r>
        <w:t>\</w:t>
      </w:r>
      <w:proofErr w:type="spellStart"/>
      <w:r>
        <w:t>frac</w:t>
      </w:r>
      <w:proofErr w:type="spellEnd"/>
      <w:r>
        <w:t>{(T_1)^2}{(T_2)^2} =\</w:t>
      </w:r>
      <w:proofErr w:type="spellStart"/>
      <w:r>
        <w:t>frac</w:t>
      </w:r>
      <w:proofErr w:type="spellEnd"/>
      <w:r>
        <w:t>{(a_1)^</w:t>
      </w:r>
      <w:r w:rsidR="00497D3E">
        <w:t>3</w:t>
      </w:r>
      <w:r>
        <w:t>}{(a_2)^</w:t>
      </w:r>
      <w:r w:rsidR="00497D3E">
        <w:t>3</w:t>
      </w:r>
      <w:r>
        <w:t>}</w:t>
      </w:r>
    </w:p>
    <w:p w14:paraId="1D41D9EA" w14:textId="77777777" w:rsidR="009C7F84" w:rsidRDefault="009C7F84" w:rsidP="00C747C1"/>
    <w:p w14:paraId="75FEF686" w14:textId="16ECD50E" w:rsidR="00C747C1" w:rsidRDefault="00C747C1" w:rsidP="00497D3E">
      <w:r>
        <w:t>T</w:t>
      </w:r>
      <w:r w:rsidR="009C7F84">
        <w:t>_</w:t>
      </w:r>
      <w:r>
        <w:t>1, T</w:t>
      </w:r>
      <w:r w:rsidR="009C7F84">
        <w:t>_</w:t>
      </w:r>
      <w:r>
        <w:t>2: Umlaufzeiten der Objekte beim Umlauf um den Zentralkörper</w:t>
      </w:r>
      <w:r w:rsidR="00497D3E">
        <w:br/>
      </w:r>
      <w:r>
        <w:t>a</w:t>
      </w:r>
      <w:r w:rsidR="009C7F84">
        <w:t>_</w:t>
      </w:r>
      <w:r>
        <w:t>1, a</w:t>
      </w:r>
      <w:r w:rsidR="009C7F84">
        <w:t>_</w:t>
      </w:r>
      <w:r>
        <w:t>2: große Halbachsen der Objekte beim Umlauf um den Zentralkörper</w:t>
      </w:r>
    </w:p>
    <w:p w14:paraId="61A7AC8B" w14:textId="77777777" w:rsidR="009C7F84" w:rsidRDefault="009C7F84" w:rsidP="00C747C1"/>
    <w:p w14:paraId="51446E63" w14:textId="445DE85A" w:rsidR="00C747C1" w:rsidRDefault="00C747C1" w:rsidP="009C7F84">
      <w:pPr>
        <w:pStyle w:val="berschrift3"/>
      </w:pPr>
      <w:r>
        <w:lastRenderedPageBreak/>
        <w:t>Bewegung im Gravitationsfeld</w:t>
      </w:r>
    </w:p>
    <w:p w14:paraId="494BA19C" w14:textId="1505DAD5" w:rsidR="00C747C1" w:rsidRDefault="00C747C1" w:rsidP="009C7F84">
      <w:pPr>
        <w:pStyle w:val="berschrift4"/>
      </w:pPr>
      <w:r>
        <w:t>Bahngeschwindigkeit eines Körpers auf einer Keplerellipse</w:t>
      </w:r>
    </w:p>
    <w:p w14:paraId="7186F214" w14:textId="77777777" w:rsidR="009C7F84" w:rsidRDefault="00C747C1" w:rsidP="00C747C1">
      <w:r>
        <w:t>v</w:t>
      </w:r>
      <w:r w:rsidR="009C7F84">
        <w:t xml:space="preserve"> </w:t>
      </w:r>
      <w:r>
        <w:t>=</w:t>
      </w:r>
      <w:r w:rsidR="009C7F84">
        <w:t>\s{</w:t>
      </w:r>
      <w:r>
        <w:t>G *M *</w:t>
      </w:r>
      <w:r w:rsidR="009C7F84">
        <w:t>(2/r -1/a)}</w:t>
      </w:r>
    </w:p>
    <w:p w14:paraId="22048B4E" w14:textId="77777777" w:rsidR="009C7F84" w:rsidRDefault="009C7F84" w:rsidP="00C747C1"/>
    <w:p w14:paraId="2DB5E0EB" w14:textId="2CE21D48" w:rsidR="00C747C1" w:rsidRDefault="00C747C1" w:rsidP="00497D3E">
      <w:r>
        <w:t>v: Bahngeschwindigkeit</w:t>
      </w:r>
      <w:r w:rsidR="00497D3E">
        <w:br/>
      </w:r>
      <w:r>
        <w:t>G: Gravitationskonstante</w:t>
      </w:r>
      <w:r w:rsidR="00497D3E">
        <w:br/>
      </w:r>
      <w:r>
        <w:t>M: Masse des Zentralkörpers</w:t>
      </w:r>
      <w:r w:rsidR="00497D3E">
        <w:br/>
      </w:r>
      <w:r>
        <w:t>r: Abstand vom Zentralkörper</w:t>
      </w:r>
      <w:r w:rsidR="00497D3E">
        <w:br/>
      </w:r>
      <w:r>
        <w:t>a: große Halbachse der Bahnellipse</w:t>
      </w:r>
    </w:p>
    <w:p w14:paraId="5E99F8C4" w14:textId="77777777" w:rsidR="009C7F84" w:rsidRDefault="009C7F84" w:rsidP="00C747C1"/>
    <w:p w14:paraId="0C657023" w14:textId="019F49B9" w:rsidR="009C7F84" w:rsidRDefault="009C7F84" w:rsidP="00C747C1">
      <w:r>
        <w:t>((44))</w:t>
      </w:r>
    </w:p>
    <w:p w14:paraId="35825CFB" w14:textId="09EE6B8E" w:rsidR="00C747C1" w:rsidRDefault="00C747C1" w:rsidP="009C7F84">
      <w:pPr>
        <w:pStyle w:val="berschrift4"/>
      </w:pPr>
      <w:r>
        <w:t>Zweikörperproblem</w:t>
      </w:r>
    </w:p>
    <w:p w14:paraId="697C87EB" w14:textId="77777777" w:rsidR="009C7F84" w:rsidRDefault="009C7F84" w:rsidP="00C747C1">
      <w:r>
        <w:t>\</w:t>
      </w:r>
      <w:proofErr w:type="spellStart"/>
      <w:r>
        <w:t>frac</w:t>
      </w:r>
      <w:proofErr w:type="spellEnd"/>
      <w:r>
        <w:t>{T^2}{a^3} =\</w:t>
      </w:r>
      <w:proofErr w:type="spellStart"/>
      <w:r>
        <w:t>frac</w:t>
      </w:r>
      <w:proofErr w:type="spellEnd"/>
      <w:r>
        <w:t>{4~p^2}{G *(m_1 +m_2)}</w:t>
      </w:r>
    </w:p>
    <w:p w14:paraId="5DDA9FCB" w14:textId="544C2BB5" w:rsidR="00C747C1" w:rsidRDefault="00C747C1" w:rsidP="00C747C1">
      <w:r>
        <w:t xml:space="preserve">mit: a </w:t>
      </w:r>
      <w:r w:rsidR="009C7F84">
        <w:t>=</w:t>
      </w:r>
      <w:r>
        <w:t>a</w:t>
      </w:r>
      <w:r w:rsidR="009C7F84">
        <w:t>_</w:t>
      </w:r>
      <w:r>
        <w:t>1 +a</w:t>
      </w:r>
      <w:r w:rsidR="009C7F84">
        <w:t>_</w:t>
      </w:r>
      <w:r>
        <w:t>2</w:t>
      </w:r>
    </w:p>
    <w:p w14:paraId="679EF73A" w14:textId="77777777" w:rsidR="009C7F84" w:rsidRDefault="009C7F84" w:rsidP="00C747C1"/>
    <w:p w14:paraId="265ED4AF" w14:textId="398465BB" w:rsidR="009C7F84" w:rsidRDefault="009C7F84" w:rsidP="00497D3E">
      <w:r>
        <w:t>T: Umlaufzeit</w:t>
      </w:r>
      <w:r w:rsidR="00497D3E">
        <w:br/>
      </w:r>
      <w:r>
        <w:t>a_1, a_2: große Halbachsen der Himmelskörper (gemeinsamer Schwerpunkt)</w:t>
      </w:r>
      <w:r w:rsidR="00497D3E">
        <w:br/>
      </w:r>
      <w:r>
        <w:t>G: Gravitationskonstante</w:t>
      </w:r>
      <w:r w:rsidR="00497D3E">
        <w:br/>
      </w:r>
      <w:r>
        <w:t>m_1, m_2: Massen</w:t>
      </w:r>
    </w:p>
    <w:p w14:paraId="11EE4825" w14:textId="77777777" w:rsidR="009C7F84" w:rsidRDefault="009C7F84" w:rsidP="009C7F84"/>
    <w:p w14:paraId="27310AE9" w14:textId="271C9CA3" w:rsidR="00C747C1" w:rsidRDefault="00C747C1" w:rsidP="009C7F84">
      <w:pPr>
        <w:pStyle w:val="berschrift4"/>
      </w:pPr>
      <w:r>
        <w:t>Schwerpunktsatz</w:t>
      </w:r>
    </w:p>
    <w:p w14:paraId="1F7C5028" w14:textId="2E8710D6" w:rsidR="00C747C1" w:rsidRDefault="00C747C1" w:rsidP="00C747C1">
      <w:r>
        <w:t>m</w:t>
      </w:r>
      <w:r w:rsidR="009C7F84">
        <w:t>_</w:t>
      </w:r>
      <w:r>
        <w:t>1 *a</w:t>
      </w:r>
      <w:r w:rsidR="009C7F84">
        <w:t>_</w:t>
      </w:r>
      <w:r>
        <w:t xml:space="preserve">1 </w:t>
      </w:r>
      <w:r w:rsidR="009C7F84">
        <w:t>=</w:t>
      </w:r>
      <w:r>
        <w:t>m</w:t>
      </w:r>
      <w:r w:rsidR="009C7F84">
        <w:t>_</w:t>
      </w:r>
      <w:r>
        <w:t>2 *a</w:t>
      </w:r>
      <w:r w:rsidR="009C7F84">
        <w:t>_</w:t>
      </w:r>
      <w:r>
        <w:t>2</w:t>
      </w:r>
    </w:p>
    <w:p w14:paraId="5B03D01A" w14:textId="77777777" w:rsidR="003B0C3A" w:rsidRDefault="003B0C3A" w:rsidP="00C747C1"/>
    <w:p w14:paraId="17085B3E" w14:textId="4D4B65F9" w:rsidR="003B0C3A" w:rsidRDefault="003B0C3A" w:rsidP="00497D3E">
      <w:r>
        <w:t>m_1, m_2: Massen</w:t>
      </w:r>
      <w:r w:rsidR="00497D3E">
        <w:br/>
      </w:r>
      <w:r>
        <w:t>a_1, a_2: große Halbachsen der Himmelskörper (gemeinsamer Schwerpunkt)</w:t>
      </w:r>
    </w:p>
    <w:p w14:paraId="505B0108" w14:textId="77777777" w:rsidR="009C7F84" w:rsidRDefault="009C7F84" w:rsidP="00C747C1"/>
    <w:p w14:paraId="7F1BDB41" w14:textId="09AA282B" w:rsidR="00C747C1" w:rsidRDefault="00C747C1" w:rsidP="009C7F84">
      <w:pPr>
        <w:pStyle w:val="berschrift4"/>
      </w:pPr>
      <w:r>
        <w:t>Umlaufzeiten</w:t>
      </w:r>
    </w:p>
    <w:p w14:paraId="150ABFAD" w14:textId="6E060DE9" w:rsidR="00C747C1" w:rsidRDefault="009C7F84" w:rsidP="00C747C1">
      <w:r>
        <w:t>\</w:t>
      </w:r>
      <w:proofErr w:type="spellStart"/>
      <w:r>
        <w:t>frac</w:t>
      </w:r>
      <w:proofErr w:type="spellEnd"/>
      <w:r>
        <w:t>{1}{T_{</w:t>
      </w:r>
      <w:proofErr w:type="spellStart"/>
      <w:r>
        <w:t>sid</w:t>
      </w:r>
      <w:proofErr w:type="spellEnd"/>
      <w:r>
        <w:t>}}</w:t>
      </w:r>
      <w:r w:rsidR="00C747C1">
        <w:t xml:space="preserve"> </w:t>
      </w:r>
      <w:r>
        <w:t>=\</w:t>
      </w:r>
      <w:proofErr w:type="spellStart"/>
      <w:r>
        <w:t>frac</w:t>
      </w:r>
      <w:proofErr w:type="spellEnd"/>
      <w:r>
        <w:t>{1}{T_{Erde}} \</w:t>
      </w:r>
      <w:proofErr w:type="spellStart"/>
      <w:r>
        <w:t>pm</w:t>
      </w:r>
      <w:proofErr w:type="spellEnd"/>
      <w:r w:rsidR="00C747C1">
        <w:t xml:space="preserve"> </w:t>
      </w:r>
      <w:r>
        <w:t>\</w:t>
      </w:r>
      <w:proofErr w:type="spellStart"/>
      <w:r>
        <w:t>frac</w:t>
      </w:r>
      <w:proofErr w:type="spellEnd"/>
      <w:r>
        <w:t>{1}{T_{</w:t>
      </w:r>
      <w:proofErr w:type="spellStart"/>
      <w:r>
        <w:t>syn</w:t>
      </w:r>
      <w:proofErr w:type="spellEnd"/>
      <w:r>
        <w:t>}}</w:t>
      </w:r>
    </w:p>
    <w:p w14:paraId="21971C74" w14:textId="77777777" w:rsidR="009C7F84" w:rsidRDefault="009C7F84" w:rsidP="00C747C1"/>
    <w:p w14:paraId="5EA83397" w14:textId="1AA0EDB2" w:rsidR="004F01DA" w:rsidRDefault="004F01DA" w:rsidP="00497D3E">
      <w:r>
        <w:lastRenderedPageBreak/>
        <w:t>T_{</w:t>
      </w:r>
      <w:proofErr w:type="spellStart"/>
      <w:r>
        <w:t>sid</w:t>
      </w:r>
      <w:proofErr w:type="spellEnd"/>
      <w:r>
        <w:t>}: siderische Umlaufzeit</w:t>
      </w:r>
      <w:r w:rsidR="00497D3E">
        <w:br/>
      </w:r>
      <w:r>
        <w:t>T</w:t>
      </w:r>
      <w:r w:rsidR="00D468EF">
        <w:t>_</w:t>
      </w:r>
      <w:r>
        <w:t>{Erde}: Umlaufzeit der Erde</w:t>
      </w:r>
      <w:r w:rsidR="00497D3E">
        <w:br/>
      </w:r>
      <w:r>
        <w:t>T_{</w:t>
      </w:r>
      <w:proofErr w:type="spellStart"/>
      <w:r>
        <w:t>syn</w:t>
      </w:r>
      <w:proofErr w:type="spellEnd"/>
      <w:r>
        <w:t>}: synodische Umlaufzeit</w:t>
      </w:r>
    </w:p>
    <w:p w14:paraId="3F6A1D1B" w14:textId="77777777" w:rsidR="009C7F84" w:rsidRDefault="009C7F84" w:rsidP="00C747C1"/>
    <w:p w14:paraId="586809D7" w14:textId="6F15D5D1" w:rsidR="00C747C1" w:rsidRDefault="00C747C1" w:rsidP="004F01DA">
      <w:pPr>
        <w:pStyle w:val="berschrift4"/>
      </w:pPr>
      <w:r>
        <w:t>Kreisbahngeschwindigkeit</w:t>
      </w:r>
    </w:p>
    <w:p w14:paraId="2A4E6D93" w14:textId="18640308" w:rsidR="00C747C1" w:rsidRDefault="004F01DA" w:rsidP="00C747C1">
      <w:r>
        <w:t>v =\s{\</w:t>
      </w:r>
      <w:proofErr w:type="spellStart"/>
      <w:r>
        <w:t>frac</w:t>
      </w:r>
      <w:proofErr w:type="spellEnd"/>
      <w:r>
        <w:t>{G *M}{r}}</w:t>
      </w:r>
    </w:p>
    <w:p w14:paraId="3D4239A6" w14:textId="77777777" w:rsidR="004F01DA" w:rsidRDefault="004F01DA" w:rsidP="00C747C1"/>
    <w:p w14:paraId="1EBA690A" w14:textId="3ADD6439" w:rsidR="004F01DA" w:rsidRDefault="004F01DA" w:rsidP="00497D3E">
      <w:r>
        <w:t>v: Geschwindigkeit</w:t>
      </w:r>
      <w:r w:rsidR="00497D3E">
        <w:br/>
      </w:r>
      <w:r>
        <w:t>G: Gravitationskonstante</w:t>
      </w:r>
      <w:r w:rsidR="00497D3E">
        <w:br/>
      </w:r>
      <w:r>
        <w:t>M: Masse des Zentralkörpers</w:t>
      </w:r>
      <w:r w:rsidR="00497D3E">
        <w:br/>
      </w:r>
      <w:r>
        <w:t>r: Abstand vom Mittelpunkt des Zentralkörpers</w:t>
      </w:r>
    </w:p>
    <w:p w14:paraId="13268AC2" w14:textId="77777777" w:rsidR="004F01DA" w:rsidRDefault="004F01DA" w:rsidP="00C747C1"/>
    <w:p w14:paraId="431E9B90" w14:textId="1EB3FB4F" w:rsidR="00C747C1" w:rsidRDefault="00C747C1" w:rsidP="004F01DA">
      <w:pPr>
        <w:pStyle w:val="berschrift4"/>
      </w:pPr>
      <w:r>
        <w:t>Fluchtgeschwindigkeit</w:t>
      </w:r>
    </w:p>
    <w:p w14:paraId="3535EB92" w14:textId="59DD7CC0" w:rsidR="004F01DA" w:rsidRDefault="004F01DA" w:rsidP="004F01DA">
      <w:r>
        <w:t>v =\s{\</w:t>
      </w:r>
      <w:proofErr w:type="spellStart"/>
      <w:r>
        <w:t>frac</w:t>
      </w:r>
      <w:proofErr w:type="spellEnd"/>
      <w:r>
        <w:t>{2 *G *M}{r}}</w:t>
      </w:r>
    </w:p>
    <w:p w14:paraId="033DEF0D" w14:textId="77777777" w:rsidR="004F01DA" w:rsidRDefault="004F01DA" w:rsidP="00C747C1"/>
    <w:p w14:paraId="1330918C" w14:textId="10985688" w:rsidR="004F01DA" w:rsidRDefault="004F01DA" w:rsidP="00D02092">
      <w:r>
        <w:t>v: Geschwindigkeit</w:t>
      </w:r>
      <w:r w:rsidR="00D02092">
        <w:br/>
      </w:r>
      <w:r>
        <w:t>G: Gravitationskonstante</w:t>
      </w:r>
      <w:r w:rsidR="00D02092">
        <w:br/>
      </w:r>
      <w:r>
        <w:t>M: Masse des Zentralkörpers</w:t>
      </w:r>
      <w:r w:rsidR="00D02092">
        <w:br/>
      </w:r>
      <w:r>
        <w:t>r: Abstand vom Mittelpunkt des Zentralkörpers</w:t>
      </w:r>
    </w:p>
    <w:p w14:paraId="494C5856" w14:textId="77777777" w:rsidR="004F01DA" w:rsidRDefault="004F01DA" w:rsidP="004F01DA"/>
    <w:p w14:paraId="69B67064" w14:textId="77777777" w:rsidR="00C747C1" w:rsidRDefault="00C747C1" w:rsidP="004F01DA">
      <w:pPr>
        <w:pStyle w:val="berschrift3"/>
      </w:pPr>
      <w:r>
        <w:t>Schwarzschild-Radius eines schwarzen Lochs</w:t>
      </w:r>
    </w:p>
    <w:p w14:paraId="5C7F30A1" w14:textId="76C89830" w:rsidR="00C747C1" w:rsidRDefault="00C747C1" w:rsidP="00C747C1">
      <w:r>
        <w:t>R</w:t>
      </w:r>
      <w:r w:rsidR="00645B43">
        <w:t>_</w:t>
      </w:r>
      <w:r>
        <w:t xml:space="preserve">S </w:t>
      </w:r>
      <w:r w:rsidR="00645B43">
        <w:t>=\</w:t>
      </w:r>
      <w:proofErr w:type="spellStart"/>
      <w:r w:rsidR="00645B43">
        <w:t>frac</w:t>
      </w:r>
      <w:proofErr w:type="spellEnd"/>
      <w:r w:rsidR="00645B43">
        <w:t>{</w:t>
      </w:r>
      <w:r>
        <w:t>2 *G *M</w:t>
      </w:r>
      <w:r w:rsidR="00645B43">
        <w:t>}{</w:t>
      </w:r>
      <w:r>
        <w:t>c</w:t>
      </w:r>
      <w:r w:rsidR="00645B43">
        <w:t>^</w:t>
      </w:r>
      <w:r>
        <w:t>2</w:t>
      </w:r>
      <w:r w:rsidR="00645B43">
        <w:t>}</w:t>
      </w:r>
    </w:p>
    <w:p w14:paraId="3250A328" w14:textId="77777777" w:rsidR="00645B43" w:rsidRDefault="00645B43" w:rsidP="00C747C1"/>
    <w:p w14:paraId="28993FE5" w14:textId="71B11E46" w:rsidR="00645B43" w:rsidRDefault="00645B43" w:rsidP="00D02092">
      <w:r>
        <w:t>R_S: Radius des Ereignishorizonts des schwarzen Lochs</w:t>
      </w:r>
      <w:r w:rsidR="00D02092">
        <w:br/>
      </w:r>
      <w:r>
        <w:t>G: Gravitationskonstante</w:t>
      </w:r>
      <w:r w:rsidR="00D02092">
        <w:br/>
      </w:r>
      <w:r>
        <w:t>M: Masse des schwarzen Lochs</w:t>
      </w:r>
      <w:r w:rsidR="00D02092">
        <w:br/>
      </w:r>
      <w:r>
        <w:t>c: Lichtgeschwindigkeit</w:t>
      </w:r>
    </w:p>
    <w:p w14:paraId="7BB0D0E4" w14:textId="77777777" w:rsidR="00645B43" w:rsidRDefault="00645B43" w:rsidP="00C747C1"/>
    <w:p w14:paraId="167974F8" w14:textId="1A34EE90" w:rsidR="00C747C1" w:rsidRDefault="00C747C1" w:rsidP="00645B43">
      <w:pPr>
        <w:pStyle w:val="berschrift3"/>
      </w:pPr>
      <w:r>
        <w:t>Strahlungsgesetze</w:t>
      </w:r>
    </w:p>
    <w:p w14:paraId="4263C94D" w14:textId="0BEA3450" w:rsidR="00C747C1" w:rsidRDefault="00C747C1" w:rsidP="00645B43">
      <w:pPr>
        <w:pStyle w:val="berschrift4"/>
      </w:pPr>
      <w:r>
        <w:t>Bestrahlungsstärke</w:t>
      </w:r>
    </w:p>
    <w:p w14:paraId="17953FC3" w14:textId="77777777" w:rsidR="00D8664F" w:rsidRDefault="00C747C1" w:rsidP="00C747C1">
      <w:r>
        <w:t>E =</w:t>
      </w:r>
      <w:r w:rsidR="00D8664F">
        <w:t>\</w:t>
      </w:r>
      <w:proofErr w:type="spellStart"/>
      <w:r w:rsidR="00D8664F">
        <w:t>frac</w:t>
      </w:r>
      <w:proofErr w:type="spellEnd"/>
      <w:r w:rsidR="00D8664F">
        <w:t>{~F}{4~p *r^2}</w:t>
      </w:r>
    </w:p>
    <w:p w14:paraId="13B3ED2D" w14:textId="77777777" w:rsidR="00D8664F" w:rsidRDefault="00D8664F" w:rsidP="00C747C1"/>
    <w:p w14:paraId="092E6C0A" w14:textId="697BA616" w:rsidR="00C747C1" w:rsidRDefault="00C747C1" w:rsidP="00D02092">
      <w:r>
        <w:t>E: Bestrahlungsstärke</w:t>
      </w:r>
      <w:r w:rsidR="00D02092">
        <w:br/>
      </w:r>
      <w:r w:rsidR="00D8664F">
        <w:t>~F</w:t>
      </w:r>
      <w:r>
        <w:t>: Strahlungsleistung, Leuchtkraft</w:t>
      </w:r>
      <w:r w:rsidR="00D02092">
        <w:br/>
      </w:r>
      <w:r>
        <w:t>r: Abstand vom Körper</w:t>
      </w:r>
    </w:p>
    <w:p w14:paraId="287ABDB3" w14:textId="77777777" w:rsidR="00D8664F" w:rsidRDefault="00D8664F" w:rsidP="00C747C1"/>
    <w:p w14:paraId="54F35FAC" w14:textId="40D9A76E" w:rsidR="00C747C1" w:rsidRDefault="00C747C1" w:rsidP="00D8664F">
      <w:pPr>
        <w:pStyle w:val="berschrift4"/>
      </w:pPr>
      <w:r>
        <w:t>Empirische Masse-Leuchtkraft-Beziehung (Näherung)</w:t>
      </w:r>
    </w:p>
    <w:p w14:paraId="20E85384" w14:textId="4F789661" w:rsidR="00D8664F" w:rsidRDefault="00C747C1" w:rsidP="00C747C1">
      <w:r>
        <w:t xml:space="preserve">L </w:t>
      </w:r>
      <w:r w:rsidR="00D8664F">
        <w:t>\</w:t>
      </w:r>
      <w:proofErr w:type="spellStart"/>
      <w:r w:rsidR="00186EEC">
        <w:t>sim</w:t>
      </w:r>
      <w:proofErr w:type="spellEnd"/>
      <w:r>
        <w:t xml:space="preserve"> M</w:t>
      </w:r>
      <w:r w:rsidR="00D8664F">
        <w:t>^</w:t>
      </w:r>
      <w:r>
        <w:t>3</w:t>
      </w:r>
    </w:p>
    <w:p w14:paraId="123DB7BB" w14:textId="77777777" w:rsidR="00D8664F" w:rsidRDefault="00D8664F" w:rsidP="00C747C1"/>
    <w:p w14:paraId="77394061" w14:textId="127E4539" w:rsidR="00C747C1" w:rsidRDefault="00C747C1" w:rsidP="00D02092">
      <w:r>
        <w:t>L: Leuchtkraft eines Hauptreihensterns;</w:t>
      </w:r>
      <w:r w:rsidR="00D02092">
        <w:br/>
      </w:r>
      <w:r>
        <w:t>M: Masse des Sterns</w:t>
      </w:r>
    </w:p>
    <w:p w14:paraId="3F6EF6CC" w14:textId="77777777" w:rsidR="00186EEC" w:rsidRDefault="00186EEC" w:rsidP="00C747C1"/>
    <w:p w14:paraId="6A67BD60" w14:textId="30A6F8A7" w:rsidR="00C747C1" w:rsidRDefault="00C747C1" w:rsidP="00186EEC">
      <w:pPr>
        <w:pStyle w:val="berschrift4"/>
      </w:pPr>
      <w:r>
        <w:t>Stefan-Boltzmann-Gesetz für schwarze Strahler</w:t>
      </w:r>
    </w:p>
    <w:p w14:paraId="3D86DF2F" w14:textId="77777777" w:rsidR="00186EEC" w:rsidRDefault="00186EEC" w:rsidP="00C747C1">
      <w:r>
        <w:t>~F =~s *</w:t>
      </w:r>
      <w:r w:rsidR="00C747C1">
        <w:t>A *T</w:t>
      </w:r>
      <w:r>
        <w:t>^</w:t>
      </w:r>
      <w:r w:rsidR="00C747C1">
        <w:t>4</w:t>
      </w:r>
    </w:p>
    <w:p w14:paraId="2856A758" w14:textId="77777777" w:rsidR="00186EEC" w:rsidRDefault="00186EEC" w:rsidP="00C747C1"/>
    <w:p w14:paraId="1F30F047" w14:textId="77C77001" w:rsidR="00186EEC" w:rsidRDefault="00186EEC" w:rsidP="00D02092">
      <w:r>
        <w:t>~F</w:t>
      </w:r>
      <w:r w:rsidR="00C747C1">
        <w:t>: Strahlungsleistung, Leuchtkraft</w:t>
      </w:r>
      <w:r w:rsidR="00D02092">
        <w:br/>
      </w:r>
      <w:r>
        <w:t>~s</w:t>
      </w:r>
      <w:r w:rsidR="00C747C1">
        <w:t>: Stefan-Boltzmann-Konstante</w:t>
      </w:r>
      <w:r w:rsidR="00D02092">
        <w:br/>
      </w:r>
      <w:r>
        <w:t>A: Flächeninhalt der abstrahlenden Fläche</w:t>
      </w:r>
      <w:r w:rsidR="00D02092">
        <w:br/>
      </w:r>
      <w:r>
        <w:t>T: Temperatur</w:t>
      </w:r>
    </w:p>
    <w:p w14:paraId="72F90128" w14:textId="3EE5638E" w:rsidR="00186EEC" w:rsidRDefault="00186EEC" w:rsidP="00186EEC">
      <w:pPr>
        <w:pStyle w:val="Liste"/>
      </w:pPr>
    </w:p>
    <w:p w14:paraId="4D7173C2" w14:textId="44577DEB" w:rsidR="00186EEC" w:rsidRDefault="00186EEC" w:rsidP="00186EEC">
      <w:pPr>
        <w:pStyle w:val="Liste"/>
      </w:pPr>
      <w:r>
        <w:t>((45))</w:t>
      </w:r>
    </w:p>
    <w:p w14:paraId="1D45D5F2" w14:textId="2297E972" w:rsidR="00C747C1" w:rsidRDefault="00C747C1" w:rsidP="00186EEC">
      <w:pPr>
        <w:pStyle w:val="berschrift4"/>
      </w:pPr>
      <w:proofErr w:type="spellStart"/>
      <w:r>
        <w:t>Wien'sches</w:t>
      </w:r>
      <w:proofErr w:type="spellEnd"/>
      <w:r>
        <w:t xml:space="preserve"> Verschiebungsgesetz</w:t>
      </w:r>
    </w:p>
    <w:p w14:paraId="1B2D68F4" w14:textId="3E642C39" w:rsidR="00C747C1" w:rsidRDefault="00186EEC" w:rsidP="00C747C1">
      <w:r>
        <w:t>~l_{</w:t>
      </w:r>
      <w:proofErr w:type="spellStart"/>
      <w:r>
        <w:t>max</w:t>
      </w:r>
      <w:proofErr w:type="spellEnd"/>
      <w:r>
        <w:t>}</w:t>
      </w:r>
      <w:r w:rsidR="00C747C1">
        <w:t xml:space="preserve"> *T =b</w:t>
      </w:r>
    </w:p>
    <w:p w14:paraId="63F8AB7F" w14:textId="77777777" w:rsidR="00186EEC" w:rsidRDefault="00186EEC" w:rsidP="00C747C1"/>
    <w:p w14:paraId="2E6B525E" w14:textId="49E6CA26" w:rsidR="00C747C1" w:rsidRDefault="00186EEC" w:rsidP="00D02092">
      <w:r>
        <w:t>~l_{</w:t>
      </w:r>
      <w:proofErr w:type="spellStart"/>
      <w:r>
        <w:t>max</w:t>
      </w:r>
      <w:proofErr w:type="spellEnd"/>
      <w:r>
        <w:t>}</w:t>
      </w:r>
      <w:r w:rsidR="00C747C1">
        <w:t>: Wellenlänge des Maximums der spektralen Verteilung der Strahlungsintensität</w:t>
      </w:r>
      <w:r w:rsidR="00D02092">
        <w:br/>
      </w:r>
      <w:r w:rsidR="00C747C1">
        <w:t>T: Temperatur</w:t>
      </w:r>
      <w:r w:rsidR="00D02092">
        <w:br/>
      </w:r>
      <w:r w:rsidR="00C747C1">
        <w:t xml:space="preserve">b: </w:t>
      </w:r>
      <w:proofErr w:type="spellStart"/>
      <w:r w:rsidR="00C747C1">
        <w:t>Wien'sche</w:t>
      </w:r>
      <w:proofErr w:type="spellEnd"/>
      <w:r w:rsidR="00C747C1">
        <w:t xml:space="preserve"> Verschiebungskonstante</w:t>
      </w:r>
    </w:p>
    <w:p w14:paraId="09F075A5" w14:textId="77777777" w:rsidR="00186EEC" w:rsidRDefault="00186EEC" w:rsidP="00C747C1"/>
    <w:p w14:paraId="6643A0E2" w14:textId="45954121" w:rsidR="00C747C1" w:rsidRDefault="00C747C1" w:rsidP="00186EEC">
      <w:pPr>
        <w:pStyle w:val="berschrift3"/>
      </w:pPr>
      <w:r>
        <w:t>Entfernung und Helligkeit</w:t>
      </w:r>
    </w:p>
    <w:p w14:paraId="4B7FFBE8" w14:textId="66EFD551" w:rsidR="00C747C1" w:rsidRDefault="00C747C1" w:rsidP="00037A34">
      <w:pPr>
        <w:pStyle w:val="berschrift4"/>
      </w:pPr>
      <w:r>
        <w:t>Trigonometrische Parallaxe p in Bogensekunden</w:t>
      </w:r>
    </w:p>
    <w:p w14:paraId="43987D8A" w14:textId="77777777" w:rsidR="00037A34" w:rsidRDefault="00037A34" w:rsidP="00C747C1">
      <w:r>
        <w:t>\</w:t>
      </w:r>
      <w:proofErr w:type="spellStart"/>
      <w:r>
        <w:t>frac</w:t>
      </w:r>
      <w:proofErr w:type="spellEnd"/>
      <w:r>
        <w:t>{r}{1pc} =\</w:t>
      </w:r>
      <w:proofErr w:type="spellStart"/>
      <w:r>
        <w:t>frac</w:t>
      </w:r>
      <w:proofErr w:type="spellEnd"/>
      <w:r>
        <w:t>{1''}{p}</w:t>
      </w:r>
    </w:p>
    <w:p w14:paraId="40698D8D" w14:textId="77777777" w:rsidR="00037A34" w:rsidRDefault="00037A34" w:rsidP="00C747C1"/>
    <w:p w14:paraId="271A1CA3" w14:textId="2AB13469" w:rsidR="00C747C1" w:rsidRDefault="00037A34" w:rsidP="00D02092">
      <w:r>
        <w:t>r</w:t>
      </w:r>
      <w:r w:rsidR="00C747C1">
        <w:t>: Entfernung des Sterns</w:t>
      </w:r>
      <w:r w:rsidR="00D02092">
        <w:br/>
      </w:r>
      <w:r w:rsidR="00C747C1">
        <w:t>p: trigonometrische Parallaxe</w:t>
      </w:r>
    </w:p>
    <w:p w14:paraId="3698B02F" w14:textId="77777777" w:rsidR="00037A34" w:rsidRDefault="00037A34" w:rsidP="00C747C1"/>
    <w:p w14:paraId="6C0CA314" w14:textId="77777777" w:rsidR="00037A34" w:rsidRDefault="00C747C1" w:rsidP="00037A34">
      <w:pPr>
        <w:pStyle w:val="berschrift4"/>
      </w:pPr>
      <w:r>
        <w:t>Eigenbewegung</w:t>
      </w:r>
    </w:p>
    <w:p w14:paraId="179E04D3" w14:textId="6B7063F2" w:rsidR="00037A34" w:rsidRDefault="00037A34" w:rsidP="00C747C1">
      <w:proofErr w:type="spellStart"/>
      <w:r>
        <w:t>v_t</w:t>
      </w:r>
      <w:proofErr w:type="spellEnd"/>
      <w:r>
        <w:t xml:space="preserve"> =~m *r</w:t>
      </w:r>
    </w:p>
    <w:p w14:paraId="322BDEDB" w14:textId="77777777" w:rsidR="00C4479D" w:rsidRDefault="00C4479D" w:rsidP="00C747C1"/>
    <w:p w14:paraId="6DE038EB" w14:textId="7309F4A2" w:rsidR="00C747C1" w:rsidRDefault="00C747C1" w:rsidP="00D02092">
      <w:proofErr w:type="spellStart"/>
      <w:r>
        <w:t>v</w:t>
      </w:r>
      <w:r w:rsidR="00C4479D">
        <w:t>_</w:t>
      </w:r>
      <w:r>
        <w:t>t</w:t>
      </w:r>
      <w:proofErr w:type="spellEnd"/>
      <w:r>
        <w:t>: Tangentialgeschwindigkeit;</w:t>
      </w:r>
      <w:r w:rsidR="00D02092">
        <w:br/>
      </w:r>
      <w:r w:rsidR="00C4479D">
        <w:t>~m</w:t>
      </w:r>
      <w:r>
        <w:t>: Winkelgeschwindigkeit des Sterns (Eigenbewegung)</w:t>
      </w:r>
      <w:r w:rsidR="00D02092">
        <w:br/>
      </w:r>
      <w:r>
        <w:t>r: Entfernung des Sterns</w:t>
      </w:r>
    </w:p>
    <w:p w14:paraId="4FA7F11A" w14:textId="77777777" w:rsidR="00C4479D" w:rsidRDefault="00C4479D" w:rsidP="00C747C1"/>
    <w:p w14:paraId="4DF47E44" w14:textId="7974866E" w:rsidR="00C747C1" w:rsidRDefault="00C747C1" w:rsidP="00C4479D">
      <w:pPr>
        <w:pStyle w:val="berschrift4"/>
      </w:pPr>
      <w:r>
        <w:t>Beziehung zwischen den scheinbaren Helligkeiten m</w:t>
      </w:r>
      <w:r w:rsidR="00C4479D">
        <w:t>_1</w:t>
      </w:r>
      <w:r>
        <w:t xml:space="preserve"> und m</w:t>
      </w:r>
      <w:r w:rsidR="00C4479D">
        <w:t>_</w:t>
      </w:r>
      <w:r>
        <w:t>2 zweier Sterne</w:t>
      </w:r>
    </w:p>
    <w:p w14:paraId="2E0033E5" w14:textId="77777777" w:rsidR="00C4479D" w:rsidRDefault="00C747C1" w:rsidP="00C747C1">
      <w:r>
        <w:t>m</w:t>
      </w:r>
      <w:r w:rsidR="00C4479D">
        <w:t>_</w:t>
      </w:r>
      <w:r>
        <w:t>1 -m</w:t>
      </w:r>
      <w:r w:rsidR="00C4479D">
        <w:t>_</w:t>
      </w:r>
      <w:r>
        <w:t>2 =-2,5 *</w:t>
      </w:r>
      <w:proofErr w:type="spellStart"/>
      <w:r>
        <w:t>lg</w:t>
      </w:r>
      <w:proofErr w:type="spellEnd"/>
      <w:r w:rsidR="00C4479D">
        <w:t>(\</w:t>
      </w:r>
      <w:proofErr w:type="spellStart"/>
      <w:r w:rsidR="00C4479D">
        <w:t>frac</w:t>
      </w:r>
      <w:proofErr w:type="spellEnd"/>
      <w:r w:rsidR="00C4479D">
        <w:t>{E_1}{E_2})</w:t>
      </w:r>
    </w:p>
    <w:p w14:paraId="4B47FB40" w14:textId="77777777" w:rsidR="00C4479D" w:rsidRDefault="00C4479D" w:rsidP="00C747C1"/>
    <w:p w14:paraId="14FC418D" w14:textId="7173D7C0" w:rsidR="00C747C1" w:rsidRDefault="00C747C1" w:rsidP="00D02092">
      <w:r>
        <w:t>m</w:t>
      </w:r>
      <w:r w:rsidR="00C4479D">
        <w:t>_</w:t>
      </w:r>
      <w:r>
        <w:t>1, m</w:t>
      </w:r>
      <w:r w:rsidR="00C4479D">
        <w:t>_</w:t>
      </w:r>
      <w:r>
        <w:t>2: scheinbare Helligkeiten</w:t>
      </w:r>
      <w:r w:rsidR="00D02092">
        <w:br/>
      </w:r>
      <w:r>
        <w:t>E</w:t>
      </w:r>
      <w:r w:rsidR="00C4479D">
        <w:t>_</w:t>
      </w:r>
      <w:r>
        <w:t>1, E</w:t>
      </w:r>
      <w:r w:rsidR="00C4479D">
        <w:t>_</w:t>
      </w:r>
      <w:r>
        <w:t>2: Bestrahlungsstärken</w:t>
      </w:r>
    </w:p>
    <w:p w14:paraId="74ECE061" w14:textId="77777777" w:rsidR="00C4479D" w:rsidRDefault="00C4479D" w:rsidP="00C747C1"/>
    <w:p w14:paraId="2C6B82A2" w14:textId="49EFE54D" w:rsidR="00C747C1" w:rsidRDefault="00C747C1" w:rsidP="00C4479D">
      <w:pPr>
        <w:pStyle w:val="berschrift4"/>
      </w:pPr>
      <w:r>
        <w:t>Beziehung zwischen den absoluten Helligkeiten M</w:t>
      </w:r>
      <w:r w:rsidR="00C4479D">
        <w:t>_1</w:t>
      </w:r>
      <w:r>
        <w:t xml:space="preserve"> und M</w:t>
      </w:r>
      <w:r w:rsidR="00C4479D">
        <w:t>_</w:t>
      </w:r>
      <w:r>
        <w:t>2 zweier Sterne</w:t>
      </w:r>
    </w:p>
    <w:p w14:paraId="2BD4FCBF" w14:textId="77777777" w:rsidR="00C4479D" w:rsidRDefault="00C747C1" w:rsidP="00C747C1">
      <w:r>
        <w:t>M</w:t>
      </w:r>
      <w:r w:rsidR="00C4479D">
        <w:t>_</w:t>
      </w:r>
      <w:r>
        <w:t>1 -M</w:t>
      </w:r>
      <w:r w:rsidR="00C4479D">
        <w:t>_</w:t>
      </w:r>
      <w:r>
        <w:t>2 =-2,5 *</w:t>
      </w:r>
      <w:proofErr w:type="spellStart"/>
      <w:r>
        <w:t>lg</w:t>
      </w:r>
      <w:proofErr w:type="spellEnd"/>
      <w:r w:rsidR="00C4479D">
        <w:t>(\</w:t>
      </w:r>
      <w:proofErr w:type="spellStart"/>
      <w:r w:rsidR="00C4479D">
        <w:t>frac</w:t>
      </w:r>
      <w:proofErr w:type="spellEnd"/>
      <w:r w:rsidR="00C4479D">
        <w:t>{L_1}{L_2})</w:t>
      </w:r>
    </w:p>
    <w:p w14:paraId="496301C8" w14:textId="77777777" w:rsidR="00C4479D" w:rsidRDefault="00C4479D" w:rsidP="00C747C1"/>
    <w:p w14:paraId="36D874B5" w14:textId="02911E6F" w:rsidR="00C747C1" w:rsidRDefault="00C747C1" w:rsidP="00D02092">
      <w:r>
        <w:t>M</w:t>
      </w:r>
      <w:r w:rsidR="00C4479D">
        <w:t>_</w:t>
      </w:r>
      <w:r>
        <w:t>1, M</w:t>
      </w:r>
      <w:r w:rsidR="00C4479D">
        <w:t>_</w:t>
      </w:r>
      <w:r>
        <w:t>2: absolute Helligkeiten</w:t>
      </w:r>
      <w:r w:rsidR="00D02092">
        <w:br/>
      </w:r>
      <w:r>
        <w:t>L</w:t>
      </w:r>
      <w:r w:rsidR="00C4479D">
        <w:t>_</w:t>
      </w:r>
      <w:r>
        <w:t>1, L</w:t>
      </w:r>
      <w:r w:rsidR="00C4479D">
        <w:t>_</w:t>
      </w:r>
      <w:r>
        <w:t>2: Leuchtkräfte</w:t>
      </w:r>
    </w:p>
    <w:p w14:paraId="000B21B8" w14:textId="77777777" w:rsidR="00C4479D" w:rsidRDefault="00C4479D" w:rsidP="00C747C1"/>
    <w:p w14:paraId="2A026241" w14:textId="77777777" w:rsidR="00C4479D" w:rsidRDefault="00C747C1" w:rsidP="00C4479D">
      <w:pPr>
        <w:pStyle w:val="berschrift4"/>
      </w:pPr>
      <w:r>
        <w:t>Entfernungsmodul eines Sternes</w:t>
      </w:r>
    </w:p>
    <w:p w14:paraId="39174C09" w14:textId="77777777" w:rsidR="00C4479D" w:rsidRDefault="00C4479D" w:rsidP="00C4479D">
      <w:r>
        <w:t>m -M =5 *</w:t>
      </w:r>
      <w:proofErr w:type="spellStart"/>
      <w:r>
        <w:t>lg</w:t>
      </w:r>
      <w:proofErr w:type="spellEnd"/>
      <w:r>
        <w:t>(\</w:t>
      </w:r>
      <w:proofErr w:type="spellStart"/>
      <w:r>
        <w:t>frac</w:t>
      </w:r>
      <w:proofErr w:type="spellEnd"/>
      <w:r>
        <w:t>{r}{10pc})</w:t>
      </w:r>
    </w:p>
    <w:p w14:paraId="27E7CCF9" w14:textId="77777777" w:rsidR="00C4479D" w:rsidRDefault="00C4479D" w:rsidP="00C747C1"/>
    <w:p w14:paraId="2D0335A3" w14:textId="736D012D" w:rsidR="00C747C1" w:rsidRDefault="00C747C1" w:rsidP="00D02092">
      <w:r>
        <w:t>m: scheinbare Helligkeit</w:t>
      </w:r>
      <w:r w:rsidR="00D02092">
        <w:br/>
      </w:r>
      <w:r>
        <w:t>M: absolute Helligkeit</w:t>
      </w:r>
      <w:r w:rsidR="00D02092">
        <w:br/>
      </w:r>
      <w:r>
        <w:t xml:space="preserve">r: Abstand zwischen Stern und Beobachter in </w:t>
      </w:r>
      <w:proofErr w:type="spellStart"/>
      <w:r>
        <w:t>pc</w:t>
      </w:r>
      <w:proofErr w:type="spellEnd"/>
    </w:p>
    <w:p w14:paraId="4676F71B" w14:textId="77777777" w:rsidR="00D4314B" w:rsidRDefault="00D4314B" w:rsidP="00C747C1"/>
    <w:p w14:paraId="6F2D66B5" w14:textId="64B61EB4" w:rsidR="00C747C1" w:rsidRDefault="00C747C1" w:rsidP="00D4314B">
      <w:pPr>
        <w:pStyle w:val="berschrift4"/>
      </w:pPr>
      <w:r>
        <w:lastRenderedPageBreak/>
        <w:t xml:space="preserve">Empirische Perioden-Helligkeits-Beziehung bei </w:t>
      </w:r>
      <w:proofErr w:type="spellStart"/>
      <w:r>
        <w:t>Cepheiden</w:t>
      </w:r>
      <w:proofErr w:type="spellEnd"/>
    </w:p>
    <w:p w14:paraId="617C3E69" w14:textId="37D30B5E" w:rsidR="00D4314B" w:rsidRDefault="00C747C1" w:rsidP="00C747C1">
      <w:r>
        <w:t>M =-1,84 -2,24 *</w:t>
      </w:r>
      <w:proofErr w:type="spellStart"/>
      <w:r>
        <w:t>lg</w:t>
      </w:r>
      <w:proofErr w:type="spellEnd"/>
      <w:r w:rsidR="00D4314B">
        <w:t>(\</w:t>
      </w:r>
      <w:proofErr w:type="spellStart"/>
      <w:r w:rsidR="00D4314B">
        <w:t>frac</w:t>
      </w:r>
      <w:proofErr w:type="spellEnd"/>
      <w:r w:rsidR="00D4314B">
        <w:t>{p}{1d}</w:t>
      </w:r>
      <w:r>
        <w:t>)</w:t>
      </w:r>
    </w:p>
    <w:p w14:paraId="3D2454C2" w14:textId="77777777" w:rsidR="00D4314B" w:rsidRDefault="00D4314B" w:rsidP="00C747C1"/>
    <w:p w14:paraId="5612A498" w14:textId="6C1EE50F" w:rsidR="00C747C1" w:rsidRDefault="00C747C1" w:rsidP="00D02092">
      <w:r>
        <w:t>M: mittlere absolute Helligkeit</w:t>
      </w:r>
      <w:r w:rsidR="00D02092">
        <w:br/>
      </w:r>
      <w:r>
        <w:t xml:space="preserve">p: Periodendauer des </w:t>
      </w:r>
      <w:r w:rsidR="00D4314B">
        <w:t>~d</w:t>
      </w:r>
      <w:r>
        <w:t>-</w:t>
      </w:r>
      <w:proofErr w:type="spellStart"/>
      <w:r>
        <w:t>Cephei</w:t>
      </w:r>
      <w:proofErr w:type="spellEnd"/>
      <w:r>
        <w:t>-Sternes in d</w:t>
      </w:r>
    </w:p>
    <w:p w14:paraId="0EB6C280" w14:textId="77777777" w:rsidR="00D4314B" w:rsidRDefault="00D4314B" w:rsidP="00C747C1"/>
    <w:p w14:paraId="1D31C8E3" w14:textId="77777777" w:rsidR="00D4314B" w:rsidRDefault="00C747C1" w:rsidP="00D4314B">
      <w:pPr>
        <w:pStyle w:val="berschrift4"/>
      </w:pPr>
      <w:r>
        <w:t>Hubble-Beziehung</w:t>
      </w:r>
    </w:p>
    <w:p w14:paraId="5075E22F" w14:textId="3054A5B0" w:rsidR="00D4314B" w:rsidRDefault="00D4314B" w:rsidP="00C747C1">
      <w:r>
        <w:t>v =H_0 *r</w:t>
      </w:r>
    </w:p>
    <w:p w14:paraId="55F613AA" w14:textId="77777777" w:rsidR="00D4314B" w:rsidRDefault="00D4314B" w:rsidP="00C747C1"/>
    <w:p w14:paraId="77AE0ED0" w14:textId="530AE47D" w:rsidR="00C747C1" w:rsidRDefault="00C747C1" w:rsidP="00D02092">
      <w:r>
        <w:t>v: Radialgeschwindigkeit einer weit entfernten Galaxie</w:t>
      </w:r>
      <w:r w:rsidR="00D02092">
        <w:br/>
      </w:r>
      <w:r>
        <w:t>H</w:t>
      </w:r>
      <w:r w:rsidR="00D4314B">
        <w:t>_</w:t>
      </w:r>
      <w:r>
        <w:t>0: Hubble-Parameter</w:t>
      </w:r>
      <w:r w:rsidR="00D02092">
        <w:br/>
      </w:r>
      <w:r>
        <w:t>r: Entfernung</w:t>
      </w:r>
    </w:p>
    <w:p w14:paraId="79FF0C34" w14:textId="77777777" w:rsidR="00D4314B" w:rsidRDefault="00D4314B" w:rsidP="00C747C1"/>
    <w:p w14:paraId="0DC3392A" w14:textId="07061BC2" w:rsidR="00D4314B" w:rsidRDefault="00D4314B" w:rsidP="00C747C1">
      <w:r>
        <w:t>((46))</w:t>
      </w:r>
    </w:p>
    <w:p w14:paraId="6B7B34CD" w14:textId="4884126A" w:rsidR="00C747C1" w:rsidRDefault="00C747C1" w:rsidP="00D4314B">
      <w:pPr>
        <w:pStyle w:val="berschrift4"/>
      </w:pPr>
      <w:r>
        <w:t>Nichtrelativistische Näherung des optischen Doppler-Effekts</w:t>
      </w:r>
    </w:p>
    <w:p w14:paraId="7726A8EC" w14:textId="77777777" w:rsidR="00D4314B" w:rsidRDefault="00D4314B" w:rsidP="00C747C1">
      <w:r>
        <w:t>\</w:t>
      </w:r>
      <w:proofErr w:type="spellStart"/>
      <w:r>
        <w:t>frac</w:t>
      </w:r>
      <w:proofErr w:type="spellEnd"/>
      <w:r>
        <w:t>{~</w:t>
      </w:r>
      <w:proofErr w:type="spellStart"/>
      <w:r>
        <w:t>Df</w:t>
      </w:r>
      <w:proofErr w:type="spellEnd"/>
      <w:r>
        <w:t>}{f} \</w:t>
      </w:r>
      <w:proofErr w:type="spellStart"/>
      <w:r>
        <w:t>apx</w:t>
      </w:r>
      <w:proofErr w:type="spellEnd"/>
      <w:r>
        <w:t xml:space="preserve"> \</w:t>
      </w:r>
      <w:proofErr w:type="spellStart"/>
      <w:r>
        <w:t>pm</w:t>
      </w:r>
      <w:proofErr w:type="spellEnd"/>
      <w:r w:rsidR="00C747C1">
        <w:t xml:space="preserve"> </w:t>
      </w:r>
      <w:r>
        <w:t>v/</w:t>
      </w:r>
      <w:r w:rsidR="00C747C1">
        <w:t>c</w:t>
      </w:r>
    </w:p>
    <w:p w14:paraId="70A58465" w14:textId="1A31ABEF" w:rsidR="00C747C1" w:rsidRDefault="00D4314B" w:rsidP="00C747C1">
      <w:r>
        <w:t>\</w:t>
      </w:r>
      <w:proofErr w:type="spellStart"/>
      <w:r>
        <w:t>frac</w:t>
      </w:r>
      <w:proofErr w:type="spellEnd"/>
      <w:r>
        <w:t>{~</w:t>
      </w:r>
      <w:proofErr w:type="spellStart"/>
      <w:r>
        <w:t>D~l</w:t>
      </w:r>
      <w:proofErr w:type="spellEnd"/>
      <w:r>
        <w:t>}{~l} \</w:t>
      </w:r>
      <w:proofErr w:type="spellStart"/>
      <w:r>
        <w:t>apx</w:t>
      </w:r>
      <w:proofErr w:type="spellEnd"/>
      <w:r>
        <w:t xml:space="preserve"> \</w:t>
      </w:r>
      <w:proofErr w:type="spellStart"/>
      <w:r>
        <w:t>pm</w:t>
      </w:r>
      <w:proofErr w:type="spellEnd"/>
      <w:r w:rsidR="00C747C1">
        <w:t xml:space="preserve"> v</w:t>
      </w:r>
      <w:r>
        <w:t>/</w:t>
      </w:r>
      <w:r w:rsidR="00C747C1">
        <w:t>c</w:t>
      </w:r>
    </w:p>
    <w:p w14:paraId="05235DE2" w14:textId="77777777" w:rsidR="00D4314B" w:rsidRDefault="00D4314B" w:rsidP="00C747C1"/>
    <w:p w14:paraId="6C1B3B0B" w14:textId="338D9724" w:rsidR="00C747C1" w:rsidRDefault="00C747C1" w:rsidP="00D02092">
      <w:r>
        <w:t>f: Frequenz</w:t>
      </w:r>
      <w:r w:rsidR="00D02092">
        <w:br/>
      </w:r>
      <w:r>
        <w:t>v: Relativgeschwindigkeit von Sender und Empfänger</w:t>
      </w:r>
      <w:r w:rsidR="00D02092">
        <w:br/>
      </w:r>
      <w:r>
        <w:t>c: Lichtgeschwindigkeit</w:t>
      </w:r>
      <w:r w:rsidR="00D02092">
        <w:br/>
      </w:r>
      <w:r w:rsidR="00F727FE">
        <w:t>~l</w:t>
      </w:r>
      <w:r>
        <w:t>: Wellenlänge</w:t>
      </w:r>
    </w:p>
    <w:p w14:paraId="426256F9" w14:textId="77777777" w:rsidR="00D4314B" w:rsidRDefault="00D4314B" w:rsidP="00C747C1"/>
    <w:sectPr w:rsidR="00D4314B" w:rsidSect="007F1FEB">
      <w:pgSz w:w="13380" w:h="16906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136F8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7A2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96E01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46C8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6415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3070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189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74D8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0AE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FEC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30EA8"/>
    <w:rsid w:val="00037A34"/>
    <w:rsid w:val="00047890"/>
    <w:rsid w:val="00052752"/>
    <w:rsid w:val="000801DC"/>
    <w:rsid w:val="000809BC"/>
    <w:rsid w:val="00084163"/>
    <w:rsid w:val="000950DB"/>
    <w:rsid w:val="000B2998"/>
    <w:rsid w:val="000F4936"/>
    <w:rsid w:val="00101995"/>
    <w:rsid w:val="00106A1D"/>
    <w:rsid w:val="0011127F"/>
    <w:rsid w:val="00131BDD"/>
    <w:rsid w:val="00151F59"/>
    <w:rsid w:val="0017187E"/>
    <w:rsid w:val="0017220C"/>
    <w:rsid w:val="00186EEC"/>
    <w:rsid w:val="00192F10"/>
    <w:rsid w:val="001C6001"/>
    <w:rsid w:val="00217F85"/>
    <w:rsid w:val="002277B4"/>
    <w:rsid w:val="002369DF"/>
    <w:rsid w:val="002409C9"/>
    <w:rsid w:val="00251639"/>
    <w:rsid w:val="0026526A"/>
    <w:rsid w:val="002A09EF"/>
    <w:rsid w:val="002B797C"/>
    <w:rsid w:val="002C05D5"/>
    <w:rsid w:val="002C0789"/>
    <w:rsid w:val="002D46F2"/>
    <w:rsid w:val="002E0BB7"/>
    <w:rsid w:val="00301379"/>
    <w:rsid w:val="00316456"/>
    <w:rsid w:val="00325BB2"/>
    <w:rsid w:val="00333D24"/>
    <w:rsid w:val="00350AEC"/>
    <w:rsid w:val="00357AFC"/>
    <w:rsid w:val="00360061"/>
    <w:rsid w:val="00372E29"/>
    <w:rsid w:val="00382895"/>
    <w:rsid w:val="003A0DC7"/>
    <w:rsid w:val="003B0C3A"/>
    <w:rsid w:val="003B1328"/>
    <w:rsid w:val="003B163B"/>
    <w:rsid w:val="003C7A60"/>
    <w:rsid w:val="003D636F"/>
    <w:rsid w:val="003E71EC"/>
    <w:rsid w:val="00411668"/>
    <w:rsid w:val="00443C85"/>
    <w:rsid w:val="00456F9C"/>
    <w:rsid w:val="00457B56"/>
    <w:rsid w:val="004753B6"/>
    <w:rsid w:val="00496534"/>
    <w:rsid w:val="00497D3E"/>
    <w:rsid w:val="004B24C6"/>
    <w:rsid w:val="004C214E"/>
    <w:rsid w:val="004D4C1F"/>
    <w:rsid w:val="004D7769"/>
    <w:rsid w:val="004E0C9F"/>
    <w:rsid w:val="004E348E"/>
    <w:rsid w:val="004F01DA"/>
    <w:rsid w:val="0051256C"/>
    <w:rsid w:val="00516FD4"/>
    <w:rsid w:val="005402B5"/>
    <w:rsid w:val="00550CC4"/>
    <w:rsid w:val="00563808"/>
    <w:rsid w:val="005758FA"/>
    <w:rsid w:val="005817DA"/>
    <w:rsid w:val="00596980"/>
    <w:rsid w:val="005A0723"/>
    <w:rsid w:val="005B05FA"/>
    <w:rsid w:val="005B287D"/>
    <w:rsid w:val="005C738D"/>
    <w:rsid w:val="005F00FC"/>
    <w:rsid w:val="005F315C"/>
    <w:rsid w:val="005F50D4"/>
    <w:rsid w:val="00616D8A"/>
    <w:rsid w:val="00620A0B"/>
    <w:rsid w:val="00633172"/>
    <w:rsid w:val="006424CD"/>
    <w:rsid w:val="00645B43"/>
    <w:rsid w:val="006605A6"/>
    <w:rsid w:val="00684AEF"/>
    <w:rsid w:val="006856E4"/>
    <w:rsid w:val="006B0A20"/>
    <w:rsid w:val="006B1D2A"/>
    <w:rsid w:val="006B4AEA"/>
    <w:rsid w:val="006F0184"/>
    <w:rsid w:val="00706059"/>
    <w:rsid w:val="00706A4E"/>
    <w:rsid w:val="007335E1"/>
    <w:rsid w:val="00734E41"/>
    <w:rsid w:val="00752731"/>
    <w:rsid w:val="00754AB2"/>
    <w:rsid w:val="00762032"/>
    <w:rsid w:val="00787575"/>
    <w:rsid w:val="007934FF"/>
    <w:rsid w:val="007942FF"/>
    <w:rsid w:val="007B285B"/>
    <w:rsid w:val="007B5E30"/>
    <w:rsid w:val="007D7CCB"/>
    <w:rsid w:val="007F1FEB"/>
    <w:rsid w:val="007F2B47"/>
    <w:rsid w:val="007F67A5"/>
    <w:rsid w:val="00844176"/>
    <w:rsid w:val="00851CFF"/>
    <w:rsid w:val="00852C3F"/>
    <w:rsid w:val="008A1148"/>
    <w:rsid w:val="008A18AE"/>
    <w:rsid w:val="008A3D0D"/>
    <w:rsid w:val="008A51FE"/>
    <w:rsid w:val="008B434A"/>
    <w:rsid w:val="008C0DBA"/>
    <w:rsid w:val="008D03EA"/>
    <w:rsid w:val="008D21A8"/>
    <w:rsid w:val="008F10BF"/>
    <w:rsid w:val="008F4AF9"/>
    <w:rsid w:val="008F54B9"/>
    <w:rsid w:val="00902D56"/>
    <w:rsid w:val="009766A1"/>
    <w:rsid w:val="009813E3"/>
    <w:rsid w:val="009C49C9"/>
    <w:rsid w:val="009C7F84"/>
    <w:rsid w:val="009D276D"/>
    <w:rsid w:val="009E1DC1"/>
    <w:rsid w:val="009E44FE"/>
    <w:rsid w:val="009E7DF8"/>
    <w:rsid w:val="009F021A"/>
    <w:rsid w:val="00A20B27"/>
    <w:rsid w:val="00A27C51"/>
    <w:rsid w:val="00A4425F"/>
    <w:rsid w:val="00A54FED"/>
    <w:rsid w:val="00A55CCA"/>
    <w:rsid w:val="00A5754D"/>
    <w:rsid w:val="00A72EE0"/>
    <w:rsid w:val="00A82752"/>
    <w:rsid w:val="00A91084"/>
    <w:rsid w:val="00AA7648"/>
    <w:rsid w:val="00AA7F11"/>
    <w:rsid w:val="00AB0CD1"/>
    <w:rsid w:val="00AD4F37"/>
    <w:rsid w:val="00AE737A"/>
    <w:rsid w:val="00AF46C6"/>
    <w:rsid w:val="00AF4A60"/>
    <w:rsid w:val="00B12F6A"/>
    <w:rsid w:val="00B2680F"/>
    <w:rsid w:val="00B303E4"/>
    <w:rsid w:val="00B31D1B"/>
    <w:rsid w:val="00B56B0E"/>
    <w:rsid w:val="00B86652"/>
    <w:rsid w:val="00B97456"/>
    <w:rsid w:val="00BA2879"/>
    <w:rsid w:val="00BA74B7"/>
    <w:rsid w:val="00BB6CD0"/>
    <w:rsid w:val="00BD22C8"/>
    <w:rsid w:val="00BE3C3A"/>
    <w:rsid w:val="00C171AA"/>
    <w:rsid w:val="00C4479D"/>
    <w:rsid w:val="00C63234"/>
    <w:rsid w:val="00C64B96"/>
    <w:rsid w:val="00C729BC"/>
    <w:rsid w:val="00C747C1"/>
    <w:rsid w:val="00C90282"/>
    <w:rsid w:val="00CC1C4D"/>
    <w:rsid w:val="00CC6D31"/>
    <w:rsid w:val="00CD3CFD"/>
    <w:rsid w:val="00CF6211"/>
    <w:rsid w:val="00D02092"/>
    <w:rsid w:val="00D148CD"/>
    <w:rsid w:val="00D22611"/>
    <w:rsid w:val="00D30FF9"/>
    <w:rsid w:val="00D4314B"/>
    <w:rsid w:val="00D468EF"/>
    <w:rsid w:val="00D70D81"/>
    <w:rsid w:val="00D751D3"/>
    <w:rsid w:val="00D8664F"/>
    <w:rsid w:val="00D94986"/>
    <w:rsid w:val="00DA42A6"/>
    <w:rsid w:val="00DB5E74"/>
    <w:rsid w:val="00DC62D6"/>
    <w:rsid w:val="00DD2ED2"/>
    <w:rsid w:val="00DF2AB3"/>
    <w:rsid w:val="00DF3FDA"/>
    <w:rsid w:val="00E07179"/>
    <w:rsid w:val="00E438AA"/>
    <w:rsid w:val="00E51166"/>
    <w:rsid w:val="00E749FE"/>
    <w:rsid w:val="00E86505"/>
    <w:rsid w:val="00EA3D0D"/>
    <w:rsid w:val="00EC0F61"/>
    <w:rsid w:val="00ED00C4"/>
    <w:rsid w:val="00ED7650"/>
    <w:rsid w:val="00EF7996"/>
    <w:rsid w:val="00F239B5"/>
    <w:rsid w:val="00F25AA4"/>
    <w:rsid w:val="00F261E6"/>
    <w:rsid w:val="00F2678F"/>
    <w:rsid w:val="00F3369A"/>
    <w:rsid w:val="00F33E50"/>
    <w:rsid w:val="00F52D0D"/>
    <w:rsid w:val="00F65070"/>
    <w:rsid w:val="00F727FE"/>
    <w:rsid w:val="00F86B8B"/>
    <w:rsid w:val="00F91AE2"/>
    <w:rsid w:val="00F97E86"/>
    <w:rsid w:val="00FC2C21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60FA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60FA"/>
    <w:pPr>
      <w:keepNext/>
      <w:keepLines/>
      <w:spacing w:before="240" w:after="120"/>
      <w:outlineLvl w:val="0"/>
    </w:pPr>
    <w:rPr>
      <w:rFonts w:eastAsiaTheme="majorEastAsia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D60FA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60FA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3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D60FA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60FA"/>
    <w:rPr>
      <w:rFonts w:ascii="Verdana" w:eastAsiaTheme="majorEastAsia" w:hAnsi="Verdana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D60FA"/>
    <w:rPr>
      <w:rFonts w:ascii="Verdana" w:eastAsiaTheme="majorEastAsia" w:hAnsi="Verdana" w:cstheme="majorBidi"/>
      <w:b/>
      <w:color w:val="000000" w:themeColor="text1"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60FA"/>
    <w:rPr>
      <w:rFonts w:ascii="Verdana" w:eastAsiaTheme="majorEastAsia" w:hAnsi="Verdana" w:cstheme="majorBidi"/>
      <w:b/>
      <w:color w:val="000000" w:themeColor="text1"/>
      <w:sz w:val="3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D60FA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B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AppData\Roaming\Microsoft\Templates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1B640-18B2-4879-8795-8037FEFD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66</Pages>
  <Words>6100</Words>
  <Characters>38430</Characters>
  <Application>Microsoft Office Word</Application>
  <DocSecurity>0</DocSecurity>
  <Lines>320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Mediablis</cp:lastModifiedBy>
  <cp:revision>96</cp:revision>
  <dcterms:created xsi:type="dcterms:W3CDTF">2024-03-21T06:03:00Z</dcterms:created>
  <dcterms:modified xsi:type="dcterms:W3CDTF">2024-10-28T08:10:00Z</dcterms:modified>
</cp:coreProperties>
</file>